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header19.xml" ContentType="application/vnd.openxmlformats-officedocument.wordprocessingml.header+xml"/>
  <Override PartName="/word/footer16.xml" ContentType="application/vnd.openxmlformats-officedocument.wordprocessingml.footer+xml"/>
  <Override PartName="/word/header20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footer18.xml" ContentType="application/vnd.openxmlformats-officedocument.wordprocessingml.footer+xml"/>
  <Override PartName="/word/header22.xml" ContentType="application/vnd.openxmlformats-officedocument.wordprocessingml.header+xml"/>
  <Override PartName="/word/footer19.xml" ContentType="application/vnd.openxmlformats-officedocument.wordprocessingml.footer+xml"/>
  <Override PartName="/word/header23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4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6100C" w14:textId="77777777" w:rsidR="00D03E19" w:rsidRDefault="00D03E19" w:rsidP="00BD6D17">
      <w:pPr>
        <w:pStyle w:val="Naslov"/>
        <w:rPr>
          <w:rFonts w:asciiTheme="minorHAnsi" w:hAnsiTheme="minorHAnsi" w:cstheme="minorHAnsi"/>
          <w:sz w:val="28"/>
          <w:szCs w:val="28"/>
        </w:rPr>
      </w:pPr>
    </w:p>
    <w:p w14:paraId="70BE7436" w14:textId="017C4C5B" w:rsidR="00D03E19" w:rsidRDefault="00D03E19" w:rsidP="00BD6D17">
      <w:pPr>
        <w:pStyle w:val="Naslov"/>
        <w:rPr>
          <w:rFonts w:asciiTheme="minorHAnsi" w:hAnsiTheme="minorHAnsi" w:cstheme="minorHAnsi"/>
          <w:sz w:val="28"/>
          <w:szCs w:val="28"/>
        </w:rPr>
      </w:pPr>
    </w:p>
    <w:p w14:paraId="1889F11D" w14:textId="77777777" w:rsidR="00D03E19" w:rsidRPr="00D03E19" w:rsidRDefault="00D03E19" w:rsidP="00D03E19"/>
    <w:p w14:paraId="09D4CB85" w14:textId="22FE29CF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  <w:r w:rsidRPr="0049503D">
        <w:rPr>
          <w:rFonts w:asciiTheme="minorHAnsi" w:hAnsiTheme="minorHAnsi" w:cstheme="minorHAnsi"/>
          <w:szCs w:val="20"/>
        </w:rPr>
        <w:t xml:space="preserve">Datum: </w:t>
      </w:r>
      <w:r w:rsidR="00E75548">
        <w:rPr>
          <w:rFonts w:asciiTheme="minorHAnsi" w:hAnsiTheme="minorHAnsi" w:cstheme="minorHAnsi"/>
          <w:szCs w:val="20"/>
        </w:rPr>
        <w:t>17</w:t>
      </w:r>
      <w:r>
        <w:rPr>
          <w:rFonts w:asciiTheme="minorHAnsi" w:hAnsiTheme="minorHAnsi" w:cstheme="minorHAnsi"/>
          <w:szCs w:val="20"/>
        </w:rPr>
        <w:t>.</w:t>
      </w:r>
      <w:r w:rsidR="000C38EE">
        <w:rPr>
          <w:rFonts w:asciiTheme="minorHAnsi" w:hAnsiTheme="minorHAnsi" w:cstheme="minorHAnsi"/>
          <w:szCs w:val="20"/>
        </w:rPr>
        <w:t xml:space="preserve"> </w:t>
      </w:r>
      <w:r w:rsidR="00E75548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>.</w:t>
      </w:r>
      <w:r w:rsidR="000C38EE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202</w:t>
      </w:r>
      <w:r w:rsidR="00E75548">
        <w:rPr>
          <w:rFonts w:asciiTheme="minorHAnsi" w:hAnsiTheme="minorHAnsi" w:cstheme="minorHAnsi"/>
          <w:szCs w:val="20"/>
        </w:rPr>
        <w:t>5</w:t>
      </w:r>
    </w:p>
    <w:p w14:paraId="439073AD" w14:textId="40263F90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  <w:r w:rsidRPr="0049503D">
        <w:rPr>
          <w:rFonts w:asciiTheme="minorHAnsi" w:hAnsiTheme="minorHAnsi" w:cstheme="minorHAnsi"/>
          <w:szCs w:val="20"/>
        </w:rPr>
        <w:t xml:space="preserve">Številka: </w:t>
      </w:r>
      <w:r>
        <w:rPr>
          <w:rFonts w:asciiTheme="minorHAnsi" w:hAnsiTheme="minorHAnsi" w:cstheme="minorHAnsi"/>
          <w:szCs w:val="20"/>
        </w:rPr>
        <w:t xml:space="preserve">JN </w:t>
      </w:r>
      <w:r w:rsidR="00E75548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>/202</w:t>
      </w:r>
      <w:r w:rsidR="00E75548">
        <w:rPr>
          <w:rFonts w:asciiTheme="minorHAnsi" w:hAnsiTheme="minorHAnsi" w:cstheme="minorHAnsi"/>
          <w:szCs w:val="20"/>
        </w:rPr>
        <w:t>5</w:t>
      </w:r>
      <w:r w:rsidR="001B51CE">
        <w:rPr>
          <w:rFonts w:asciiTheme="minorHAnsi" w:hAnsiTheme="minorHAnsi" w:cstheme="minorHAnsi"/>
          <w:szCs w:val="20"/>
        </w:rPr>
        <w:t>-NMV</w:t>
      </w:r>
      <w:r>
        <w:rPr>
          <w:rFonts w:asciiTheme="minorHAnsi" w:hAnsiTheme="minorHAnsi" w:cstheme="minorHAnsi"/>
          <w:szCs w:val="20"/>
        </w:rPr>
        <w:t xml:space="preserve"> </w:t>
      </w:r>
    </w:p>
    <w:p w14:paraId="17B27CD5" w14:textId="77777777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</w:p>
    <w:p w14:paraId="356BA7B5" w14:textId="77777777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</w:p>
    <w:p w14:paraId="7E0DAAA9" w14:textId="77777777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</w:p>
    <w:p w14:paraId="6D59026A" w14:textId="77777777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</w:p>
    <w:p w14:paraId="0ABE8171" w14:textId="77777777" w:rsidR="001A6C14" w:rsidRPr="0049503D" w:rsidRDefault="001A6C14" w:rsidP="001A6C14">
      <w:pPr>
        <w:rPr>
          <w:rFonts w:asciiTheme="minorHAnsi" w:hAnsiTheme="minorHAnsi" w:cstheme="minorHAnsi"/>
          <w:szCs w:val="20"/>
        </w:rPr>
      </w:pPr>
    </w:p>
    <w:p w14:paraId="497872F0" w14:textId="77777777" w:rsidR="001A6C14" w:rsidRDefault="001A6C14" w:rsidP="001A6C14">
      <w:pPr>
        <w:rPr>
          <w:rFonts w:asciiTheme="minorHAnsi" w:hAnsiTheme="minorHAnsi" w:cstheme="minorHAnsi"/>
          <w:b/>
          <w:szCs w:val="20"/>
        </w:rPr>
      </w:pPr>
    </w:p>
    <w:p w14:paraId="2CDE4571" w14:textId="77777777" w:rsidR="001A6C14" w:rsidRPr="0049503D" w:rsidRDefault="001A6C14" w:rsidP="001A6C14">
      <w:pPr>
        <w:rPr>
          <w:rFonts w:asciiTheme="minorHAnsi" w:hAnsiTheme="minorHAnsi" w:cstheme="minorHAnsi"/>
          <w:b/>
          <w:szCs w:val="20"/>
        </w:rPr>
      </w:pPr>
    </w:p>
    <w:p w14:paraId="661ADB3D" w14:textId="77777777" w:rsidR="001A6C14" w:rsidRPr="002F4AF1" w:rsidRDefault="001A6C14" w:rsidP="001A6C14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F4AF1">
        <w:rPr>
          <w:rFonts w:asciiTheme="minorHAnsi" w:hAnsiTheme="minorHAnsi" w:cstheme="minorHAnsi"/>
          <w:b/>
          <w:sz w:val="26"/>
          <w:szCs w:val="26"/>
        </w:rPr>
        <w:t xml:space="preserve">RAZPISNA DOKUMENTACIJA ZA ODDAJO JAVNEGA NAROČILA </w:t>
      </w:r>
    </w:p>
    <w:p w14:paraId="39656263" w14:textId="77777777" w:rsidR="00D03E19" w:rsidRPr="00D03E19" w:rsidRDefault="00D03E19" w:rsidP="00D03E19"/>
    <w:p w14:paraId="15A1985B" w14:textId="735EA349" w:rsidR="00D03E19" w:rsidRDefault="00D03E19" w:rsidP="00D03E19"/>
    <w:p w14:paraId="599E3EA2" w14:textId="649083BD" w:rsidR="001A6C14" w:rsidRPr="0049503D" w:rsidRDefault="001B51CE" w:rsidP="001A6C14">
      <w:pPr>
        <w:jc w:val="center"/>
        <w:rPr>
          <w:rFonts w:asciiTheme="minorHAnsi" w:hAnsiTheme="minorHAnsi" w:cstheme="minorHAnsi"/>
          <w:b/>
          <w:szCs w:val="20"/>
        </w:rPr>
      </w:pPr>
      <w:r w:rsidRPr="0049503D">
        <w:rPr>
          <w:rFonts w:asciiTheme="minorHAnsi" w:hAnsiTheme="minorHAnsi" w:cstheme="minorHAnsi"/>
          <w:b/>
          <w:szCs w:val="20"/>
        </w:rPr>
        <w:t xml:space="preserve">Oddaja javnega naročila po postopku </w:t>
      </w:r>
      <w:r>
        <w:rPr>
          <w:rFonts w:asciiTheme="minorHAnsi" w:hAnsiTheme="minorHAnsi" w:cstheme="minorHAnsi"/>
          <w:b/>
          <w:szCs w:val="20"/>
        </w:rPr>
        <w:t>naročila male vrednosti</w:t>
      </w:r>
    </w:p>
    <w:p w14:paraId="26D5A006" w14:textId="77777777" w:rsidR="001A6C14" w:rsidRPr="0049503D" w:rsidRDefault="001A6C14" w:rsidP="001A6C14">
      <w:pPr>
        <w:jc w:val="center"/>
        <w:rPr>
          <w:rFonts w:asciiTheme="minorHAnsi" w:hAnsiTheme="minorHAnsi" w:cstheme="minorHAnsi"/>
          <w:b/>
          <w:szCs w:val="20"/>
        </w:rPr>
      </w:pPr>
    </w:p>
    <w:p w14:paraId="6C68D17B" w14:textId="77777777" w:rsidR="001A6C14" w:rsidRPr="0049503D" w:rsidRDefault="001A6C14" w:rsidP="001A6C14">
      <w:pPr>
        <w:jc w:val="center"/>
        <w:rPr>
          <w:rFonts w:asciiTheme="minorHAnsi" w:hAnsiTheme="minorHAnsi" w:cstheme="minorHAnsi"/>
          <w:b/>
          <w:szCs w:val="20"/>
        </w:rPr>
      </w:pPr>
    </w:p>
    <w:p w14:paraId="0C394A95" w14:textId="77777777" w:rsidR="001A6C14" w:rsidRPr="0049503D" w:rsidRDefault="001A6C14" w:rsidP="001A6C14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49503D">
        <w:rPr>
          <w:rFonts w:asciiTheme="minorHAnsi" w:hAnsiTheme="minorHAnsi" w:cstheme="minorHAnsi"/>
          <w:b/>
          <w:bCs/>
          <w:szCs w:val="20"/>
        </w:rPr>
        <w:t xml:space="preserve">za izbiro izvajalca </w:t>
      </w:r>
      <w:r>
        <w:rPr>
          <w:rFonts w:asciiTheme="minorHAnsi" w:hAnsiTheme="minorHAnsi" w:cstheme="minorHAnsi"/>
          <w:b/>
          <w:bCs/>
          <w:szCs w:val="20"/>
        </w:rPr>
        <w:t>za izvedbo javnega naročila</w:t>
      </w:r>
    </w:p>
    <w:p w14:paraId="0CEEE304" w14:textId="2585F303" w:rsidR="001A6C14" w:rsidRPr="000F4F5F" w:rsidRDefault="00E835F8" w:rsidP="001A6C14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GB"/>
        </w:rPr>
      </w:pPr>
      <w:bookmarkStart w:id="0" w:name="_Hlk145424345"/>
      <w:r w:rsidRPr="000F4F5F">
        <w:rPr>
          <w:rFonts w:asciiTheme="minorHAnsi" w:hAnsiTheme="minorHAnsi" w:cstheme="minorHAnsi"/>
          <w:b/>
          <w:sz w:val="28"/>
          <w:szCs w:val="28"/>
        </w:rPr>
        <w:t>»</w:t>
      </w:r>
      <w:r w:rsidR="00776281">
        <w:rPr>
          <w:rFonts w:asciiTheme="minorHAnsi" w:hAnsiTheme="minorHAnsi" w:cstheme="minorHAnsi"/>
          <w:b/>
          <w:sz w:val="28"/>
          <w:szCs w:val="28"/>
        </w:rPr>
        <w:t>GRADBENA OBNOVA NOGOMETNEGA IGRIŠČA</w:t>
      </w:r>
      <w:r w:rsidR="008C3D11">
        <w:rPr>
          <w:rFonts w:asciiTheme="minorHAnsi" w:hAnsiTheme="minorHAnsi" w:cstheme="minorHAnsi"/>
          <w:b/>
          <w:sz w:val="28"/>
          <w:szCs w:val="28"/>
        </w:rPr>
        <w:t xml:space="preserve"> NA STADIONU</w:t>
      </w:r>
      <w:r w:rsidR="00776281">
        <w:rPr>
          <w:rFonts w:asciiTheme="minorHAnsi" w:hAnsiTheme="minorHAnsi" w:cstheme="minorHAnsi"/>
          <w:b/>
          <w:sz w:val="28"/>
          <w:szCs w:val="28"/>
        </w:rPr>
        <w:t xml:space="preserve"> STOŽICE</w:t>
      </w:r>
      <w:r w:rsidRPr="000F4F5F">
        <w:rPr>
          <w:rFonts w:asciiTheme="minorHAnsi" w:hAnsiTheme="minorHAnsi" w:cstheme="minorHAnsi"/>
          <w:b/>
          <w:sz w:val="28"/>
          <w:szCs w:val="28"/>
        </w:rPr>
        <w:t>«</w:t>
      </w:r>
      <w:bookmarkEnd w:id="0"/>
    </w:p>
    <w:p w14:paraId="4387BC5C" w14:textId="77777777" w:rsidR="001A6C14" w:rsidRPr="000F4F5F" w:rsidRDefault="001A6C14" w:rsidP="001A6C1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9520032" w14:textId="042A4A1F" w:rsidR="001A6C14" w:rsidRPr="000F4F5F" w:rsidRDefault="001A6C14" w:rsidP="001A6C1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F4F5F">
        <w:rPr>
          <w:rFonts w:asciiTheme="minorHAnsi" w:hAnsiTheme="minorHAnsi" w:cstheme="minorHAnsi"/>
          <w:b/>
          <w:sz w:val="28"/>
          <w:szCs w:val="28"/>
        </w:rPr>
        <w:t xml:space="preserve">št. JN </w:t>
      </w:r>
      <w:r w:rsidR="00E75548">
        <w:rPr>
          <w:rFonts w:asciiTheme="minorHAnsi" w:hAnsiTheme="minorHAnsi" w:cstheme="minorHAnsi"/>
          <w:b/>
          <w:sz w:val="28"/>
          <w:szCs w:val="28"/>
        </w:rPr>
        <w:t>2</w:t>
      </w:r>
      <w:r w:rsidRPr="000F4F5F">
        <w:rPr>
          <w:rFonts w:asciiTheme="minorHAnsi" w:hAnsiTheme="minorHAnsi" w:cstheme="minorHAnsi"/>
          <w:b/>
          <w:sz w:val="28"/>
          <w:szCs w:val="28"/>
        </w:rPr>
        <w:t>/202</w:t>
      </w:r>
      <w:r w:rsidR="00E75548">
        <w:rPr>
          <w:rFonts w:asciiTheme="minorHAnsi" w:hAnsiTheme="minorHAnsi" w:cstheme="minorHAnsi"/>
          <w:b/>
          <w:sz w:val="28"/>
          <w:szCs w:val="28"/>
        </w:rPr>
        <w:t>5</w:t>
      </w:r>
      <w:r w:rsidR="00930908">
        <w:rPr>
          <w:rFonts w:asciiTheme="minorHAnsi" w:hAnsiTheme="minorHAnsi" w:cstheme="minorHAnsi"/>
          <w:b/>
          <w:sz w:val="28"/>
          <w:szCs w:val="28"/>
        </w:rPr>
        <w:t>-NMV</w:t>
      </w:r>
    </w:p>
    <w:p w14:paraId="10AB2B9F" w14:textId="11B52F3B" w:rsidR="00D03E19" w:rsidRDefault="00D03E19" w:rsidP="00D03E19"/>
    <w:p w14:paraId="6EE1B44F" w14:textId="63CF3EA5" w:rsidR="00D03E19" w:rsidRDefault="00D03E19" w:rsidP="00D03E19"/>
    <w:p w14:paraId="20A33B33" w14:textId="3122E5A6" w:rsidR="00D03E19" w:rsidRDefault="00D03E19" w:rsidP="00D03E19"/>
    <w:p w14:paraId="22D0EE25" w14:textId="5CA1DDB9" w:rsidR="00D03E19" w:rsidRPr="001A6C14" w:rsidRDefault="001A6C14" w:rsidP="001A6C1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A6C14">
        <w:rPr>
          <w:rFonts w:asciiTheme="minorHAnsi" w:hAnsiTheme="minorHAnsi" w:cstheme="minorHAnsi"/>
          <w:b/>
          <w:sz w:val="28"/>
          <w:szCs w:val="28"/>
        </w:rPr>
        <w:t>OBRAZCI</w:t>
      </w:r>
    </w:p>
    <w:p w14:paraId="4E13098D" w14:textId="4B62436F" w:rsidR="00D03E19" w:rsidRDefault="00D03E19" w:rsidP="00D03E19"/>
    <w:p w14:paraId="13C1D1AB" w14:textId="0D954685" w:rsidR="00D03E19" w:rsidRDefault="00D03E19" w:rsidP="00D03E19"/>
    <w:p w14:paraId="32BF150A" w14:textId="6796E75D" w:rsidR="00D03E19" w:rsidRDefault="00D03E19" w:rsidP="00D03E19"/>
    <w:p w14:paraId="2336C69C" w14:textId="77777777" w:rsidR="00D03E19" w:rsidRPr="00D03E19" w:rsidRDefault="00D03E19" w:rsidP="00D03E19"/>
    <w:p w14:paraId="3CE6DDDB" w14:textId="77777777" w:rsidR="00D03E19" w:rsidRDefault="00D03E19" w:rsidP="00BD6D17">
      <w:pPr>
        <w:pStyle w:val="Naslov"/>
        <w:rPr>
          <w:rFonts w:asciiTheme="minorHAnsi" w:hAnsiTheme="minorHAnsi" w:cstheme="minorHAnsi"/>
          <w:sz w:val="28"/>
          <w:szCs w:val="28"/>
        </w:rPr>
        <w:sectPr w:rsidR="00D03E19" w:rsidSect="008E5280">
          <w:headerReference w:type="default" r:id="rId8"/>
          <w:headerReference w:type="first" r:id="rId9"/>
          <w:footerReference w:type="first" r:id="rId10"/>
          <w:pgSz w:w="11906" w:h="16838" w:code="9"/>
          <w:pgMar w:top="1134" w:right="1418" w:bottom="1134" w:left="1418" w:header="907" w:footer="559" w:gutter="0"/>
          <w:pgNumType w:start="1"/>
          <w:cols w:space="708"/>
          <w:docGrid w:linePitch="360"/>
        </w:sectPr>
      </w:pPr>
    </w:p>
    <w:p w14:paraId="415B654E" w14:textId="6A4A3BD9" w:rsidR="00D03E19" w:rsidRDefault="00D03E19" w:rsidP="00BD6D17">
      <w:pPr>
        <w:pStyle w:val="Naslov"/>
        <w:rPr>
          <w:rFonts w:asciiTheme="minorHAnsi" w:hAnsiTheme="minorHAnsi" w:cstheme="minorHAnsi"/>
          <w:sz w:val="28"/>
          <w:szCs w:val="28"/>
        </w:rPr>
      </w:pPr>
    </w:p>
    <w:p w14:paraId="42316C46" w14:textId="557D420A" w:rsidR="0067400E" w:rsidRPr="00572ACE" w:rsidRDefault="00504634" w:rsidP="00BD6D17">
      <w:pPr>
        <w:pStyle w:val="Naslov"/>
        <w:rPr>
          <w:rFonts w:asciiTheme="minorHAnsi" w:hAnsiTheme="minorHAnsi" w:cstheme="minorHAnsi"/>
          <w:sz w:val="28"/>
          <w:szCs w:val="28"/>
        </w:rPr>
      </w:pPr>
      <w:r w:rsidRPr="00572ACE">
        <w:rPr>
          <w:rFonts w:asciiTheme="minorHAnsi" w:hAnsiTheme="minorHAnsi" w:cstheme="minorHAnsi"/>
          <w:sz w:val="28"/>
          <w:szCs w:val="28"/>
        </w:rPr>
        <w:t>ponudba</w:t>
      </w:r>
    </w:p>
    <w:p w14:paraId="7D138B79" w14:textId="77777777" w:rsidR="0067400E" w:rsidRDefault="0067400E" w:rsidP="00BD6D17">
      <w:pPr>
        <w:pStyle w:val="Naslov1"/>
        <w:rPr>
          <w:rFonts w:asciiTheme="minorHAnsi" w:hAnsiTheme="minorHAnsi" w:cstheme="minorHAnsi"/>
          <w:szCs w:val="20"/>
        </w:rPr>
      </w:pPr>
      <w:r w:rsidRPr="00572ACE">
        <w:rPr>
          <w:rFonts w:asciiTheme="minorHAnsi" w:hAnsiTheme="minorHAnsi" w:cstheme="minorHAnsi"/>
        </w:rPr>
        <w:t>ponudba</w:t>
      </w:r>
      <w:r w:rsidR="00121797" w:rsidRPr="00572ACE">
        <w:rPr>
          <w:rFonts w:asciiTheme="minorHAnsi" w:hAnsiTheme="minorHAnsi" w:cstheme="minorHAnsi"/>
        </w:rPr>
        <w:t xml:space="preserve"> št. </w:t>
      </w:r>
      <w:r w:rsidR="00121797" w:rsidRPr="00572ACE">
        <w:rPr>
          <w:rFonts w:asciiTheme="minorHAnsi" w:hAnsiTheme="minorHAnsi" w:cstheme="minorHAnsi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1797" w:rsidRPr="00572ACE">
        <w:rPr>
          <w:rFonts w:asciiTheme="minorHAnsi" w:hAnsiTheme="minorHAnsi" w:cstheme="minorHAnsi"/>
          <w:szCs w:val="20"/>
        </w:rPr>
        <w:instrText xml:space="preserve"> FORMTEXT </w:instrText>
      </w:r>
      <w:r w:rsidR="00121797" w:rsidRPr="00572ACE">
        <w:rPr>
          <w:rFonts w:asciiTheme="minorHAnsi" w:hAnsiTheme="minorHAnsi" w:cstheme="minorHAnsi"/>
          <w:szCs w:val="20"/>
        </w:rPr>
      </w:r>
      <w:r w:rsidR="00121797" w:rsidRPr="00572ACE">
        <w:rPr>
          <w:rFonts w:asciiTheme="minorHAnsi" w:hAnsiTheme="minorHAnsi" w:cstheme="minorHAnsi"/>
          <w:szCs w:val="20"/>
        </w:rPr>
        <w:fldChar w:fldCharType="separate"/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szCs w:val="20"/>
        </w:rPr>
        <w:fldChar w:fldCharType="end"/>
      </w:r>
      <w:r w:rsidR="00121797" w:rsidRPr="00572ACE">
        <w:rPr>
          <w:rFonts w:asciiTheme="minorHAnsi" w:hAnsiTheme="minorHAnsi" w:cstheme="minorHAnsi"/>
          <w:szCs w:val="20"/>
        </w:rPr>
        <w:t xml:space="preserve"> Z DNE </w:t>
      </w:r>
      <w:r w:rsidR="00121797" w:rsidRPr="00572ACE">
        <w:rPr>
          <w:rFonts w:asciiTheme="minorHAnsi" w:hAnsiTheme="minorHAnsi" w:cstheme="minorHAnsi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1797" w:rsidRPr="00572ACE">
        <w:rPr>
          <w:rFonts w:asciiTheme="minorHAnsi" w:hAnsiTheme="minorHAnsi" w:cstheme="minorHAnsi"/>
          <w:szCs w:val="20"/>
        </w:rPr>
        <w:instrText xml:space="preserve"> FORMTEXT </w:instrText>
      </w:r>
      <w:r w:rsidR="00121797" w:rsidRPr="00572ACE">
        <w:rPr>
          <w:rFonts w:asciiTheme="minorHAnsi" w:hAnsiTheme="minorHAnsi" w:cstheme="minorHAnsi"/>
          <w:szCs w:val="20"/>
        </w:rPr>
      </w:r>
      <w:r w:rsidR="00121797" w:rsidRPr="00572ACE">
        <w:rPr>
          <w:rFonts w:asciiTheme="minorHAnsi" w:hAnsiTheme="minorHAnsi" w:cstheme="minorHAnsi"/>
          <w:szCs w:val="20"/>
        </w:rPr>
        <w:fldChar w:fldCharType="separate"/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noProof/>
          <w:szCs w:val="20"/>
        </w:rPr>
        <w:t> </w:t>
      </w:r>
      <w:r w:rsidR="00121797" w:rsidRPr="00572ACE">
        <w:rPr>
          <w:rFonts w:asciiTheme="minorHAnsi" w:hAnsiTheme="minorHAnsi" w:cstheme="minorHAnsi"/>
          <w:szCs w:val="20"/>
        </w:rPr>
        <w:fldChar w:fldCharType="end"/>
      </w:r>
    </w:p>
    <w:p w14:paraId="4D99B9B8" w14:textId="4738966C" w:rsidR="006675B6" w:rsidRPr="00572ACE" w:rsidRDefault="006675B6" w:rsidP="006675B6">
      <w:pPr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Ponudbo oddajamo: (se označi z X)</w:t>
      </w:r>
      <w:r w:rsidR="00776281">
        <w:rPr>
          <w:rFonts w:asciiTheme="minorHAnsi" w:hAnsiTheme="minorHAnsi" w:cstheme="minorHAnsi"/>
        </w:rPr>
        <w:t>:</w:t>
      </w:r>
      <w:r w:rsidR="00776281">
        <w:rPr>
          <w:rFonts w:asciiTheme="minorHAnsi" w:hAnsiTheme="minorHAnsi" w:cstheme="minorHAnsi"/>
        </w:rPr>
        <w:tab/>
      </w:r>
      <w:r w:rsidR="00776281">
        <w:rPr>
          <w:rFonts w:asciiTheme="minorHAnsi" w:hAnsiTheme="minorHAnsi" w:cstheme="minorHAnsi"/>
        </w:rPr>
        <w:tab/>
      </w:r>
      <w:r w:rsidR="00776281">
        <w:rPr>
          <w:rFonts w:asciiTheme="minorHAnsi" w:hAnsiTheme="minorHAnsi" w:cstheme="minorHAnsi"/>
        </w:rPr>
        <w:tab/>
        <w:t>Ponudbo oddajamo za:</w:t>
      </w:r>
    </w:p>
    <w:p w14:paraId="6DE38CB4" w14:textId="77777777" w:rsidR="006675B6" w:rsidRPr="006675B6" w:rsidRDefault="006675B6" w:rsidP="006675B6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675B6" w14:paraId="7985198A" w14:textId="77777777" w:rsidTr="006675B6">
        <w:tc>
          <w:tcPr>
            <w:tcW w:w="4530" w:type="dxa"/>
          </w:tcPr>
          <w:p w14:paraId="4228992D" w14:textId="77777777" w:rsidR="006675B6" w:rsidRDefault="006675B6" w:rsidP="00BD6D17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Samostojno</w:t>
            </w:r>
          </w:p>
          <w:p w14:paraId="57A85BB7" w14:textId="4E093104" w:rsidR="006675B6" w:rsidRDefault="006675B6" w:rsidP="00BD6D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70D3698C" w14:textId="49B201F3" w:rsidR="006675B6" w:rsidRDefault="00776281" w:rsidP="00BD6D17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</w:t>
            </w:r>
            <w:r w:rsidR="00E75548">
              <w:rPr>
                <w:rFonts w:asciiTheme="minorHAnsi" w:hAnsiTheme="minorHAnsi" w:cstheme="minorHAnsi"/>
              </w:rPr>
              <w:t>Vse</w:t>
            </w:r>
            <w:r>
              <w:rPr>
                <w:rFonts w:asciiTheme="minorHAnsi" w:hAnsiTheme="minorHAnsi" w:cstheme="minorHAnsi"/>
              </w:rPr>
              <w:t xml:space="preserve"> sklop</w:t>
            </w:r>
            <w:r w:rsidR="00E75548">
              <w:rPr>
                <w:rFonts w:asciiTheme="minorHAnsi" w:hAnsiTheme="minorHAnsi" w:cstheme="minorHAnsi"/>
              </w:rPr>
              <w:t>e</w:t>
            </w:r>
          </w:p>
        </w:tc>
      </w:tr>
      <w:tr w:rsidR="006675B6" w14:paraId="4516FA25" w14:textId="77777777" w:rsidTr="006675B6">
        <w:tc>
          <w:tcPr>
            <w:tcW w:w="4530" w:type="dxa"/>
          </w:tcPr>
          <w:p w14:paraId="0E540DAF" w14:textId="77777777" w:rsidR="006675B6" w:rsidRPr="00572ACE" w:rsidRDefault="006675B6" w:rsidP="006675B6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Skupno ponudbo</w:t>
            </w:r>
          </w:p>
          <w:p w14:paraId="0231C2BD" w14:textId="77777777" w:rsidR="006675B6" w:rsidRDefault="006675B6" w:rsidP="00BD6D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4A088D06" w14:textId="0AF106D2" w:rsidR="006675B6" w:rsidRDefault="00776281" w:rsidP="00BD6D17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Sklop 1</w:t>
            </w:r>
          </w:p>
        </w:tc>
      </w:tr>
      <w:tr w:rsidR="006675B6" w14:paraId="0D34B02D" w14:textId="77777777" w:rsidTr="006675B6">
        <w:tc>
          <w:tcPr>
            <w:tcW w:w="4530" w:type="dxa"/>
          </w:tcPr>
          <w:p w14:paraId="6BD3B964" w14:textId="77777777" w:rsidR="006675B6" w:rsidRPr="00572ACE" w:rsidRDefault="006675B6" w:rsidP="006675B6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S podizvajalci</w:t>
            </w:r>
          </w:p>
          <w:p w14:paraId="1D873B8E" w14:textId="77777777" w:rsidR="006675B6" w:rsidRDefault="006675B6" w:rsidP="00BD6D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68046F74" w14:textId="3DF4FC3C" w:rsidR="006675B6" w:rsidRDefault="00776281" w:rsidP="00BD6D17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Sklop 2</w:t>
            </w:r>
          </w:p>
        </w:tc>
      </w:tr>
      <w:tr w:rsidR="00E75548" w14:paraId="75639C6C" w14:textId="77777777" w:rsidTr="006675B6">
        <w:tc>
          <w:tcPr>
            <w:tcW w:w="4530" w:type="dxa"/>
          </w:tcPr>
          <w:p w14:paraId="321C0D11" w14:textId="77777777" w:rsidR="00E75548" w:rsidRPr="00572ACE" w:rsidRDefault="00E75548" w:rsidP="006675B6">
            <w:pPr>
              <w:rPr>
                <w:rFonts w:ascii="Segoe UI Symbol" w:eastAsia="MS Gothic" w:hAnsi="Segoe UI Symbol" w:cs="Segoe UI Symbol"/>
              </w:rPr>
            </w:pPr>
          </w:p>
        </w:tc>
        <w:tc>
          <w:tcPr>
            <w:tcW w:w="4530" w:type="dxa"/>
          </w:tcPr>
          <w:p w14:paraId="792E0430" w14:textId="2BE2E88B" w:rsidR="00E75548" w:rsidRPr="00572ACE" w:rsidRDefault="00E75548" w:rsidP="00BD6D17">
            <w:pPr>
              <w:rPr>
                <w:rFonts w:ascii="Segoe UI Symbol" w:eastAsia="MS Gothic" w:hAnsi="Segoe UI Symbol" w:cs="Segoe UI Symbol"/>
              </w:rPr>
            </w:pPr>
            <w:r w:rsidRPr="00572ACE">
              <w:rPr>
                <w:rFonts w:ascii="Segoe UI Symbol" w:eastAsia="MS Gothic" w:hAnsi="Segoe UI Symbol" w:cs="Segoe UI Symbol"/>
              </w:rPr>
              <w:t>☐</w:t>
            </w:r>
            <w:r w:rsidRPr="00572A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Sklop 3</w:t>
            </w:r>
          </w:p>
        </w:tc>
      </w:tr>
    </w:tbl>
    <w:p w14:paraId="4D2480E8" w14:textId="77777777" w:rsidR="00EF5B17" w:rsidRPr="00572ACE" w:rsidRDefault="00210205" w:rsidP="00210205">
      <w:pPr>
        <w:pStyle w:val="Naslov1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Osnovni podatki o gospodarskem subjektu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1"/>
        <w:gridCol w:w="4521"/>
      </w:tblGrid>
      <w:tr w:rsidR="0067400E" w:rsidRPr="00572ACE" w14:paraId="3C8637F3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0C72210C" w14:textId="77777777" w:rsidR="0067400E" w:rsidRPr="00572ACE" w:rsidRDefault="00121797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Popoln naziv</w:t>
            </w:r>
            <w:r w:rsidR="0067400E" w:rsidRPr="00572ACE">
              <w:rPr>
                <w:rFonts w:asciiTheme="minorHAnsi" w:hAnsiTheme="minorHAnsi" w:cstheme="minorHAnsi"/>
              </w:rPr>
              <w:t xml:space="preserve"> </w:t>
            </w:r>
            <w:r w:rsidRPr="00572ACE">
              <w:rPr>
                <w:rFonts w:asciiTheme="minorHAnsi" w:hAnsiTheme="minorHAnsi" w:cstheme="minorHAnsi"/>
                <w:szCs w:val="20"/>
              </w:rPr>
              <w:t>gospodarskega subjekta:</w:t>
            </w:r>
          </w:p>
        </w:tc>
        <w:tc>
          <w:tcPr>
            <w:tcW w:w="4521" w:type="dxa"/>
            <w:vAlign w:val="center"/>
          </w:tcPr>
          <w:p w14:paraId="116A77E5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10C6CD0F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041D421E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 xml:space="preserve">Naslov </w:t>
            </w:r>
            <w:r w:rsidR="00121797" w:rsidRPr="00572ACE">
              <w:rPr>
                <w:rFonts w:asciiTheme="minorHAnsi" w:hAnsiTheme="minorHAnsi" w:cstheme="minorHAnsi"/>
                <w:szCs w:val="20"/>
              </w:rPr>
              <w:t>gospodarskega subjekta:</w:t>
            </w:r>
          </w:p>
        </w:tc>
        <w:tc>
          <w:tcPr>
            <w:tcW w:w="4521" w:type="dxa"/>
            <w:vAlign w:val="center"/>
          </w:tcPr>
          <w:p w14:paraId="717E2E65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696E49ED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35B56F5F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Matična številka:</w:t>
            </w:r>
          </w:p>
        </w:tc>
        <w:tc>
          <w:tcPr>
            <w:tcW w:w="4521" w:type="dxa"/>
            <w:vAlign w:val="center"/>
          </w:tcPr>
          <w:p w14:paraId="0C7E6ED3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5C08F11C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4716E88E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Identifikacijska številka za DDV:</w:t>
            </w:r>
          </w:p>
        </w:tc>
        <w:tc>
          <w:tcPr>
            <w:tcW w:w="4521" w:type="dxa"/>
            <w:vAlign w:val="center"/>
          </w:tcPr>
          <w:p w14:paraId="54E47929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6149E72C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5E16A97E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Pristojni davčni urad:</w:t>
            </w:r>
          </w:p>
        </w:tc>
        <w:tc>
          <w:tcPr>
            <w:tcW w:w="4521" w:type="dxa"/>
            <w:vAlign w:val="center"/>
          </w:tcPr>
          <w:p w14:paraId="26713D50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0B915047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6B367D44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Številka transakcijskega računa:</w:t>
            </w:r>
          </w:p>
        </w:tc>
        <w:tc>
          <w:tcPr>
            <w:tcW w:w="4521" w:type="dxa"/>
            <w:vAlign w:val="center"/>
          </w:tcPr>
          <w:p w14:paraId="24708454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2D88530A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60C16B63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Telefonska številka:</w:t>
            </w:r>
          </w:p>
        </w:tc>
        <w:tc>
          <w:tcPr>
            <w:tcW w:w="4521" w:type="dxa"/>
            <w:vAlign w:val="center"/>
          </w:tcPr>
          <w:p w14:paraId="7741AC9F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74C14DB2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56EC767A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E-pošta:</w:t>
            </w:r>
          </w:p>
        </w:tc>
        <w:tc>
          <w:tcPr>
            <w:tcW w:w="4521" w:type="dxa"/>
            <w:vAlign w:val="center"/>
          </w:tcPr>
          <w:p w14:paraId="488A17D6" w14:textId="77777777" w:rsidR="0067400E" w:rsidRPr="00572ACE" w:rsidRDefault="0067400E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121797" w:rsidRPr="00572ACE" w14:paraId="7F3BA7A4" w14:textId="77777777" w:rsidTr="002349B9">
        <w:trPr>
          <w:trHeight w:val="170"/>
        </w:trPr>
        <w:tc>
          <w:tcPr>
            <w:tcW w:w="4431" w:type="dxa"/>
            <w:vAlign w:val="center"/>
          </w:tcPr>
          <w:p w14:paraId="36CEA784" w14:textId="77777777" w:rsidR="00121797" w:rsidRPr="00572ACE" w:rsidRDefault="00121797" w:rsidP="00156704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Skrbnik pogodbe:</w:t>
            </w:r>
          </w:p>
        </w:tc>
        <w:tc>
          <w:tcPr>
            <w:tcW w:w="4521" w:type="dxa"/>
            <w:vAlign w:val="center"/>
          </w:tcPr>
          <w:p w14:paraId="30FD448D" w14:textId="77777777" w:rsidR="00121797" w:rsidRPr="00572ACE" w:rsidRDefault="00121797" w:rsidP="00156704">
            <w:pPr>
              <w:keepNext/>
              <w:jc w:val="left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2E9B374A" w14:textId="77777777" w:rsidR="0067400E" w:rsidRPr="00572ACE" w:rsidRDefault="0067400E" w:rsidP="00BD6D17">
      <w:pPr>
        <w:rPr>
          <w:rFonts w:asciiTheme="minorHAnsi" w:hAnsiTheme="minorHAnsi" w:cstheme="minorHAnsi"/>
          <w:i/>
        </w:rPr>
      </w:pPr>
    </w:p>
    <w:p w14:paraId="13A4DD57" w14:textId="77777777" w:rsidR="00EF5B17" w:rsidRPr="00572ACE" w:rsidRDefault="00064B1A" w:rsidP="00064B1A">
      <w:pPr>
        <w:pStyle w:val="Naslov2"/>
        <w:rPr>
          <w:rFonts w:asciiTheme="minorHAnsi" w:hAnsiTheme="minorHAnsi" w:cstheme="minorHAnsi"/>
          <w:i/>
        </w:rPr>
      </w:pPr>
      <w:r w:rsidRPr="00572ACE">
        <w:rPr>
          <w:rFonts w:asciiTheme="minorHAnsi" w:hAnsiTheme="minorHAnsi" w:cstheme="minorHAnsi"/>
          <w:i/>
          <w:szCs w:val="20"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204"/>
        <w:gridCol w:w="4141"/>
        <w:gridCol w:w="1719"/>
      </w:tblGrid>
      <w:tr w:rsidR="00210205" w:rsidRPr="00572ACE" w14:paraId="0E31DD3E" w14:textId="77777777" w:rsidTr="0053254E">
        <w:tc>
          <w:tcPr>
            <w:tcW w:w="897" w:type="dxa"/>
            <w:shd w:val="clear" w:color="auto" w:fill="auto"/>
            <w:vAlign w:val="center"/>
          </w:tcPr>
          <w:p w14:paraId="36CC02B6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Zap. št.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4B90CB1F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Ime in priimek</w:t>
            </w:r>
          </w:p>
        </w:tc>
        <w:tc>
          <w:tcPr>
            <w:tcW w:w="4233" w:type="dxa"/>
            <w:shd w:val="clear" w:color="auto" w:fill="auto"/>
            <w:vAlign w:val="center"/>
          </w:tcPr>
          <w:p w14:paraId="0CCD3749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Naslov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7CEA8E3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Funkcija</w:t>
            </w:r>
          </w:p>
        </w:tc>
      </w:tr>
      <w:tr w:rsidR="00210205" w:rsidRPr="00572ACE" w14:paraId="455DD389" w14:textId="77777777" w:rsidTr="0053254E">
        <w:tc>
          <w:tcPr>
            <w:tcW w:w="897" w:type="dxa"/>
            <w:shd w:val="clear" w:color="auto" w:fill="auto"/>
            <w:vAlign w:val="center"/>
          </w:tcPr>
          <w:p w14:paraId="2A013FA8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1.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CF3E959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044BC298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6974EABA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05C1B92A" w14:textId="77777777" w:rsidTr="0053254E">
        <w:tc>
          <w:tcPr>
            <w:tcW w:w="897" w:type="dxa"/>
            <w:shd w:val="clear" w:color="auto" w:fill="auto"/>
            <w:vAlign w:val="center"/>
          </w:tcPr>
          <w:p w14:paraId="3B89132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2.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4B1681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74F3CDF0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4830733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239474AE" w14:textId="77777777" w:rsidTr="0053254E">
        <w:tc>
          <w:tcPr>
            <w:tcW w:w="897" w:type="dxa"/>
            <w:shd w:val="clear" w:color="auto" w:fill="auto"/>
            <w:vAlign w:val="center"/>
          </w:tcPr>
          <w:p w14:paraId="73E9371A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3.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4F3DF26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2AC494A4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52871744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387AD5CA" w14:textId="77777777" w:rsidTr="0053254E">
        <w:tc>
          <w:tcPr>
            <w:tcW w:w="897" w:type="dxa"/>
            <w:shd w:val="clear" w:color="auto" w:fill="auto"/>
            <w:vAlign w:val="center"/>
          </w:tcPr>
          <w:p w14:paraId="114CFD0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4.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19473E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47301846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1B2012B8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66F01D16" w14:textId="77777777" w:rsidTr="0053254E">
        <w:tc>
          <w:tcPr>
            <w:tcW w:w="897" w:type="dxa"/>
            <w:shd w:val="clear" w:color="auto" w:fill="auto"/>
            <w:vAlign w:val="center"/>
          </w:tcPr>
          <w:p w14:paraId="5B688205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5.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350D946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5FAC3C01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6D86C994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</w:tbl>
    <w:p w14:paraId="2498CB9B" w14:textId="77777777" w:rsidR="0067400E" w:rsidRPr="00572ACE" w:rsidRDefault="00121797" w:rsidP="00064B1A">
      <w:pPr>
        <w:pStyle w:val="Naslov2"/>
        <w:rPr>
          <w:rFonts w:asciiTheme="minorHAnsi" w:hAnsiTheme="minorHAnsi" w:cstheme="minorHAnsi"/>
          <w:i/>
        </w:rPr>
      </w:pPr>
      <w:r w:rsidRPr="00572ACE">
        <w:rPr>
          <w:rFonts w:asciiTheme="minorHAnsi" w:hAnsiTheme="minorHAnsi" w:cstheme="minorHAnsi"/>
          <w:i/>
          <w:szCs w:val="20"/>
        </w:rPr>
        <w:lastRenderedPageBreak/>
        <w:t>Podpisniki</w:t>
      </w:r>
      <w:r w:rsidRPr="00572ACE">
        <w:rPr>
          <w:rFonts w:asciiTheme="minorHAnsi" w:hAnsiTheme="minorHAnsi" w:cstheme="minorHAnsi"/>
          <w:bCs/>
          <w:i/>
          <w:iCs/>
          <w:szCs w:val="20"/>
        </w:rPr>
        <w:t xml:space="preserve"> pogodbe z navedbo funkcije ter navedbo ali so samostojni oziroma</w:t>
      </w:r>
      <w:r w:rsidRPr="00572ACE">
        <w:rPr>
          <w:rFonts w:asciiTheme="minorHAnsi" w:hAnsiTheme="minorHAnsi" w:cstheme="minorHAnsi"/>
          <w:i/>
          <w:szCs w:val="20"/>
        </w:rPr>
        <w:t xml:space="preserve">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517"/>
        <w:gridCol w:w="2241"/>
        <w:gridCol w:w="2252"/>
      </w:tblGrid>
      <w:tr w:rsidR="00064B1A" w:rsidRPr="00572ACE" w14:paraId="62449844" w14:textId="77777777" w:rsidTr="000F386D">
        <w:trPr>
          <w:cantSplit/>
          <w:tblHeader/>
        </w:trPr>
        <w:tc>
          <w:tcPr>
            <w:tcW w:w="950" w:type="dxa"/>
            <w:shd w:val="clear" w:color="auto" w:fill="auto"/>
          </w:tcPr>
          <w:p w14:paraId="14C7C164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Zap. št.</w:t>
            </w:r>
          </w:p>
        </w:tc>
        <w:tc>
          <w:tcPr>
            <w:tcW w:w="3569" w:type="dxa"/>
            <w:shd w:val="clear" w:color="auto" w:fill="auto"/>
          </w:tcPr>
          <w:p w14:paraId="4E52E920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Ime in priimek</w:t>
            </w:r>
          </w:p>
        </w:tc>
        <w:tc>
          <w:tcPr>
            <w:tcW w:w="2267" w:type="dxa"/>
            <w:shd w:val="clear" w:color="auto" w:fill="auto"/>
          </w:tcPr>
          <w:p w14:paraId="5DC65B9F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Funkcija</w:t>
            </w:r>
          </w:p>
        </w:tc>
        <w:tc>
          <w:tcPr>
            <w:tcW w:w="2274" w:type="dxa"/>
            <w:shd w:val="clear" w:color="auto" w:fill="auto"/>
          </w:tcPr>
          <w:p w14:paraId="1DB5CB4A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Vrsta podpisnika</w:t>
            </w:r>
          </w:p>
        </w:tc>
      </w:tr>
      <w:tr w:rsidR="00064B1A" w:rsidRPr="00572ACE" w14:paraId="2BB4B18F" w14:textId="77777777" w:rsidTr="000F386D">
        <w:trPr>
          <w:cantSplit/>
          <w:tblHeader/>
        </w:trPr>
        <w:tc>
          <w:tcPr>
            <w:tcW w:w="950" w:type="dxa"/>
            <w:shd w:val="clear" w:color="auto" w:fill="auto"/>
          </w:tcPr>
          <w:p w14:paraId="7C92665B" w14:textId="77777777" w:rsidR="00064B1A" w:rsidRPr="00572ACE" w:rsidRDefault="00064B1A" w:rsidP="000F386D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3569" w:type="dxa"/>
            <w:shd w:val="clear" w:color="auto" w:fill="auto"/>
          </w:tcPr>
          <w:p w14:paraId="176DA25A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63FA22BF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0E13E13E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064B1A" w:rsidRPr="00572ACE" w14:paraId="04AC25CC" w14:textId="77777777" w:rsidTr="000F386D">
        <w:trPr>
          <w:cantSplit/>
          <w:tblHeader/>
        </w:trPr>
        <w:tc>
          <w:tcPr>
            <w:tcW w:w="950" w:type="dxa"/>
            <w:shd w:val="clear" w:color="auto" w:fill="auto"/>
          </w:tcPr>
          <w:p w14:paraId="4E0C90F7" w14:textId="77777777" w:rsidR="00064B1A" w:rsidRPr="00572ACE" w:rsidRDefault="00064B1A" w:rsidP="000F386D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3569" w:type="dxa"/>
            <w:shd w:val="clear" w:color="auto" w:fill="auto"/>
          </w:tcPr>
          <w:p w14:paraId="532241A6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643D690D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22F3F935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064B1A" w:rsidRPr="00572ACE" w14:paraId="13FF2F11" w14:textId="77777777" w:rsidTr="000F386D">
        <w:trPr>
          <w:cantSplit/>
          <w:tblHeader/>
        </w:trPr>
        <w:tc>
          <w:tcPr>
            <w:tcW w:w="950" w:type="dxa"/>
            <w:shd w:val="clear" w:color="auto" w:fill="auto"/>
          </w:tcPr>
          <w:p w14:paraId="5B32B7C8" w14:textId="77777777" w:rsidR="00064B1A" w:rsidRPr="00572ACE" w:rsidRDefault="00064B1A" w:rsidP="000F386D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3.</w:t>
            </w:r>
          </w:p>
        </w:tc>
        <w:tc>
          <w:tcPr>
            <w:tcW w:w="3569" w:type="dxa"/>
            <w:shd w:val="clear" w:color="auto" w:fill="auto"/>
          </w:tcPr>
          <w:p w14:paraId="43C16818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6DC344E5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7736FFC5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064B1A" w:rsidRPr="00572ACE" w14:paraId="459A2AE5" w14:textId="77777777" w:rsidTr="000F386D">
        <w:trPr>
          <w:cantSplit/>
          <w:tblHeader/>
        </w:trPr>
        <w:tc>
          <w:tcPr>
            <w:tcW w:w="950" w:type="dxa"/>
            <w:shd w:val="clear" w:color="auto" w:fill="auto"/>
          </w:tcPr>
          <w:p w14:paraId="3FBD5473" w14:textId="77777777" w:rsidR="00064B1A" w:rsidRPr="00572ACE" w:rsidRDefault="00064B1A" w:rsidP="000F386D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4.</w:t>
            </w:r>
          </w:p>
        </w:tc>
        <w:tc>
          <w:tcPr>
            <w:tcW w:w="3569" w:type="dxa"/>
            <w:shd w:val="clear" w:color="auto" w:fill="auto"/>
          </w:tcPr>
          <w:p w14:paraId="5D5D9F3C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6BB2AA5E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403ED5BB" w14:textId="77777777" w:rsidR="00064B1A" w:rsidRPr="00572ACE" w:rsidRDefault="00064B1A" w:rsidP="000F386D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</w:tbl>
    <w:p w14:paraId="466C635D" w14:textId="77777777" w:rsidR="0067400E" w:rsidRPr="00572ACE" w:rsidRDefault="008F611C" w:rsidP="00210205">
      <w:pPr>
        <w:pStyle w:val="Naslov1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SKUPNA PONUDBA</w:t>
      </w:r>
    </w:p>
    <w:p w14:paraId="472CCE43" w14:textId="77777777" w:rsidR="0067400E" w:rsidRPr="00572ACE" w:rsidRDefault="00504634" w:rsidP="00BD6D17">
      <w:pPr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Gospodarski subjekti</w:t>
      </w:r>
      <w:r w:rsidR="005378CF" w:rsidRPr="00572ACE">
        <w:rPr>
          <w:rFonts w:asciiTheme="minorHAnsi" w:hAnsiTheme="minorHAnsi" w:cstheme="minorHAnsi"/>
        </w:rPr>
        <w:t xml:space="preserve"> točko </w:t>
      </w:r>
      <w:r w:rsidR="00064B1A" w:rsidRPr="00572ACE">
        <w:rPr>
          <w:rFonts w:asciiTheme="minorHAnsi" w:hAnsiTheme="minorHAnsi" w:cstheme="minorHAnsi"/>
        </w:rPr>
        <w:t>3</w:t>
      </w:r>
      <w:r w:rsidR="005378CF" w:rsidRPr="00572ACE">
        <w:rPr>
          <w:rFonts w:asciiTheme="minorHAnsi" w:hAnsiTheme="minorHAnsi" w:cstheme="minorHAnsi"/>
        </w:rPr>
        <w:t xml:space="preserve"> izpolnijo v primeru, da nastopajo v skupni ponudbi.</w:t>
      </w:r>
    </w:p>
    <w:p w14:paraId="1CF1B443" w14:textId="77777777" w:rsidR="005378CF" w:rsidRPr="00572ACE" w:rsidRDefault="005378CF" w:rsidP="00BD6D17">
      <w:pPr>
        <w:rPr>
          <w:rFonts w:asciiTheme="minorHAnsi" w:hAnsiTheme="minorHAnsi" w:cstheme="minorHAnsi"/>
        </w:rPr>
      </w:pPr>
    </w:p>
    <w:p w14:paraId="7F9D3299" w14:textId="3A4A355E" w:rsidR="0067400E" w:rsidRPr="00572ACE" w:rsidRDefault="0067400E" w:rsidP="00BD6D17">
      <w:pPr>
        <w:rPr>
          <w:rFonts w:asciiTheme="minorHAnsi" w:hAnsiTheme="minorHAnsi" w:cstheme="minorHAnsi"/>
          <w:szCs w:val="20"/>
        </w:rPr>
      </w:pPr>
      <w:r w:rsidRPr="00572ACE">
        <w:rPr>
          <w:rFonts w:asciiTheme="minorHAnsi" w:hAnsiTheme="minorHAnsi" w:cstheme="minorHAnsi"/>
        </w:rPr>
        <w:t xml:space="preserve">Pri javnem naročilu z oznako </w:t>
      </w:r>
      <w:r w:rsidR="00D2003B">
        <w:rPr>
          <w:rFonts w:asciiTheme="minorHAnsi" w:hAnsiTheme="minorHAnsi" w:cstheme="minorHAnsi"/>
          <w:szCs w:val="20"/>
        </w:rPr>
        <w:t xml:space="preserve">JN </w:t>
      </w:r>
      <w:r w:rsidR="00F64C58">
        <w:rPr>
          <w:rFonts w:asciiTheme="minorHAnsi" w:hAnsiTheme="minorHAnsi" w:cstheme="minorHAnsi"/>
          <w:szCs w:val="20"/>
        </w:rPr>
        <w:t>2</w:t>
      </w:r>
      <w:r w:rsidR="00D2003B">
        <w:rPr>
          <w:rFonts w:asciiTheme="minorHAnsi" w:hAnsiTheme="minorHAnsi" w:cstheme="minorHAnsi"/>
          <w:szCs w:val="20"/>
        </w:rPr>
        <w:t>/202</w:t>
      </w:r>
      <w:r w:rsidR="00F64C58">
        <w:rPr>
          <w:rFonts w:asciiTheme="minorHAnsi" w:hAnsiTheme="minorHAnsi" w:cstheme="minorHAnsi"/>
          <w:szCs w:val="20"/>
        </w:rPr>
        <w:t>5</w:t>
      </w:r>
      <w:r w:rsidR="001B51CE">
        <w:rPr>
          <w:rFonts w:asciiTheme="minorHAnsi" w:hAnsiTheme="minorHAnsi" w:cstheme="minorHAnsi"/>
          <w:szCs w:val="20"/>
        </w:rPr>
        <w:t>-NMV</w:t>
      </w:r>
      <w:r w:rsidRPr="00572ACE">
        <w:rPr>
          <w:rFonts w:asciiTheme="minorHAnsi" w:hAnsiTheme="minorHAnsi" w:cstheme="minorHAnsi"/>
          <w:szCs w:val="20"/>
        </w:rPr>
        <w:t xml:space="preserve"> sodelujemo naslednji </w:t>
      </w:r>
      <w:r w:rsidR="00121797" w:rsidRPr="00572ACE">
        <w:rPr>
          <w:rFonts w:asciiTheme="minorHAnsi" w:hAnsiTheme="minorHAnsi" w:cstheme="minorHAnsi"/>
          <w:szCs w:val="20"/>
        </w:rPr>
        <w:t>gospodarski subjekti</w:t>
      </w:r>
      <w:r w:rsidRPr="00572ACE">
        <w:rPr>
          <w:rFonts w:asciiTheme="minorHAnsi" w:hAnsiTheme="minorHAnsi" w:cstheme="minorHAnsi"/>
          <w:szCs w:val="20"/>
        </w:rPr>
        <w:t>:</w:t>
      </w:r>
    </w:p>
    <w:p w14:paraId="4CAB03A1" w14:textId="77777777" w:rsidR="0067400E" w:rsidRPr="00572ACE" w:rsidRDefault="0067400E" w:rsidP="00BD6D17">
      <w:pPr>
        <w:rPr>
          <w:rFonts w:asciiTheme="minorHAnsi" w:hAnsiTheme="minorHAnsi" w:cstheme="minorHAnsi"/>
        </w:rPr>
      </w:pPr>
    </w:p>
    <w:p w14:paraId="57B70EA1" w14:textId="77777777" w:rsidR="005378CF" w:rsidRPr="00572ACE" w:rsidRDefault="00025FC1" w:rsidP="005378CF">
      <w:pPr>
        <w:ind w:left="482" w:hanging="482"/>
        <w:rPr>
          <w:rFonts w:asciiTheme="minorHAnsi" w:hAnsiTheme="minorHAnsi" w:cstheme="minorHAnsi"/>
          <w:szCs w:val="20"/>
        </w:rPr>
      </w:pPr>
      <w:r w:rsidRPr="00572ACE">
        <w:rPr>
          <w:rFonts w:asciiTheme="minorHAnsi" w:hAnsiTheme="minorHAnsi" w:cstheme="minorHAnsi"/>
          <w:szCs w:val="20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572ACE">
        <w:rPr>
          <w:rFonts w:asciiTheme="minorHAnsi" w:hAnsiTheme="minorHAnsi" w:cstheme="minorHAnsi"/>
          <w:szCs w:val="20"/>
        </w:rPr>
        <w:instrText xml:space="preserve"> FORMCHECKBOX </w:instrText>
      </w:r>
      <w:r w:rsidRPr="00572ACE">
        <w:rPr>
          <w:rFonts w:asciiTheme="minorHAnsi" w:hAnsiTheme="minorHAnsi" w:cstheme="minorHAnsi"/>
          <w:szCs w:val="20"/>
        </w:rPr>
      </w:r>
      <w:r w:rsidRPr="00572ACE">
        <w:rPr>
          <w:rFonts w:asciiTheme="minorHAnsi" w:hAnsiTheme="minorHAnsi" w:cstheme="minorHAnsi"/>
          <w:szCs w:val="20"/>
        </w:rPr>
        <w:fldChar w:fldCharType="separate"/>
      </w:r>
      <w:r w:rsidRPr="00572ACE">
        <w:rPr>
          <w:rFonts w:asciiTheme="minorHAnsi" w:hAnsiTheme="minorHAnsi" w:cstheme="minorHAnsi"/>
          <w:szCs w:val="20"/>
        </w:rPr>
        <w:fldChar w:fldCharType="end"/>
      </w:r>
      <w:r w:rsidRPr="00572ACE">
        <w:rPr>
          <w:rFonts w:asciiTheme="minorHAnsi" w:hAnsiTheme="minorHAnsi" w:cstheme="minorHAnsi"/>
          <w:szCs w:val="20"/>
        </w:rPr>
        <w:t xml:space="preserve"> </w:t>
      </w:r>
      <w:r w:rsidR="005378CF" w:rsidRPr="00572ACE">
        <w:rPr>
          <w:rFonts w:asciiTheme="minorHAnsi" w:hAnsiTheme="minorHAnsi" w:cstheme="minorHAnsi"/>
          <w:szCs w:val="20"/>
        </w:rPr>
        <w:t>Naročnik naj v fazi do izdaje odločitve o oddaji naročila vse dokumente naslavlja na en gospodarsk</w:t>
      </w:r>
      <w:r w:rsidRPr="00572ACE">
        <w:rPr>
          <w:rFonts w:asciiTheme="minorHAnsi" w:hAnsiTheme="minorHAnsi" w:cstheme="minorHAnsi"/>
          <w:szCs w:val="20"/>
        </w:rPr>
        <w:t>i</w:t>
      </w:r>
      <w:r w:rsidR="005378CF" w:rsidRPr="00572ACE">
        <w:rPr>
          <w:rFonts w:asciiTheme="minorHAnsi" w:hAnsiTheme="minorHAnsi" w:cstheme="minorHAnsi"/>
          <w:szCs w:val="20"/>
        </w:rPr>
        <w:t xml:space="preserve"> subjekt iz skupne ponudbe in sicer: </w:t>
      </w:r>
    </w:p>
    <w:p w14:paraId="24B919D8" w14:textId="77777777" w:rsidR="005378CF" w:rsidRPr="00572ACE" w:rsidRDefault="005378CF" w:rsidP="005378CF">
      <w:pPr>
        <w:rPr>
          <w:rFonts w:asciiTheme="minorHAnsi" w:hAnsiTheme="minorHAnsi" w:cstheme="minorHAnsi"/>
          <w:szCs w:val="20"/>
        </w:rPr>
      </w:pPr>
    </w:p>
    <w:p w14:paraId="6C2147C3" w14:textId="01A01106" w:rsidR="005378CF" w:rsidRPr="00572ACE" w:rsidRDefault="00025FC1" w:rsidP="00064B1A">
      <w:pPr>
        <w:tabs>
          <w:tab w:val="left" w:pos="567"/>
        </w:tabs>
        <w:rPr>
          <w:rFonts w:asciiTheme="minorHAnsi" w:hAnsiTheme="minorHAnsi" w:cstheme="minorHAnsi"/>
          <w:szCs w:val="20"/>
          <w:u w:val="single"/>
        </w:rPr>
      </w:pPr>
      <w:r w:rsidRPr="00572ACE">
        <w:rPr>
          <w:rFonts w:asciiTheme="minorHAnsi" w:hAnsiTheme="minorHAnsi" w:cstheme="minorHAnsi"/>
          <w:szCs w:val="20"/>
        </w:rPr>
        <w:tab/>
      </w:r>
      <w:r w:rsidR="005378CF" w:rsidRPr="00572ACE">
        <w:rPr>
          <w:rFonts w:asciiTheme="minorHAnsi" w:hAnsiTheme="minorHAnsi" w:cstheme="minorHAnsi"/>
          <w:szCs w:val="20"/>
          <w:u w:val="single"/>
        </w:rPr>
        <w:fldChar w:fldCharType="begin">
          <w:ffData>
            <w:name w:val="Besedilo681"/>
            <w:enabled/>
            <w:calcOnExit w:val="0"/>
            <w:textInput/>
          </w:ffData>
        </w:fldChar>
      </w:r>
      <w:bookmarkStart w:id="1" w:name="Besedilo681"/>
      <w:r w:rsidR="005378CF" w:rsidRPr="00572ACE">
        <w:rPr>
          <w:rFonts w:asciiTheme="minorHAnsi" w:hAnsiTheme="minorHAnsi" w:cstheme="minorHAnsi"/>
          <w:szCs w:val="20"/>
          <w:u w:val="single"/>
        </w:rPr>
        <w:instrText xml:space="preserve"> FORMTEXT </w:instrText>
      </w:r>
      <w:r w:rsidR="005378CF" w:rsidRPr="00572ACE">
        <w:rPr>
          <w:rFonts w:asciiTheme="minorHAnsi" w:hAnsiTheme="minorHAnsi" w:cstheme="minorHAnsi"/>
          <w:szCs w:val="20"/>
          <w:u w:val="single"/>
        </w:rPr>
      </w:r>
      <w:r w:rsidR="005378CF" w:rsidRPr="00572ACE">
        <w:rPr>
          <w:rFonts w:asciiTheme="minorHAnsi" w:hAnsiTheme="minorHAnsi" w:cstheme="minorHAnsi"/>
          <w:szCs w:val="20"/>
          <w:u w:val="single"/>
        </w:rPr>
        <w:fldChar w:fldCharType="separate"/>
      </w:r>
      <w:r w:rsidR="005378CF" w:rsidRPr="00572ACE">
        <w:rPr>
          <w:rFonts w:asciiTheme="minorHAnsi" w:hAnsiTheme="minorHAnsi" w:cstheme="minorHAnsi"/>
          <w:szCs w:val="20"/>
          <w:u w:val="single"/>
        </w:rPr>
        <w:t> </w:t>
      </w:r>
      <w:r w:rsidR="005378CF" w:rsidRPr="00572ACE">
        <w:rPr>
          <w:rFonts w:asciiTheme="minorHAnsi" w:hAnsiTheme="minorHAnsi" w:cstheme="minorHAnsi"/>
          <w:szCs w:val="20"/>
          <w:u w:val="single"/>
        </w:rPr>
        <w:t> </w:t>
      </w:r>
      <w:r w:rsidR="005378CF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1A3B11" w:rsidRPr="00572ACE">
        <w:rPr>
          <w:rFonts w:asciiTheme="minorHAnsi" w:hAnsiTheme="minorHAnsi" w:cstheme="minorHAnsi"/>
          <w:szCs w:val="20"/>
          <w:u w:val="single"/>
        </w:rPr>
        <w:t> </w:t>
      </w:r>
      <w:r w:rsidR="005378CF" w:rsidRPr="00572ACE">
        <w:rPr>
          <w:rFonts w:asciiTheme="minorHAnsi" w:hAnsiTheme="minorHAnsi" w:cstheme="minorHAnsi"/>
          <w:szCs w:val="20"/>
          <w:u w:val="single"/>
        </w:rPr>
        <w:t> </w:t>
      </w:r>
      <w:r w:rsidR="005378CF" w:rsidRPr="00572ACE">
        <w:rPr>
          <w:rFonts w:asciiTheme="minorHAnsi" w:hAnsiTheme="minorHAnsi" w:cstheme="minorHAnsi"/>
          <w:szCs w:val="20"/>
          <w:u w:val="single"/>
        </w:rPr>
        <w:t> </w:t>
      </w:r>
      <w:r w:rsidR="005378CF" w:rsidRPr="00572ACE">
        <w:rPr>
          <w:rFonts w:asciiTheme="minorHAnsi" w:hAnsiTheme="minorHAnsi" w:cstheme="minorHAnsi"/>
          <w:szCs w:val="20"/>
          <w:u w:val="single"/>
        </w:rPr>
        <w:fldChar w:fldCharType="end"/>
      </w:r>
      <w:bookmarkEnd w:id="1"/>
      <w:r w:rsidR="005378CF" w:rsidRPr="00572ACE">
        <w:rPr>
          <w:rFonts w:asciiTheme="minorHAnsi" w:hAnsiTheme="minorHAnsi" w:cstheme="minorHAnsi"/>
          <w:szCs w:val="20"/>
          <w:u w:val="single"/>
        </w:rPr>
        <w:t xml:space="preserve"> </w:t>
      </w:r>
      <w:r w:rsidR="005378CF" w:rsidRPr="00572ACE">
        <w:rPr>
          <w:rFonts w:asciiTheme="minorHAnsi" w:hAnsiTheme="minorHAnsi" w:cstheme="minorHAnsi"/>
        </w:rPr>
        <w:t>(navesti firmo in naslov gospodarskega subjekta)</w:t>
      </w:r>
    </w:p>
    <w:p w14:paraId="53CAEAF1" w14:textId="77777777" w:rsidR="005378CF" w:rsidRPr="00572ACE" w:rsidRDefault="005378CF" w:rsidP="005378CF">
      <w:pPr>
        <w:rPr>
          <w:rFonts w:asciiTheme="minorHAnsi" w:hAnsiTheme="minorHAnsi" w:cstheme="minorHAnsi"/>
          <w:szCs w:val="20"/>
          <w:u w:val="single"/>
        </w:rPr>
      </w:pPr>
    </w:p>
    <w:p w14:paraId="2AA3F6FE" w14:textId="77777777" w:rsidR="005378CF" w:rsidRPr="00572ACE" w:rsidRDefault="005378CF" w:rsidP="005378CF">
      <w:pPr>
        <w:rPr>
          <w:rFonts w:asciiTheme="minorHAnsi" w:hAnsiTheme="minorHAnsi" w:cstheme="minorHAnsi"/>
          <w:szCs w:val="20"/>
        </w:rPr>
      </w:pPr>
    </w:p>
    <w:bookmarkStart w:id="2" w:name="Potrditev7"/>
    <w:p w14:paraId="6F474723" w14:textId="77777777" w:rsidR="005378CF" w:rsidRPr="00572ACE" w:rsidRDefault="005378CF" w:rsidP="005378CF">
      <w:pPr>
        <w:ind w:left="482" w:hanging="482"/>
        <w:rPr>
          <w:rFonts w:asciiTheme="minorHAnsi" w:hAnsiTheme="minorHAnsi" w:cstheme="minorHAnsi"/>
          <w:szCs w:val="20"/>
        </w:rPr>
      </w:pPr>
      <w:r w:rsidRPr="00572ACE">
        <w:rPr>
          <w:rFonts w:asciiTheme="minorHAnsi" w:hAnsiTheme="minorHAnsi" w:cstheme="minorHAnsi"/>
          <w:szCs w:val="20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572ACE">
        <w:rPr>
          <w:rFonts w:asciiTheme="minorHAnsi" w:hAnsiTheme="minorHAnsi" w:cstheme="minorHAnsi"/>
          <w:szCs w:val="20"/>
        </w:rPr>
        <w:instrText xml:space="preserve"> FORMCHECKBOX </w:instrText>
      </w:r>
      <w:r w:rsidRPr="00572ACE">
        <w:rPr>
          <w:rFonts w:asciiTheme="minorHAnsi" w:hAnsiTheme="minorHAnsi" w:cstheme="minorHAnsi"/>
          <w:szCs w:val="20"/>
        </w:rPr>
      </w:r>
      <w:r w:rsidRPr="00572ACE">
        <w:rPr>
          <w:rFonts w:asciiTheme="minorHAnsi" w:hAnsiTheme="minorHAnsi" w:cstheme="minorHAnsi"/>
          <w:szCs w:val="20"/>
        </w:rPr>
        <w:fldChar w:fldCharType="separate"/>
      </w:r>
      <w:r w:rsidRPr="00572ACE">
        <w:rPr>
          <w:rFonts w:asciiTheme="minorHAnsi" w:hAnsiTheme="minorHAnsi" w:cstheme="minorHAnsi"/>
          <w:szCs w:val="20"/>
        </w:rPr>
        <w:fldChar w:fldCharType="end"/>
      </w:r>
      <w:bookmarkEnd w:id="2"/>
      <w:r w:rsidRPr="00572ACE">
        <w:rPr>
          <w:rFonts w:asciiTheme="minorHAnsi" w:hAnsiTheme="minorHAnsi" w:cstheme="minorHAnsi"/>
          <w:szCs w:val="20"/>
        </w:rPr>
        <w:t xml:space="preserve"> Naročnik naj v fazi do izdaje odločitve o oddaji naročila vse dokumente naslavlja na vse gospodarske subjekta iz skupne ponudbe</w:t>
      </w:r>
      <w:r w:rsidR="00025FC1" w:rsidRPr="00572ACE">
        <w:rPr>
          <w:rFonts w:asciiTheme="minorHAnsi" w:hAnsiTheme="minorHAnsi" w:cstheme="minorHAnsi"/>
          <w:szCs w:val="20"/>
        </w:rPr>
        <w:t>*</w:t>
      </w:r>
      <w:r w:rsidRPr="00572ACE">
        <w:rPr>
          <w:rFonts w:asciiTheme="minorHAnsi" w:hAnsiTheme="minorHAnsi" w:cstheme="minorHAnsi"/>
          <w:szCs w:val="20"/>
        </w:rPr>
        <w:t>.</w:t>
      </w:r>
    </w:p>
    <w:p w14:paraId="1C80F3E4" w14:textId="77777777" w:rsidR="005378CF" w:rsidRPr="00572ACE" w:rsidRDefault="005378CF" w:rsidP="005378CF">
      <w:pPr>
        <w:rPr>
          <w:rFonts w:asciiTheme="minorHAnsi" w:hAnsiTheme="minorHAnsi" w:cstheme="minorHAnsi"/>
          <w:szCs w:val="20"/>
        </w:rPr>
      </w:pPr>
    </w:p>
    <w:p w14:paraId="1A193424" w14:textId="77777777" w:rsidR="005378CF" w:rsidRPr="00572ACE" w:rsidRDefault="005378CF" w:rsidP="005378CF">
      <w:pPr>
        <w:rPr>
          <w:rFonts w:asciiTheme="minorHAnsi" w:hAnsiTheme="minorHAnsi" w:cstheme="minorHAnsi"/>
          <w:i/>
          <w:szCs w:val="20"/>
        </w:rPr>
      </w:pPr>
      <w:r w:rsidRPr="00572ACE">
        <w:rPr>
          <w:rFonts w:asciiTheme="minorHAnsi" w:hAnsiTheme="minorHAnsi" w:cstheme="minorHAnsi"/>
          <w:i/>
          <w:szCs w:val="20"/>
        </w:rPr>
        <w:t>* Gospodarski subjekt označi (obkroži, prečrta,…) točko a.) ali točko b.), ter v primeru, da označi točko a.) vpiše zahtevani podatek.</w:t>
      </w:r>
    </w:p>
    <w:p w14:paraId="53F21966" w14:textId="77777777" w:rsidR="005378CF" w:rsidRPr="00572ACE" w:rsidRDefault="005378CF" w:rsidP="00BD6D17">
      <w:pPr>
        <w:rPr>
          <w:rFonts w:asciiTheme="minorHAnsi" w:hAnsiTheme="minorHAnsi" w:cstheme="minorHAnsi"/>
        </w:rPr>
      </w:pPr>
    </w:p>
    <w:p w14:paraId="09C55379" w14:textId="77777777" w:rsidR="005378CF" w:rsidRPr="00572ACE" w:rsidRDefault="005378CF" w:rsidP="00210205">
      <w:pPr>
        <w:pStyle w:val="Naslov2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POSLOVNI PODATKI GOSPODARSKEGA SUBJEKTA IZ SKUPNE PONUDBE*</w:t>
      </w:r>
      <w:r w:rsidR="00064B1A" w:rsidRPr="00572ACE">
        <w:rPr>
          <w:rFonts w:asciiTheme="minorHAnsi" w:hAnsiTheme="minorHAnsi" w:cstheme="minorHAnsi"/>
        </w:rPr>
        <w:t>*</w:t>
      </w:r>
    </w:p>
    <w:p w14:paraId="721FEE45" w14:textId="77777777" w:rsidR="005378CF" w:rsidRPr="00572ACE" w:rsidRDefault="005378CF" w:rsidP="0096689D">
      <w:pPr>
        <w:pStyle w:val="Naslov2"/>
        <w:numPr>
          <w:ilvl w:val="2"/>
          <w:numId w:val="2"/>
        </w:numPr>
        <w:rPr>
          <w:rFonts w:asciiTheme="minorHAnsi" w:hAnsiTheme="minorHAnsi" w:cstheme="minorHAnsi"/>
          <w:i/>
        </w:rPr>
      </w:pPr>
      <w:r w:rsidRPr="00572ACE">
        <w:rPr>
          <w:rFonts w:asciiTheme="minorHAnsi" w:hAnsiTheme="minorHAnsi" w:cstheme="minorHAnsi"/>
          <w:i/>
        </w:rPr>
        <w:t>Podatki o gospodarskem subjektu</w:t>
      </w:r>
    </w:p>
    <w:tbl>
      <w:tblPr>
        <w:tblW w:w="9072" w:type="dxa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5378CF" w:rsidRPr="00572ACE" w14:paraId="622C8B50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4E04B870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Popoln naziv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14:paraId="262485C5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3"/>
                  <w:enabled/>
                  <w:calcOnExit w:val="0"/>
                  <w:textInput/>
                </w:ffData>
              </w:fldChar>
            </w:r>
            <w:bookmarkStart w:id="3" w:name="Besedilo683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3"/>
          </w:p>
        </w:tc>
      </w:tr>
      <w:tr w:rsidR="005378CF" w:rsidRPr="00572ACE" w14:paraId="1006D944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61E97778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Naslov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14:paraId="549916A7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3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5378CF" w:rsidRPr="00572ACE" w14:paraId="1A6D3606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71C9BBF3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Matična številka:</w:t>
            </w:r>
          </w:p>
        </w:tc>
        <w:tc>
          <w:tcPr>
            <w:tcW w:w="4110" w:type="dxa"/>
            <w:vAlign w:val="center"/>
          </w:tcPr>
          <w:p w14:paraId="633C4699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4"/>
                  <w:enabled/>
                  <w:calcOnExit w:val="0"/>
                  <w:textInput/>
                </w:ffData>
              </w:fldChar>
            </w:r>
            <w:bookmarkStart w:id="4" w:name="Besedilo684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4"/>
          </w:p>
        </w:tc>
      </w:tr>
      <w:tr w:rsidR="005378CF" w:rsidRPr="00572ACE" w14:paraId="5E722855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6ABE40DF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Identifikacijska številka</w:t>
            </w:r>
            <w:r w:rsidR="00064B1A" w:rsidRPr="00572ACE">
              <w:rPr>
                <w:rFonts w:asciiTheme="minorHAnsi" w:hAnsiTheme="minorHAnsi" w:cstheme="minorHAnsi"/>
                <w:szCs w:val="20"/>
              </w:rPr>
              <w:t xml:space="preserve"> za DDV</w:t>
            </w:r>
            <w:r w:rsidRPr="00572ACE">
              <w:rPr>
                <w:rFonts w:asciiTheme="minorHAnsi" w:hAnsiTheme="minorHAnsi" w:cstheme="minorHAnsi"/>
                <w:szCs w:val="20"/>
              </w:rPr>
              <w:t>:</w:t>
            </w:r>
          </w:p>
        </w:tc>
        <w:tc>
          <w:tcPr>
            <w:tcW w:w="4110" w:type="dxa"/>
            <w:vAlign w:val="center"/>
          </w:tcPr>
          <w:p w14:paraId="1FCB89CC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2"/>
                  <w:enabled/>
                  <w:calcOnExit w:val="0"/>
                  <w:textInput/>
                </w:ffData>
              </w:fldChar>
            </w:r>
            <w:bookmarkStart w:id="5" w:name="Besedilo682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5"/>
          </w:p>
        </w:tc>
      </w:tr>
      <w:tr w:rsidR="00064B1A" w:rsidRPr="00572ACE" w14:paraId="25A70108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5C821AD2" w14:textId="77777777" w:rsidR="00064B1A" w:rsidRPr="00572ACE" w:rsidRDefault="00064B1A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Pristojni davčni urad:</w:t>
            </w:r>
          </w:p>
        </w:tc>
        <w:tc>
          <w:tcPr>
            <w:tcW w:w="4110" w:type="dxa"/>
            <w:vAlign w:val="center"/>
          </w:tcPr>
          <w:p w14:paraId="064BD13F" w14:textId="77777777" w:rsidR="00064B1A" w:rsidRPr="00572ACE" w:rsidRDefault="00064B1A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5378CF" w:rsidRPr="00572ACE" w14:paraId="74ABEE36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12DF4AA7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Številka transakcijskega računa:</w:t>
            </w:r>
          </w:p>
        </w:tc>
        <w:tc>
          <w:tcPr>
            <w:tcW w:w="4110" w:type="dxa"/>
            <w:vAlign w:val="center"/>
          </w:tcPr>
          <w:p w14:paraId="1B3FABBB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5"/>
                  <w:enabled/>
                  <w:calcOnExit w:val="0"/>
                  <w:textInput/>
                </w:ffData>
              </w:fldChar>
            </w:r>
            <w:bookmarkStart w:id="6" w:name="Besedilo685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6"/>
          </w:p>
        </w:tc>
      </w:tr>
      <w:tr w:rsidR="005378CF" w:rsidRPr="00572ACE" w14:paraId="68E78887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02DE8030" w14:textId="77777777" w:rsidR="005378CF" w:rsidRPr="00572ACE" w:rsidRDefault="005378CF" w:rsidP="0053254E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Telefonska številka:</w:t>
            </w:r>
          </w:p>
        </w:tc>
        <w:tc>
          <w:tcPr>
            <w:tcW w:w="4110" w:type="dxa"/>
            <w:vAlign w:val="center"/>
          </w:tcPr>
          <w:p w14:paraId="2CE85A93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6"/>
                  <w:enabled/>
                  <w:calcOnExit w:val="0"/>
                  <w:textInput/>
                </w:ffData>
              </w:fldChar>
            </w:r>
            <w:bookmarkStart w:id="7" w:name="Besedilo686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7"/>
          </w:p>
        </w:tc>
      </w:tr>
      <w:tr w:rsidR="005378CF" w:rsidRPr="00572ACE" w14:paraId="0B568F5D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090D56CD" w14:textId="77777777" w:rsidR="005378CF" w:rsidRPr="00572ACE" w:rsidRDefault="005378CF" w:rsidP="0053254E">
            <w:pPr>
              <w:pStyle w:val="NavadenTimesNewRoman"/>
              <w:widowControl/>
              <w:rPr>
                <w:rFonts w:asciiTheme="minorHAnsi" w:hAnsiTheme="minorHAnsi" w:cstheme="minorHAnsi"/>
                <w:sz w:val="20"/>
              </w:rPr>
            </w:pPr>
            <w:r w:rsidRPr="00572ACE">
              <w:rPr>
                <w:rFonts w:asciiTheme="minorHAnsi" w:hAnsiTheme="minorHAnsi" w:cstheme="minorHAnsi"/>
                <w:sz w:val="20"/>
              </w:rPr>
              <w:t>E-pošta:</w:t>
            </w:r>
          </w:p>
        </w:tc>
        <w:tc>
          <w:tcPr>
            <w:tcW w:w="4110" w:type="dxa"/>
            <w:vAlign w:val="center"/>
          </w:tcPr>
          <w:p w14:paraId="5FC7B423" w14:textId="77777777" w:rsidR="005378CF" w:rsidRPr="00572ACE" w:rsidRDefault="005378CF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8"/>
                  <w:enabled/>
                  <w:calcOnExit w:val="0"/>
                  <w:textInput/>
                </w:ffData>
              </w:fldChar>
            </w:r>
            <w:bookmarkStart w:id="8" w:name="Besedilo688"/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bookmarkEnd w:id="8"/>
          </w:p>
        </w:tc>
      </w:tr>
      <w:tr w:rsidR="00064B1A" w:rsidRPr="00572ACE" w14:paraId="2D093D45" w14:textId="77777777" w:rsidTr="0019468F">
        <w:trPr>
          <w:trHeight w:val="397"/>
          <w:tblHeader/>
        </w:trPr>
        <w:tc>
          <w:tcPr>
            <w:tcW w:w="4962" w:type="dxa"/>
            <w:vAlign w:val="center"/>
          </w:tcPr>
          <w:p w14:paraId="12C6A4CD" w14:textId="77777777" w:rsidR="00064B1A" w:rsidRPr="00572ACE" w:rsidRDefault="00064B1A" w:rsidP="0053254E">
            <w:pPr>
              <w:pStyle w:val="NavadenTimesNewRoman"/>
              <w:widowControl/>
              <w:rPr>
                <w:rFonts w:asciiTheme="minorHAnsi" w:hAnsiTheme="minorHAnsi" w:cstheme="minorHAnsi"/>
                <w:sz w:val="20"/>
              </w:rPr>
            </w:pPr>
            <w:r w:rsidRPr="00572ACE">
              <w:rPr>
                <w:rFonts w:asciiTheme="minorHAnsi" w:hAnsiTheme="minorHAnsi" w:cstheme="minorHAnsi"/>
                <w:sz w:val="20"/>
              </w:rPr>
              <w:t>Kontaktna oseba:</w:t>
            </w:r>
          </w:p>
        </w:tc>
        <w:tc>
          <w:tcPr>
            <w:tcW w:w="4110" w:type="dxa"/>
            <w:vAlign w:val="center"/>
          </w:tcPr>
          <w:p w14:paraId="69AD00EC" w14:textId="77777777" w:rsidR="00064B1A" w:rsidRPr="00572ACE" w:rsidRDefault="00064B1A" w:rsidP="0053254E">
            <w:pPr>
              <w:ind w:right="-1492"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688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56804A3F" w14:textId="0488E4C9" w:rsidR="005378CF" w:rsidRPr="00572ACE" w:rsidRDefault="005378CF" w:rsidP="005378CF">
      <w:pPr>
        <w:rPr>
          <w:rFonts w:asciiTheme="minorHAnsi" w:hAnsiTheme="minorHAnsi" w:cstheme="minorHAnsi"/>
          <w:szCs w:val="20"/>
        </w:rPr>
      </w:pPr>
    </w:p>
    <w:p w14:paraId="12BDAAEB" w14:textId="77777777" w:rsidR="000868C9" w:rsidRDefault="000868C9" w:rsidP="005378CF">
      <w:pPr>
        <w:rPr>
          <w:rFonts w:asciiTheme="minorHAnsi" w:hAnsiTheme="minorHAnsi" w:cstheme="minorHAnsi"/>
          <w:szCs w:val="20"/>
        </w:rPr>
      </w:pPr>
    </w:p>
    <w:p w14:paraId="140463DB" w14:textId="77777777" w:rsidR="001A3B11" w:rsidRDefault="001A3B11" w:rsidP="005378CF">
      <w:pPr>
        <w:rPr>
          <w:rFonts w:asciiTheme="minorHAnsi" w:hAnsiTheme="minorHAnsi" w:cstheme="minorHAnsi"/>
          <w:szCs w:val="20"/>
        </w:rPr>
      </w:pPr>
    </w:p>
    <w:p w14:paraId="10DAD48B" w14:textId="77777777" w:rsidR="001A3B11" w:rsidRDefault="001A3B11" w:rsidP="005378CF">
      <w:pPr>
        <w:rPr>
          <w:rFonts w:asciiTheme="minorHAnsi" w:hAnsiTheme="minorHAnsi" w:cstheme="minorHAnsi"/>
          <w:szCs w:val="20"/>
        </w:rPr>
      </w:pPr>
    </w:p>
    <w:p w14:paraId="692005B6" w14:textId="77777777" w:rsidR="001A3B11" w:rsidRDefault="001A3B11" w:rsidP="005378CF">
      <w:pPr>
        <w:rPr>
          <w:rFonts w:asciiTheme="minorHAnsi" w:hAnsiTheme="minorHAnsi" w:cstheme="minorHAnsi"/>
          <w:szCs w:val="20"/>
        </w:rPr>
      </w:pPr>
    </w:p>
    <w:p w14:paraId="49CDCEB0" w14:textId="77777777" w:rsidR="001A3B11" w:rsidRPr="00572ACE" w:rsidRDefault="001A3B11" w:rsidP="005378CF">
      <w:pPr>
        <w:rPr>
          <w:rFonts w:asciiTheme="minorHAnsi" w:hAnsiTheme="minorHAnsi" w:cstheme="minorHAnsi"/>
          <w:szCs w:val="20"/>
        </w:rPr>
      </w:pPr>
    </w:p>
    <w:p w14:paraId="12AD25FC" w14:textId="77777777" w:rsidR="005378CF" w:rsidRPr="00572ACE" w:rsidRDefault="005378CF" w:rsidP="0096689D">
      <w:pPr>
        <w:pStyle w:val="Naslov2"/>
        <w:numPr>
          <w:ilvl w:val="2"/>
          <w:numId w:val="2"/>
        </w:numPr>
        <w:rPr>
          <w:rFonts w:asciiTheme="minorHAnsi" w:hAnsiTheme="minorHAnsi" w:cstheme="minorHAnsi"/>
          <w:i/>
        </w:rPr>
      </w:pPr>
      <w:r w:rsidRPr="00572ACE">
        <w:rPr>
          <w:rFonts w:asciiTheme="minorHAnsi" w:hAnsiTheme="minorHAnsi" w:cstheme="minorHAnsi"/>
          <w:i/>
        </w:rPr>
        <w:lastRenderedPageBreak/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204"/>
        <w:gridCol w:w="4141"/>
        <w:gridCol w:w="1719"/>
      </w:tblGrid>
      <w:tr w:rsidR="00210205" w:rsidRPr="00572ACE" w14:paraId="00FF6FB3" w14:textId="77777777" w:rsidTr="00210205">
        <w:tc>
          <w:tcPr>
            <w:tcW w:w="897" w:type="dxa"/>
            <w:shd w:val="clear" w:color="auto" w:fill="auto"/>
            <w:vAlign w:val="center"/>
          </w:tcPr>
          <w:p w14:paraId="1796F8E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Zap. št.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5D6C2C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Ime in priimek</w:t>
            </w:r>
          </w:p>
        </w:tc>
        <w:tc>
          <w:tcPr>
            <w:tcW w:w="4233" w:type="dxa"/>
            <w:shd w:val="clear" w:color="auto" w:fill="auto"/>
            <w:vAlign w:val="center"/>
          </w:tcPr>
          <w:p w14:paraId="6AFA38FB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Naslov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C68F158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Funkcija</w:t>
            </w:r>
          </w:p>
        </w:tc>
      </w:tr>
      <w:tr w:rsidR="00210205" w:rsidRPr="00572ACE" w14:paraId="53FD72C0" w14:textId="77777777" w:rsidTr="00210205">
        <w:tc>
          <w:tcPr>
            <w:tcW w:w="897" w:type="dxa"/>
            <w:shd w:val="clear" w:color="auto" w:fill="auto"/>
            <w:vAlign w:val="center"/>
          </w:tcPr>
          <w:p w14:paraId="626CD861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1.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4B5DD7B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4FFE6743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6DCC5C4A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59D25623" w14:textId="77777777" w:rsidTr="00210205">
        <w:tc>
          <w:tcPr>
            <w:tcW w:w="897" w:type="dxa"/>
            <w:shd w:val="clear" w:color="auto" w:fill="auto"/>
            <w:vAlign w:val="center"/>
          </w:tcPr>
          <w:p w14:paraId="3D2810EF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2.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451E6ADA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3AF618B8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0E1F176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32845C0A" w14:textId="77777777" w:rsidTr="00210205">
        <w:tc>
          <w:tcPr>
            <w:tcW w:w="897" w:type="dxa"/>
            <w:shd w:val="clear" w:color="auto" w:fill="auto"/>
            <w:vAlign w:val="center"/>
          </w:tcPr>
          <w:p w14:paraId="753F56A0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3.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9EB372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6FAEC254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1E620C73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49C1E739" w14:textId="77777777" w:rsidTr="00210205">
        <w:tc>
          <w:tcPr>
            <w:tcW w:w="897" w:type="dxa"/>
            <w:shd w:val="clear" w:color="auto" w:fill="auto"/>
            <w:vAlign w:val="center"/>
          </w:tcPr>
          <w:p w14:paraId="1ACBB15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4.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35E476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22E6A94B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05F9586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1ADABCE0" w14:textId="77777777" w:rsidTr="00210205">
        <w:tc>
          <w:tcPr>
            <w:tcW w:w="897" w:type="dxa"/>
            <w:shd w:val="clear" w:color="auto" w:fill="auto"/>
            <w:vAlign w:val="center"/>
          </w:tcPr>
          <w:p w14:paraId="2ED05431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5.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93AB784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2C9F0305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6B4395E7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</w:tbl>
    <w:p w14:paraId="548C9DE3" w14:textId="77777777" w:rsidR="005378CF" w:rsidRPr="00572ACE" w:rsidRDefault="005378CF" w:rsidP="005378CF">
      <w:pPr>
        <w:rPr>
          <w:rFonts w:asciiTheme="minorHAnsi" w:hAnsiTheme="minorHAnsi" w:cstheme="minorHAnsi"/>
        </w:rPr>
      </w:pPr>
    </w:p>
    <w:p w14:paraId="3191F65E" w14:textId="77777777" w:rsidR="005378CF" w:rsidRPr="00572ACE" w:rsidRDefault="005378CF" w:rsidP="0096689D">
      <w:pPr>
        <w:pStyle w:val="Naslov2"/>
        <w:numPr>
          <w:ilvl w:val="2"/>
          <w:numId w:val="2"/>
        </w:numPr>
        <w:rPr>
          <w:rFonts w:asciiTheme="minorHAnsi" w:hAnsiTheme="minorHAnsi" w:cstheme="minorHAnsi"/>
          <w:i/>
        </w:rPr>
      </w:pPr>
      <w:r w:rsidRPr="00572ACE">
        <w:rPr>
          <w:rFonts w:asciiTheme="minorHAnsi" w:hAnsiTheme="minorHAnsi" w:cstheme="minorHAnsi"/>
          <w:i/>
        </w:rPr>
        <w:t>Podpisniki pogodbe z navedbo funkcije ter navedbo ali so samostojni oziroma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517"/>
        <w:gridCol w:w="2241"/>
        <w:gridCol w:w="2252"/>
      </w:tblGrid>
      <w:tr w:rsidR="005378CF" w:rsidRPr="00572ACE" w14:paraId="449AE869" w14:textId="77777777" w:rsidTr="0053254E">
        <w:trPr>
          <w:cantSplit/>
          <w:tblHeader/>
        </w:trPr>
        <w:tc>
          <w:tcPr>
            <w:tcW w:w="950" w:type="dxa"/>
            <w:shd w:val="clear" w:color="auto" w:fill="auto"/>
          </w:tcPr>
          <w:p w14:paraId="47A53303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Zap. št.</w:t>
            </w:r>
          </w:p>
        </w:tc>
        <w:tc>
          <w:tcPr>
            <w:tcW w:w="3569" w:type="dxa"/>
            <w:shd w:val="clear" w:color="auto" w:fill="auto"/>
          </w:tcPr>
          <w:p w14:paraId="27A2E324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Ime in priimek</w:t>
            </w:r>
          </w:p>
        </w:tc>
        <w:tc>
          <w:tcPr>
            <w:tcW w:w="2267" w:type="dxa"/>
            <w:shd w:val="clear" w:color="auto" w:fill="auto"/>
          </w:tcPr>
          <w:p w14:paraId="2EF0A8E2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Funkcija</w:t>
            </w:r>
          </w:p>
        </w:tc>
        <w:tc>
          <w:tcPr>
            <w:tcW w:w="2274" w:type="dxa"/>
            <w:shd w:val="clear" w:color="auto" w:fill="auto"/>
          </w:tcPr>
          <w:p w14:paraId="618BA08B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  <w:b/>
              </w:rPr>
            </w:pPr>
            <w:r w:rsidRPr="00572ACE">
              <w:rPr>
                <w:rFonts w:asciiTheme="minorHAnsi" w:eastAsia="Calibri" w:hAnsiTheme="minorHAnsi" w:cstheme="minorHAnsi"/>
                <w:b/>
              </w:rPr>
              <w:t>Vrsta podpisnika</w:t>
            </w:r>
          </w:p>
        </w:tc>
      </w:tr>
      <w:tr w:rsidR="005378CF" w:rsidRPr="00572ACE" w14:paraId="0FAB1611" w14:textId="77777777" w:rsidTr="0053254E">
        <w:trPr>
          <w:cantSplit/>
          <w:tblHeader/>
        </w:trPr>
        <w:tc>
          <w:tcPr>
            <w:tcW w:w="950" w:type="dxa"/>
            <w:shd w:val="clear" w:color="auto" w:fill="auto"/>
          </w:tcPr>
          <w:p w14:paraId="05D2DDEA" w14:textId="77777777" w:rsidR="005378CF" w:rsidRPr="00572ACE" w:rsidRDefault="005378CF" w:rsidP="0053254E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3569" w:type="dxa"/>
            <w:shd w:val="clear" w:color="auto" w:fill="auto"/>
          </w:tcPr>
          <w:p w14:paraId="0597FE5A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330579D8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74202151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5378CF" w:rsidRPr="00572ACE" w14:paraId="461C3AFC" w14:textId="77777777" w:rsidTr="0053254E">
        <w:trPr>
          <w:cantSplit/>
          <w:tblHeader/>
        </w:trPr>
        <w:tc>
          <w:tcPr>
            <w:tcW w:w="950" w:type="dxa"/>
            <w:shd w:val="clear" w:color="auto" w:fill="auto"/>
          </w:tcPr>
          <w:p w14:paraId="317A448C" w14:textId="77777777" w:rsidR="005378CF" w:rsidRPr="00572ACE" w:rsidRDefault="005378CF" w:rsidP="0053254E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3569" w:type="dxa"/>
            <w:shd w:val="clear" w:color="auto" w:fill="auto"/>
          </w:tcPr>
          <w:p w14:paraId="3AA47571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523A4DEF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21CCBA85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5378CF" w:rsidRPr="00572ACE" w14:paraId="60D412F4" w14:textId="77777777" w:rsidTr="0053254E">
        <w:trPr>
          <w:cantSplit/>
          <w:tblHeader/>
        </w:trPr>
        <w:tc>
          <w:tcPr>
            <w:tcW w:w="950" w:type="dxa"/>
            <w:shd w:val="clear" w:color="auto" w:fill="auto"/>
          </w:tcPr>
          <w:p w14:paraId="440FB801" w14:textId="77777777" w:rsidR="005378CF" w:rsidRPr="00572ACE" w:rsidRDefault="005378CF" w:rsidP="0053254E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3.</w:t>
            </w:r>
          </w:p>
        </w:tc>
        <w:tc>
          <w:tcPr>
            <w:tcW w:w="3569" w:type="dxa"/>
            <w:shd w:val="clear" w:color="auto" w:fill="auto"/>
          </w:tcPr>
          <w:p w14:paraId="2A12CBC4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2E1FEA08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196207DB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  <w:tr w:rsidR="005378CF" w:rsidRPr="00572ACE" w14:paraId="74279AAF" w14:textId="77777777" w:rsidTr="0053254E">
        <w:trPr>
          <w:cantSplit/>
          <w:tblHeader/>
        </w:trPr>
        <w:tc>
          <w:tcPr>
            <w:tcW w:w="950" w:type="dxa"/>
            <w:shd w:val="clear" w:color="auto" w:fill="auto"/>
          </w:tcPr>
          <w:p w14:paraId="42E815E6" w14:textId="77777777" w:rsidR="005378CF" w:rsidRPr="00572ACE" w:rsidRDefault="005378CF" w:rsidP="0053254E">
            <w:pPr>
              <w:spacing w:before="60" w:after="60"/>
              <w:jc w:val="center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</w:rPr>
              <w:t>4.</w:t>
            </w:r>
          </w:p>
        </w:tc>
        <w:tc>
          <w:tcPr>
            <w:tcW w:w="3569" w:type="dxa"/>
            <w:shd w:val="clear" w:color="auto" w:fill="auto"/>
          </w:tcPr>
          <w:p w14:paraId="5C9CEAAD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14:paraId="0AE3CBB0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14:paraId="6009D46F" w14:textId="77777777" w:rsidR="005378CF" w:rsidRPr="00572ACE" w:rsidRDefault="005378CF" w:rsidP="0053254E">
            <w:pPr>
              <w:spacing w:before="60" w:after="60"/>
              <w:rPr>
                <w:rFonts w:asciiTheme="minorHAnsi" w:eastAsia="Calibri" w:hAnsiTheme="minorHAnsi" w:cstheme="minorHAnsi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eastAsia="Calibri" w:hAnsiTheme="minorHAnsi" w:cstheme="minorHAnsi"/>
                <w:szCs w:val="20"/>
              </w:rPr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t> </w:t>
            </w:r>
            <w:r w:rsidRPr="00572ACE">
              <w:rPr>
                <w:rFonts w:asciiTheme="minorHAnsi" w:eastAsia="Calibri" w:hAnsiTheme="minorHAnsi" w:cstheme="minorHAnsi"/>
                <w:szCs w:val="20"/>
              </w:rPr>
              <w:fldChar w:fldCharType="end"/>
            </w:r>
          </w:p>
        </w:tc>
      </w:tr>
    </w:tbl>
    <w:p w14:paraId="2E662F26" w14:textId="77777777" w:rsidR="005378CF" w:rsidRPr="00572ACE" w:rsidRDefault="005378CF" w:rsidP="005378CF">
      <w:pPr>
        <w:rPr>
          <w:rFonts w:asciiTheme="minorHAnsi" w:hAnsiTheme="minorHAnsi" w:cstheme="minorHAnsi"/>
        </w:rPr>
      </w:pPr>
    </w:p>
    <w:p w14:paraId="212B9D26" w14:textId="77777777" w:rsidR="005378CF" w:rsidRPr="00572ACE" w:rsidRDefault="005378CF" w:rsidP="005378CF">
      <w:pPr>
        <w:rPr>
          <w:rFonts w:asciiTheme="minorHAnsi" w:hAnsiTheme="minorHAnsi" w:cstheme="minorHAnsi"/>
          <w:i/>
          <w:szCs w:val="20"/>
        </w:rPr>
      </w:pPr>
      <w:r w:rsidRPr="00572ACE">
        <w:rPr>
          <w:rFonts w:asciiTheme="minorHAnsi" w:hAnsiTheme="minorHAnsi" w:cstheme="minorHAnsi"/>
          <w:i/>
          <w:strike/>
          <w:szCs w:val="20"/>
        </w:rPr>
        <w:t>*</w:t>
      </w:r>
      <w:r w:rsidR="00064B1A" w:rsidRPr="00572ACE">
        <w:rPr>
          <w:rFonts w:asciiTheme="minorHAnsi" w:hAnsiTheme="minorHAnsi" w:cstheme="minorHAnsi"/>
          <w:i/>
          <w:strike/>
          <w:szCs w:val="20"/>
        </w:rPr>
        <w:t>*</w:t>
      </w:r>
      <w:r w:rsidRPr="00572ACE">
        <w:rPr>
          <w:rFonts w:asciiTheme="minorHAnsi" w:hAnsiTheme="minorHAnsi" w:cstheme="minorHAnsi"/>
          <w:i/>
          <w:szCs w:val="20"/>
        </w:rPr>
        <w:t xml:space="preserve"> </w:t>
      </w:r>
      <w:r w:rsidR="00B51631" w:rsidRPr="00572ACE">
        <w:rPr>
          <w:rFonts w:asciiTheme="minorHAnsi" w:hAnsiTheme="minorHAnsi" w:cstheme="minorHAnsi"/>
          <w:i/>
          <w:szCs w:val="20"/>
        </w:rPr>
        <w:t xml:space="preserve">Točko 3.1 izpolnijo vsi ponudniki v skupini ponudnikov, razen vodilnega ponudnika, ki izpolni točko 2. </w:t>
      </w:r>
      <w:r w:rsidRPr="00572ACE">
        <w:rPr>
          <w:rFonts w:asciiTheme="minorHAnsi" w:hAnsiTheme="minorHAnsi" w:cstheme="minorHAnsi"/>
          <w:i/>
          <w:szCs w:val="20"/>
        </w:rPr>
        <w:t xml:space="preserve">Gospodarski subjekt točko </w:t>
      </w:r>
      <w:r w:rsidR="00064B1A" w:rsidRPr="00572ACE">
        <w:rPr>
          <w:rFonts w:asciiTheme="minorHAnsi" w:hAnsiTheme="minorHAnsi" w:cstheme="minorHAnsi"/>
          <w:i/>
          <w:szCs w:val="20"/>
        </w:rPr>
        <w:t>3</w:t>
      </w:r>
      <w:r w:rsidRPr="00572ACE">
        <w:rPr>
          <w:rFonts w:asciiTheme="minorHAnsi" w:hAnsiTheme="minorHAnsi" w:cstheme="minorHAnsi"/>
          <w:i/>
          <w:szCs w:val="20"/>
        </w:rPr>
        <w:t xml:space="preserve">.1 izpolni v celoti tolikokrat, kolikor je </w:t>
      </w:r>
      <w:r w:rsidR="00025FC1" w:rsidRPr="00572ACE">
        <w:rPr>
          <w:rFonts w:asciiTheme="minorHAnsi" w:hAnsiTheme="minorHAnsi" w:cstheme="minorHAnsi"/>
          <w:i/>
          <w:szCs w:val="20"/>
        </w:rPr>
        <w:t>partnerjev</w:t>
      </w:r>
      <w:r w:rsidR="00504634" w:rsidRPr="00572ACE">
        <w:rPr>
          <w:rFonts w:asciiTheme="minorHAnsi" w:hAnsiTheme="minorHAnsi" w:cstheme="minorHAnsi"/>
          <w:i/>
          <w:szCs w:val="20"/>
        </w:rPr>
        <w:t xml:space="preserve"> v skupni ponudbi</w:t>
      </w:r>
      <w:r w:rsidRPr="00572ACE">
        <w:rPr>
          <w:rFonts w:asciiTheme="minorHAnsi" w:hAnsiTheme="minorHAnsi" w:cstheme="minorHAnsi"/>
          <w:i/>
          <w:szCs w:val="20"/>
        </w:rPr>
        <w:t>.</w:t>
      </w:r>
    </w:p>
    <w:p w14:paraId="21387434" w14:textId="77777777" w:rsidR="005378CF" w:rsidRPr="00572ACE" w:rsidRDefault="005378CF" w:rsidP="00BD6D17">
      <w:pPr>
        <w:rPr>
          <w:rFonts w:asciiTheme="minorHAnsi" w:hAnsiTheme="minorHAnsi" w:cstheme="minorHAnsi"/>
        </w:rPr>
      </w:pPr>
    </w:p>
    <w:p w14:paraId="0DCEA79D" w14:textId="77777777" w:rsidR="0067400E" w:rsidRPr="00572ACE" w:rsidRDefault="0067400E" w:rsidP="00594096">
      <w:pPr>
        <w:pStyle w:val="Naslov1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udeležba podizvajalcev</w:t>
      </w:r>
    </w:p>
    <w:p w14:paraId="4C00F8C4" w14:textId="77777777" w:rsidR="0067400E" w:rsidRPr="00572ACE" w:rsidRDefault="00504634" w:rsidP="00594096">
      <w:pPr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Gospodarski subjekti</w:t>
      </w:r>
      <w:r w:rsidR="0067400E" w:rsidRPr="00572ACE">
        <w:rPr>
          <w:rFonts w:asciiTheme="minorHAnsi" w:hAnsiTheme="minorHAnsi" w:cstheme="minorHAnsi"/>
        </w:rPr>
        <w:t xml:space="preserve"> točko </w:t>
      </w:r>
      <w:r w:rsidR="00064B1A" w:rsidRPr="00572ACE">
        <w:rPr>
          <w:rFonts w:asciiTheme="minorHAnsi" w:hAnsiTheme="minorHAnsi" w:cstheme="minorHAnsi"/>
        </w:rPr>
        <w:t>4</w:t>
      </w:r>
      <w:r w:rsidR="0067400E" w:rsidRPr="00572ACE">
        <w:rPr>
          <w:rFonts w:asciiTheme="minorHAnsi" w:hAnsiTheme="minorHAnsi" w:cstheme="minorHAnsi"/>
        </w:rPr>
        <w:t xml:space="preserve"> izpolnijo v primeru, da bodo pri izvedbi javnega naročila sodelovali s podizvajalci.</w:t>
      </w:r>
    </w:p>
    <w:p w14:paraId="5C546306" w14:textId="77777777" w:rsidR="0067400E" w:rsidRPr="00572ACE" w:rsidRDefault="0067400E" w:rsidP="00594096">
      <w:pPr>
        <w:rPr>
          <w:rFonts w:asciiTheme="minorHAnsi" w:hAnsiTheme="minorHAnsi" w:cstheme="minorHAnsi"/>
        </w:rPr>
      </w:pPr>
    </w:p>
    <w:p w14:paraId="2C67C5A2" w14:textId="15EBBF81" w:rsidR="0067400E" w:rsidRPr="00572ACE" w:rsidRDefault="0067400E" w:rsidP="00594096">
      <w:pPr>
        <w:rPr>
          <w:rFonts w:asciiTheme="minorHAnsi" w:hAnsiTheme="minorHAnsi" w:cstheme="minorHAnsi"/>
          <w:szCs w:val="20"/>
        </w:rPr>
      </w:pPr>
      <w:r w:rsidRPr="00572ACE">
        <w:rPr>
          <w:rFonts w:asciiTheme="minorHAnsi" w:hAnsiTheme="minorHAnsi" w:cstheme="minorHAnsi"/>
        </w:rPr>
        <w:t xml:space="preserve">Pri javnem naročilu z oznako </w:t>
      </w:r>
      <w:r w:rsidR="00B91F1B">
        <w:rPr>
          <w:rFonts w:asciiTheme="minorHAnsi" w:hAnsiTheme="minorHAnsi" w:cstheme="minorHAnsi"/>
          <w:szCs w:val="20"/>
        </w:rPr>
        <w:t xml:space="preserve">JN </w:t>
      </w:r>
      <w:r w:rsidR="00F64C58">
        <w:rPr>
          <w:rFonts w:asciiTheme="minorHAnsi" w:hAnsiTheme="minorHAnsi" w:cstheme="minorHAnsi"/>
          <w:szCs w:val="20"/>
        </w:rPr>
        <w:t>2</w:t>
      </w:r>
      <w:r w:rsidR="00B91F1B">
        <w:rPr>
          <w:rFonts w:asciiTheme="minorHAnsi" w:hAnsiTheme="minorHAnsi" w:cstheme="minorHAnsi"/>
          <w:szCs w:val="20"/>
        </w:rPr>
        <w:t>/202</w:t>
      </w:r>
      <w:r w:rsidR="00F64C58">
        <w:rPr>
          <w:rFonts w:asciiTheme="minorHAnsi" w:hAnsiTheme="minorHAnsi" w:cstheme="minorHAnsi"/>
          <w:szCs w:val="20"/>
        </w:rPr>
        <w:t>5</w:t>
      </w:r>
      <w:r w:rsidR="00B91F1B">
        <w:rPr>
          <w:rFonts w:asciiTheme="minorHAnsi" w:hAnsiTheme="minorHAnsi" w:cstheme="minorHAnsi"/>
          <w:szCs w:val="20"/>
        </w:rPr>
        <w:t>-NMV</w:t>
      </w:r>
      <w:r w:rsidRPr="00572ACE">
        <w:rPr>
          <w:rFonts w:asciiTheme="minorHAnsi" w:hAnsiTheme="minorHAnsi" w:cstheme="minorHAnsi"/>
          <w:szCs w:val="20"/>
        </w:rPr>
        <w:t xml:space="preserve"> bomo sodelovali z naslednjimi podizvajalci:</w:t>
      </w:r>
    </w:p>
    <w:p w14:paraId="24159346" w14:textId="77777777" w:rsidR="0067400E" w:rsidRPr="00572ACE" w:rsidRDefault="0067400E" w:rsidP="00594096">
      <w:pPr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4"/>
        <w:gridCol w:w="8388"/>
      </w:tblGrid>
      <w:tr w:rsidR="0067400E" w:rsidRPr="00572ACE" w14:paraId="0347C9BD" w14:textId="77777777" w:rsidTr="003C340B">
        <w:tc>
          <w:tcPr>
            <w:tcW w:w="567" w:type="dxa"/>
          </w:tcPr>
          <w:p w14:paraId="6ABF997A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Št.</w:t>
            </w:r>
          </w:p>
        </w:tc>
        <w:tc>
          <w:tcPr>
            <w:tcW w:w="8535" w:type="dxa"/>
          </w:tcPr>
          <w:p w14:paraId="536FCE3D" w14:textId="77777777" w:rsidR="0067400E" w:rsidRPr="00572ACE" w:rsidRDefault="00064B1A" w:rsidP="005378CF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Naziv podizvajalca</w:t>
            </w:r>
          </w:p>
        </w:tc>
      </w:tr>
      <w:tr w:rsidR="0067400E" w:rsidRPr="00572ACE" w14:paraId="7C5D8AE5" w14:textId="77777777" w:rsidTr="003C340B">
        <w:tc>
          <w:tcPr>
            <w:tcW w:w="567" w:type="dxa"/>
          </w:tcPr>
          <w:p w14:paraId="74130763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535" w:type="dxa"/>
          </w:tcPr>
          <w:p w14:paraId="190F55DC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17D22548" w14:textId="77777777" w:rsidTr="003C340B">
        <w:tc>
          <w:tcPr>
            <w:tcW w:w="567" w:type="dxa"/>
          </w:tcPr>
          <w:p w14:paraId="2BA6795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535" w:type="dxa"/>
          </w:tcPr>
          <w:p w14:paraId="2C88D14C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7BA949DA" w14:textId="77777777" w:rsidTr="003C340B">
        <w:tc>
          <w:tcPr>
            <w:tcW w:w="567" w:type="dxa"/>
          </w:tcPr>
          <w:p w14:paraId="73ECF85F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535" w:type="dxa"/>
          </w:tcPr>
          <w:p w14:paraId="65013DB6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4703928F" w14:textId="77777777" w:rsidTr="003C340B">
        <w:tc>
          <w:tcPr>
            <w:tcW w:w="567" w:type="dxa"/>
          </w:tcPr>
          <w:p w14:paraId="28832F20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535" w:type="dxa"/>
          </w:tcPr>
          <w:p w14:paraId="4BB3AD13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4025E8C3" w14:textId="77777777" w:rsidTr="003C340B">
        <w:tc>
          <w:tcPr>
            <w:tcW w:w="567" w:type="dxa"/>
          </w:tcPr>
          <w:p w14:paraId="6F1A5DED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535" w:type="dxa"/>
          </w:tcPr>
          <w:p w14:paraId="61922F1A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095F6566" w14:textId="77777777" w:rsidR="0067400E" w:rsidRPr="00572ACE" w:rsidRDefault="0067400E" w:rsidP="005B5FE2">
      <w:pPr>
        <w:rPr>
          <w:rFonts w:asciiTheme="minorHAnsi" w:hAnsiTheme="minorHAnsi" w:cstheme="minorHAnsi"/>
          <w:i/>
          <w:sz w:val="18"/>
          <w:szCs w:val="18"/>
          <w:highlight w:val="yellow"/>
        </w:rPr>
      </w:pPr>
    </w:p>
    <w:p w14:paraId="2BC1A464" w14:textId="77777777" w:rsidR="0067400E" w:rsidRPr="00572ACE" w:rsidRDefault="0067400E" w:rsidP="005B5FE2">
      <w:pPr>
        <w:rPr>
          <w:rFonts w:asciiTheme="minorHAnsi" w:hAnsiTheme="minorHAnsi" w:cstheme="minorHAnsi"/>
          <w:szCs w:val="20"/>
        </w:rPr>
      </w:pPr>
    </w:p>
    <w:p w14:paraId="3ECC5BDB" w14:textId="77777777" w:rsidR="0067400E" w:rsidRPr="00572ACE" w:rsidRDefault="008F611C" w:rsidP="00210205">
      <w:pPr>
        <w:pStyle w:val="Naslov2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lastRenderedPageBreak/>
        <w:t>POSLOVNI PODATKI O PODIZVAJALCU</w:t>
      </w:r>
      <w:r w:rsidR="00064B1A" w:rsidRPr="00572ACE">
        <w:rPr>
          <w:rFonts w:asciiTheme="minorHAnsi" w:hAnsiTheme="minorHAnsi" w:cstheme="minorHAnsi"/>
        </w:rPr>
        <w:t>***</w:t>
      </w:r>
    </w:p>
    <w:p w14:paraId="40ECBDFF" w14:textId="77777777" w:rsidR="0067400E" w:rsidRPr="00572ACE" w:rsidRDefault="0067400E" w:rsidP="0096689D">
      <w:pPr>
        <w:pStyle w:val="Naslov3"/>
        <w:numPr>
          <w:ilvl w:val="2"/>
          <w:numId w:val="7"/>
        </w:numPr>
        <w:ind w:left="641" w:hanging="641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Osnovni podatki o podizvajalcu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1"/>
        <w:gridCol w:w="4521"/>
      </w:tblGrid>
      <w:tr w:rsidR="0067400E" w:rsidRPr="00572ACE" w14:paraId="14CD9954" w14:textId="77777777" w:rsidTr="002349B9">
        <w:trPr>
          <w:trHeight w:val="170"/>
        </w:trPr>
        <w:tc>
          <w:tcPr>
            <w:tcW w:w="4431" w:type="dxa"/>
          </w:tcPr>
          <w:p w14:paraId="5541A685" w14:textId="77777777" w:rsidR="0067400E" w:rsidRPr="00572ACE" w:rsidRDefault="00210205" w:rsidP="007F1BDE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 xml:space="preserve">Popoln naziv </w:t>
            </w:r>
            <w:r w:rsidR="0067400E" w:rsidRPr="00572ACE">
              <w:rPr>
                <w:rFonts w:asciiTheme="minorHAnsi" w:hAnsiTheme="minorHAnsi" w:cstheme="minorHAnsi"/>
              </w:rPr>
              <w:t>podizvajalca:</w:t>
            </w:r>
          </w:p>
        </w:tc>
        <w:tc>
          <w:tcPr>
            <w:tcW w:w="4521" w:type="dxa"/>
          </w:tcPr>
          <w:p w14:paraId="529E0FB6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0D4623A0" w14:textId="77777777" w:rsidTr="002349B9">
        <w:trPr>
          <w:trHeight w:val="170"/>
        </w:trPr>
        <w:tc>
          <w:tcPr>
            <w:tcW w:w="4431" w:type="dxa"/>
          </w:tcPr>
          <w:p w14:paraId="2E7FE7AF" w14:textId="77777777" w:rsidR="0067400E" w:rsidRPr="00572ACE" w:rsidRDefault="0067400E" w:rsidP="007F1BDE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Naslov:</w:t>
            </w:r>
          </w:p>
        </w:tc>
        <w:tc>
          <w:tcPr>
            <w:tcW w:w="4521" w:type="dxa"/>
          </w:tcPr>
          <w:p w14:paraId="7BE7F8F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1CC0A931" w14:textId="77777777" w:rsidTr="002349B9">
        <w:trPr>
          <w:trHeight w:val="170"/>
        </w:trPr>
        <w:tc>
          <w:tcPr>
            <w:tcW w:w="4431" w:type="dxa"/>
          </w:tcPr>
          <w:p w14:paraId="56D15E28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Matična številka:</w:t>
            </w:r>
          </w:p>
        </w:tc>
        <w:tc>
          <w:tcPr>
            <w:tcW w:w="4521" w:type="dxa"/>
          </w:tcPr>
          <w:p w14:paraId="391604BD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2B68B59F" w14:textId="77777777" w:rsidTr="002349B9">
        <w:trPr>
          <w:trHeight w:val="170"/>
        </w:trPr>
        <w:tc>
          <w:tcPr>
            <w:tcW w:w="4431" w:type="dxa"/>
          </w:tcPr>
          <w:p w14:paraId="2627912C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Identifikacijska številka za DDV:</w:t>
            </w:r>
          </w:p>
        </w:tc>
        <w:tc>
          <w:tcPr>
            <w:tcW w:w="4521" w:type="dxa"/>
          </w:tcPr>
          <w:p w14:paraId="56F90CB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064B1A" w:rsidRPr="00572ACE" w14:paraId="24F1C6D0" w14:textId="77777777" w:rsidTr="002349B9">
        <w:trPr>
          <w:trHeight w:val="170"/>
        </w:trPr>
        <w:tc>
          <w:tcPr>
            <w:tcW w:w="4431" w:type="dxa"/>
          </w:tcPr>
          <w:p w14:paraId="6B0C6E00" w14:textId="77777777" w:rsidR="00064B1A" w:rsidRPr="00572ACE" w:rsidRDefault="00064B1A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Pristojen davčni urad:</w:t>
            </w:r>
          </w:p>
        </w:tc>
        <w:tc>
          <w:tcPr>
            <w:tcW w:w="4521" w:type="dxa"/>
          </w:tcPr>
          <w:p w14:paraId="56E4DCA7" w14:textId="77777777" w:rsidR="00064B1A" w:rsidRPr="00572ACE" w:rsidRDefault="00064B1A" w:rsidP="003C340B">
            <w:pPr>
              <w:keepNext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2329FABB" w14:textId="77777777" w:rsidTr="002349B9">
        <w:trPr>
          <w:trHeight w:val="170"/>
        </w:trPr>
        <w:tc>
          <w:tcPr>
            <w:tcW w:w="4431" w:type="dxa"/>
          </w:tcPr>
          <w:p w14:paraId="6A64F2BA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Številka transakcijskega računa:</w:t>
            </w:r>
          </w:p>
        </w:tc>
        <w:tc>
          <w:tcPr>
            <w:tcW w:w="4521" w:type="dxa"/>
          </w:tcPr>
          <w:p w14:paraId="3DC0A94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0AFA9535" w14:textId="77777777" w:rsidTr="002349B9">
        <w:trPr>
          <w:trHeight w:val="170"/>
        </w:trPr>
        <w:tc>
          <w:tcPr>
            <w:tcW w:w="4431" w:type="dxa"/>
          </w:tcPr>
          <w:p w14:paraId="1C84A2CA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Telefonska številka:</w:t>
            </w:r>
          </w:p>
        </w:tc>
        <w:tc>
          <w:tcPr>
            <w:tcW w:w="4521" w:type="dxa"/>
          </w:tcPr>
          <w:p w14:paraId="2765E478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12C01A63" w14:textId="77777777" w:rsidTr="002349B9">
        <w:trPr>
          <w:trHeight w:val="170"/>
        </w:trPr>
        <w:tc>
          <w:tcPr>
            <w:tcW w:w="4431" w:type="dxa"/>
          </w:tcPr>
          <w:p w14:paraId="40E125B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E-pošta:</w:t>
            </w:r>
          </w:p>
        </w:tc>
        <w:tc>
          <w:tcPr>
            <w:tcW w:w="4521" w:type="dxa"/>
          </w:tcPr>
          <w:p w14:paraId="186FC408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67400E" w:rsidRPr="00572ACE" w14:paraId="1F504F97" w14:textId="77777777" w:rsidTr="002349B9">
        <w:trPr>
          <w:trHeight w:val="170"/>
        </w:trPr>
        <w:tc>
          <w:tcPr>
            <w:tcW w:w="4431" w:type="dxa"/>
          </w:tcPr>
          <w:p w14:paraId="6EC0F345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Kontaktna oseba:</w:t>
            </w:r>
          </w:p>
        </w:tc>
        <w:tc>
          <w:tcPr>
            <w:tcW w:w="4521" w:type="dxa"/>
          </w:tcPr>
          <w:p w14:paraId="7B419DD1" w14:textId="77777777" w:rsidR="0067400E" w:rsidRPr="00572ACE" w:rsidRDefault="0067400E" w:rsidP="003C340B">
            <w:pPr>
              <w:keepNext/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70A26A6" w14:textId="77777777" w:rsidR="00210205" w:rsidRPr="00572ACE" w:rsidRDefault="00210205" w:rsidP="0096689D">
      <w:pPr>
        <w:pStyle w:val="Naslov3"/>
        <w:numPr>
          <w:ilvl w:val="2"/>
          <w:numId w:val="7"/>
        </w:numPr>
        <w:ind w:left="641" w:hanging="641"/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653"/>
        <w:gridCol w:w="3496"/>
        <w:gridCol w:w="1823"/>
      </w:tblGrid>
      <w:tr w:rsidR="00210205" w:rsidRPr="00572ACE" w14:paraId="66C66996" w14:textId="77777777" w:rsidTr="0053254E">
        <w:tc>
          <w:tcPr>
            <w:tcW w:w="988" w:type="dxa"/>
            <w:shd w:val="clear" w:color="auto" w:fill="auto"/>
            <w:vAlign w:val="center"/>
          </w:tcPr>
          <w:p w14:paraId="0B79A37F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Zap. št.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481F5E9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Ime in priimek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18C3BD05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Naslov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372656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b/>
                <w:szCs w:val="20"/>
              </w:rPr>
              <w:t>Funkcija</w:t>
            </w:r>
          </w:p>
        </w:tc>
      </w:tr>
      <w:tr w:rsidR="00210205" w:rsidRPr="00572ACE" w14:paraId="44055044" w14:textId="77777777" w:rsidTr="0053254E">
        <w:tc>
          <w:tcPr>
            <w:tcW w:w="988" w:type="dxa"/>
            <w:shd w:val="clear" w:color="auto" w:fill="auto"/>
            <w:vAlign w:val="center"/>
          </w:tcPr>
          <w:p w14:paraId="64CD901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1.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D1E5C3C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50C5505F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CA93FE7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1EE6DBC8" w14:textId="77777777" w:rsidTr="0053254E">
        <w:tc>
          <w:tcPr>
            <w:tcW w:w="988" w:type="dxa"/>
            <w:shd w:val="clear" w:color="auto" w:fill="auto"/>
            <w:vAlign w:val="center"/>
          </w:tcPr>
          <w:p w14:paraId="1AE5284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2.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4462080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7159B500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81AD6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417D4087" w14:textId="77777777" w:rsidTr="0053254E">
        <w:tc>
          <w:tcPr>
            <w:tcW w:w="988" w:type="dxa"/>
            <w:shd w:val="clear" w:color="auto" w:fill="auto"/>
            <w:vAlign w:val="center"/>
          </w:tcPr>
          <w:p w14:paraId="198A4F71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3.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A1655F9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75ED2CF0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6E1DA37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5C0985E9" w14:textId="77777777" w:rsidTr="0053254E">
        <w:tc>
          <w:tcPr>
            <w:tcW w:w="988" w:type="dxa"/>
            <w:shd w:val="clear" w:color="auto" w:fill="auto"/>
            <w:vAlign w:val="center"/>
          </w:tcPr>
          <w:p w14:paraId="7D215EFE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4.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4464252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166AE3A3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DAB9F43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  <w:tr w:rsidR="00210205" w:rsidRPr="00572ACE" w14:paraId="553FE205" w14:textId="77777777" w:rsidTr="0053254E">
        <w:tc>
          <w:tcPr>
            <w:tcW w:w="988" w:type="dxa"/>
            <w:shd w:val="clear" w:color="auto" w:fill="auto"/>
            <w:vAlign w:val="center"/>
          </w:tcPr>
          <w:p w14:paraId="74631ACD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szCs w:val="20"/>
              </w:rPr>
            </w:pPr>
            <w:r w:rsidRPr="00572ACE">
              <w:rPr>
                <w:rFonts w:asciiTheme="minorHAnsi" w:eastAsia="Calibri" w:hAnsiTheme="minorHAnsi" w:cstheme="minorHAnsi"/>
                <w:szCs w:val="20"/>
              </w:rPr>
              <w:t>5.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9081E8A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6788558B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446A549" w14:textId="77777777" w:rsidR="00210205" w:rsidRPr="00572ACE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</w:tbl>
    <w:p w14:paraId="0ECEC771" w14:textId="77777777" w:rsidR="00210205" w:rsidRPr="00572ACE" w:rsidRDefault="00210205" w:rsidP="0096689D">
      <w:pPr>
        <w:pStyle w:val="Naslov3"/>
        <w:numPr>
          <w:ilvl w:val="2"/>
          <w:numId w:val="7"/>
        </w:numPr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</w:rPr>
        <w:t>Podatki o delih podizvajalca</w:t>
      </w:r>
    </w:p>
    <w:p w14:paraId="1BB7D6EB" w14:textId="77777777" w:rsidR="00210205" w:rsidRPr="00572ACE" w:rsidRDefault="00210205" w:rsidP="00210205">
      <w:pPr>
        <w:rPr>
          <w:rFonts w:asciiTheme="minorHAnsi" w:hAnsiTheme="minorHAnsi" w:cstheme="minorHAnsi"/>
        </w:rPr>
      </w:pPr>
      <w:r w:rsidRPr="00572ACE">
        <w:rPr>
          <w:rFonts w:asciiTheme="minorHAnsi" w:hAnsiTheme="minorHAnsi" w:cstheme="minorHAnsi"/>
          <w:szCs w:val="20"/>
        </w:rPr>
        <w:t>Podatki iz drugega odstavka 94. člena ZJN-3, ki jih gospodarski subjekt za podizvajalca navede v nadaljevanju te točke, so obvezna sestavina pogodbe o izvedbi predmetnega javnega naročila.</w:t>
      </w:r>
    </w:p>
    <w:p w14:paraId="76BCB369" w14:textId="77777777" w:rsidR="00210205" w:rsidRPr="00572ACE" w:rsidRDefault="00210205" w:rsidP="00210205">
      <w:pPr>
        <w:rPr>
          <w:rFonts w:asciiTheme="minorHAnsi" w:hAnsiTheme="minorHAnsi" w:cstheme="minorHAnsi"/>
        </w:rPr>
      </w:pPr>
    </w:p>
    <w:p w14:paraId="7FFD356E" w14:textId="77777777" w:rsidR="00E75548" w:rsidRPr="00F01C09" w:rsidRDefault="00E75548" w:rsidP="00E75548">
      <w:pPr>
        <w:rPr>
          <w:rFonts w:asciiTheme="minorHAnsi" w:hAnsiTheme="minorHAnsi" w:cstheme="minorHAnsi"/>
          <w:szCs w:val="20"/>
          <w:u w:val="single"/>
        </w:rPr>
      </w:pPr>
      <w:r w:rsidRPr="00F01C09">
        <w:rPr>
          <w:rFonts w:asciiTheme="minorHAnsi" w:hAnsiTheme="minorHAnsi" w:cstheme="minorHAnsi"/>
          <w:szCs w:val="20"/>
          <w:u w:val="single"/>
        </w:rPr>
        <w:t>VRSTA DEL PODIZVAJALCA, KI JIH BO OPRAVLJAL V PREDMETNEM JAVNEM NAROČILU:</w:t>
      </w:r>
    </w:p>
    <w:p w14:paraId="2FF7ACD5" w14:textId="77777777" w:rsidR="00E75548" w:rsidRDefault="00E75548" w:rsidP="00E75548">
      <w:pPr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1984"/>
      </w:tblGrid>
      <w:tr w:rsidR="00E75548" w:rsidRPr="00572ACE" w14:paraId="7F468DD2" w14:textId="77777777" w:rsidTr="00F64C58">
        <w:tc>
          <w:tcPr>
            <w:tcW w:w="4253" w:type="dxa"/>
            <w:shd w:val="clear" w:color="auto" w:fill="auto"/>
            <w:vAlign w:val="center"/>
          </w:tcPr>
          <w:p w14:paraId="4BAE2232" w14:textId="77777777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Cs w:val="20"/>
              </w:rPr>
              <w:t>PREDMET OZ. VRSTA 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62C88E" w14:textId="2D3C42F5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Cs w:val="20"/>
              </w:rPr>
              <w:t xml:space="preserve">DELEŽ V % </w:t>
            </w:r>
            <w:r w:rsidRPr="00F01C0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(glede na celotno vrednost ponudbe za vsa dela</w:t>
            </w:r>
            <w:r w:rsidR="00F64C5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, za katera ponudnik daje ponudbo</w:t>
            </w:r>
            <w:r w:rsidRPr="00F01C0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B4DB1B" w14:textId="77777777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b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Cs w:val="20"/>
              </w:rPr>
              <w:t>VREDNOST TEH DEL V EUR</w:t>
            </w:r>
          </w:p>
        </w:tc>
      </w:tr>
      <w:tr w:rsidR="00E75548" w:rsidRPr="00572ACE" w14:paraId="692FD3FC" w14:textId="77777777" w:rsidTr="00F64C58">
        <w:trPr>
          <w:trHeight w:val="1078"/>
        </w:trPr>
        <w:tc>
          <w:tcPr>
            <w:tcW w:w="4253" w:type="dxa"/>
            <w:shd w:val="clear" w:color="auto" w:fill="auto"/>
            <w:vAlign w:val="center"/>
          </w:tcPr>
          <w:p w14:paraId="50BBAA86" w14:textId="77777777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A89AC9F" w14:textId="77777777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B036B7" w14:textId="77777777" w:rsidR="00E75548" w:rsidRPr="00572ACE" w:rsidRDefault="00E75548" w:rsidP="001605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Cs w:val="20"/>
              </w:rPr>
            </w:pPr>
          </w:p>
        </w:tc>
      </w:tr>
    </w:tbl>
    <w:p w14:paraId="033B8297" w14:textId="77777777" w:rsidR="00064B1A" w:rsidRPr="00572ACE" w:rsidRDefault="00064B1A" w:rsidP="00064B1A">
      <w:pPr>
        <w:rPr>
          <w:rFonts w:asciiTheme="minorHAnsi" w:hAnsiTheme="minorHAnsi" w:cstheme="minorHAnsi"/>
          <w:i/>
          <w:szCs w:val="20"/>
        </w:rPr>
      </w:pPr>
      <w:r w:rsidRPr="00572ACE">
        <w:rPr>
          <w:rFonts w:asciiTheme="minorHAnsi" w:hAnsiTheme="minorHAnsi" w:cstheme="minorHAnsi"/>
          <w:i/>
          <w:strike/>
          <w:szCs w:val="20"/>
        </w:rPr>
        <w:t>***</w:t>
      </w:r>
      <w:r w:rsidRPr="00572ACE">
        <w:rPr>
          <w:rFonts w:asciiTheme="minorHAnsi" w:hAnsiTheme="minorHAnsi" w:cstheme="minorHAnsi"/>
          <w:i/>
          <w:szCs w:val="20"/>
        </w:rPr>
        <w:t xml:space="preserve"> Gospodarski subjekt točko 4.1 izpolni v celoti tolikokrat, kolikor je podizvajalcev, ki sodelujejo v ponudbi.</w:t>
      </w:r>
    </w:p>
    <w:p w14:paraId="1D0D7F46" w14:textId="77777777" w:rsidR="0067400E" w:rsidRDefault="0067400E" w:rsidP="00912BCB">
      <w:pPr>
        <w:rPr>
          <w:rFonts w:asciiTheme="minorHAnsi" w:hAnsiTheme="minorHAnsi" w:cstheme="minorHAnsi"/>
        </w:rPr>
      </w:pPr>
    </w:p>
    <w:p w14:paraId="51442642" w14:textId="77777777" w:rsidR="002349B9" w:rsidRPr="00572ACE" w:rsidRDefault="002349B9" w:rsidP="00912BCB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06"/>
        <w:gridCol w:w="3044"/>
      </w:tblGrid>
      <w:tr w:rsidR="0067400E" w:rsidRPr="00572ACE" w14:paraId="7069B0AC" w14:textId="77777777" w:rsidTr="00DE5639">
        <w:tc>
          <w:tcPr>
            <w:tcW w:w="3070" w:type="dxa"/>
          </w:tcPr>
          <w:p w14:paraId="29D85E8D" w14:textId="77777777" w:rsidR="0067400E" w:rsidRPr="00572ACE" w:rsidRDefault="0067400E" w:rsidP="00912BCB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 xml:space="preserve">Kraj: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6CB00197" w14:textId="77777777" w:rsidR="0067400E" w:rsidRPr="00572ACE" w:rsidRDefault="0067400E" w:rsidP="00912BCB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 xml:space="preserve">Datum: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  <w:tc>
          <w:tcPr>
            <w:tcW w:w="3070" w:type="dxa"/>
          </w:tcPr>
          <w:p w14:paraId="3739EACD" w14:textId="77777777" w:rsidR="0067400E" w:rsidRPr="00572ACE" w:rsidRDefault="0067400E" w:rsidP="00DE56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70" w:type="dxa"/>
          </w:tcPr>
          <w:p w14:paraId="43F19882" w14:textId="77777777" w:rsidR="0067400E" w:rsidRPr="00572ACE" w:rsidRDefault="0067400E" w:rsidP="00912BCB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 xml:space="preserve">Podpisnik: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noProof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26748B7E" w14:textId="77777777" w:rsidR="0067400E" w:rsidRPr="00572ACE" w:rsidRDefault="0067400E" w:rsidP="00912BCB">
            <w:pPr>
              <w:rPr>
                <w:rFonts w:asciiTheme="minorHAnsi" w:hAnsiTheme="minorHAnsi" w:cstheme="minorHAnsi"/>
              </w:rPr>
            </w:pPr>
          </w:p>
          <w:p w14:paraId="60183990" w14:textId="77777777" w:rsidR="00C20791" w:rsidRPr="00572ACE" w:rsidRDefault="00C20791" w:rsidP="00C20791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_________________</w:t>
            </w:r>
          </w:p>
          <w:p w14:paraId="1C652C85" w14:textId="77777777" w:rsidR="0067400E" w:rsidRPr="00572ACE" w:rsidRDefault="0067400E" w:rsidP="00C20791">
            <w:pPr>
              <w:rPr>
                <w:rFonts w:asciiTheme="minorHAnsi" w:hAnsiTheme="minorHAnsi" w:cstheme="minorHAnsi"/>
              </w:rPr>
            </w:pPr>
            <w:r w:rsidRPr="00572ACE">
              <w:rPr>
                <w:rFonts w:asciiTheme="minorHAnsi" w:hAnsiTheme="minorHAnsi" w:cstheme="minorHAnsi"/>
              </w:rPr>
              <w:t>Podpis:</w:t>
            </w:r>
          </w:p>
        </w:tc>
      </w:tr>
    </w:tbl>
    <w:p w14:paraId="6186B0CE" w14:textId="77777777" w:rsidR="00DF6600" w:rsidRPr="00572ACE" w:rsidRDefault="00DF6600" w:rsidP="00912BCB">
      <w:pPr>
        <w:rPr>
          <w:rFonts w:asciiTheme="minorHAnsi" w:hAnsiTheme="minorHAnsi" w:cstheme="minorHAnsi"/>
        </w:rPr>
        <w:sectPr w:rsidR="00DF6600" w:rsidRPr="00572ACE" w:rsidSect="008E5280">
          <w:headerReference w:type="default" r:id="rId11"/>
          <w:footerReference w:type="default" r:id="rId12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41542B4E" w14:textId="77777777" w:rsidR="00961561" w:rsidRDefault="00961561" w:rsidP="0096156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5A75B2D5" w14:textId="5C519C11" w:rsidR="00961561" w:rsidRPr="000847A0" w:rsidRDefault="00961561" w:rsidP="0096156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 xml:space="preserve">POPIS DEL </w:t>
      </w:r>
      <w:r w:rsidR="00E75548">
        <w:rPr>
          <w:rFonts w:asciiTheme="minorHAnsi" w:hAnsiTheme="minorHAnsi" w:cstheme="minorHAnsi"/>
          <w:b/>
          <w:bCs/>
          <w:sz w:val="36"/>
          <w:szCs w:val="36"/>
        </w:rPr>
        <w:t>–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E75548">
        <w:rPr>
          <w:rFonts w:asciiTheme="minorHAnsi" w:hAnsiTheme="minorHAnsi" w:cstheme="minorHAnsi"/>
          <w:b/>
          <w:bCs/>
          <w:sz w:val="36"/>
          <w:szCs w:val="36"/>
        </w:rPr>
        <w:t>SANACIJA STOŽICE</w:t>
      </w:r>
    </w:p>
    <w:p w14:paraId="705A79A1" w14:textId="77777777" w:rsidR="00961561" w:rsidRPr="00ED2354" w:rsidRDefault="00961561" w:rsidP="00961561">
      <w:pPr>
        <w:rPr>
          <w:rFonts w:asciiTheme="minorHAnsi" w:hAnsiTheme="minorHAnsi" w:cstheme="minorHAnsi"/>
          <w:szCs w:val="20"/>
        </w:rPr>
      </w:pPr>
    </w:p>
    <w:p w14:paraId="59F9170A" w14:textId="77777777" w:rsidR="00961561" w:rsidRDefault="00961561" w:rsidP="00961561">
      <w:pPr>
        <w:rPr>
          <w:rFonts w:asciiTheme="minorHAnsi" w:hAnsiTheme="minorHAnsi" w:cstheme="minorHAnsi"/>
          <w:szCs w:val="20"/>
        </w:rPr>
      </w:pPr>
    </w:p>
    <w:p w14:paraId="43F5B6B8" w14:textId="11BBD9BC" w:rsidR="00961561" w:rsidRDefault="00961561" w:rsidP="0096156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Popis del- </w:t>
      </w:r>
      <w:r w:rsidR="00E75548">
        <w:rPr>
          <w:rFonts w:asciiTheme="minorHAnsi" w:hAnsiTheme="minorHAnsi" w:cstheme="minorHAnsi"/>
          <w:szCs w:val="20"/>
        </w:rPr>
        <w:t>Sanacija Stožice</w:t>
      </w:r>
      <w:r>
        <w:rPr>
          <w:rFonts w:asciiTheme="minorHAnsi" w:hAnsiTheme="minorHAnsi" w:cstheme="minorHAnsi"/>
          <w:szCs w:val="20"/>
        </w:rPr>
        <w:t xml:space="preserve"> je pripravljen v excel tabeli in je del razpisne dokumentacije.</w:t>
      </w:r>
    </w:p>
    <w:p w14:paraId="0783FD9A" w14:textId="77777777" w:rsidR="00961561" w:rsidRDefault="00961561" w:rsidP="00961561">
      <w:pPr>
        <w:jc w:val="center"/>
        <w:rPr>
          <w:rFonts w:asciiTheme="minorHAnsi" w:hAnsiTheme="minorHAnsi" w:cstheme="minorHAnsi"/>
          <w:szCs w:val="20"/>
        </w:rPr>
      </w:pPr>
    </w:p>
    <w:p w14:paraId="6677E13E" w14:textId="77777777" w:rsidR="00E75548" w:rsidRDefault="00E75548" w:rsidP="00E75548">
      <w:p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 w:rsidRPr="00AB398A">
        <w:rPr>
          <w:rFonts w:asciiTheme="minorHAnsi" w:hAnsiTheme="minorHAnsi" w:cstheme="minorHAnsi"/>
          <w:szCs w:val="20"/>
        </w:rPr>
        <w:t xml:space="preserve">Ponudnik v </w:t>
      </w:r>
      <w:r>
        <w:rPr>
          <w:rFonts w:asciiTheme="minorHAnsi" w:hAnsiTheme="minorHAnsi" w:cstheme="minorHAnsi"/>
          <w:szCs w:val="20"/>
        </w:rPr>
        <w:t>obrazcu »Popisu del –Sanacija Stožice« izpolni postavke v tistih listih oz. zavihkih, ki se nanašajo na sklop, za katerega oddaja ponudbo, in sicer:</w:t>
      </w:r>
    </w:p>
    <w:p w14:paraId="2008F811" w14:textId="32A2028D" w:rsidR="00E75548" w:rsidRPr="00E75548" w:rsidRDefault="00E75548" w:rsidP="00E75548">
      <w:pPr>
        <w:pStyle w:val="Naslov1"/>
        <w:numPr>
          <w:ilvl w:val="0"/>
          <w:numId w:val="24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b w:val="0"/>
          <w:bCs w:val="0"/>
          <w:szCs w:val="20"/>
        </w:rPr>
      </w:pPr>
      <w:r w:rsidRPr="00E75548">
        <w:rPr>
          <w:rFonts w:asciiTheme="minorHAnsi" w:hAnsiTheme="minorHAnsi" w:cstheme="minorHAnsi"/>
          <w:b w:val="0"/>
          <w:bCs w:val="0"/>
          <w:szCs w:val="20"/>
        </w:rPr>
        <w:t>ponudnik, ki podaja ponudbo za Sklop 1 predmetnega javnega naročila izpolni postavke v sledečih listih oz. zavihkih:</w:t>
      </w:r>
    </w:p>
    <w:p w14:paraId="13217746" w14:textId="77777777" w:rsidR="00E75548" w:rsidRPr="00B203B6" w:rsidRDefault="00E75548" w:rsidP="00E75548">
      <w:pPr>
        <w:pStyle w:val="Odstavekseznama"/>
        <w:numPr>
          <w:ilvl w:val="0"/>
          <w:numId w:val="23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>
        <w:rPr>
          <w:rFonts w:ascii="Calibri" w:hAnsi="Calibri"/>
        </w:rPr>
        <w:t xml:space="preserve">Pripravljalna in zaključna dela, </w:t>
      </w:r>
    </w:p>
    <w:p w14:paraId="05E97CC5" w14:textId="77777777" w:rsidR="00E75548" w:rsidRPr="00B203B6" w:rsidRDefault="00E75548" w:rsidP="00E75548">
      <w:pPr>
        <w:pStyle w:val="Odstavekseznama"/>
        <w:numPr>
          <w:ilvl w:val="0"/>
          <w:numId w:val="23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>
        <w:rPr>
          <w:rFonts w:ascii="Calibri" w:hAnsi="Calibri"/>
        </w:rPr>
        <w:t xml:space="preserve">Zemeljska dela, </w:t>
      </w:r>
    </w:p>
    <w:p w14:paraId="696437DA" w14:textId="77777777" w:rsidR="00E75548" w:rsidRPr="00B203B6" w:rsidRDefault="00E75548" w:rsidP="00E75548">
      <w:pPr>
        <w:pStyle w:val="Odstavekseznama"/>
        <w:numPr>
          <w:ilvl w:val="0"/>
          <w:numId w:val="23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>
        <w:rPr>
          <w:rFonts w:ascii="Calibri" w:hAnsi="Calibri"/>
        </w:rPr>
        <w:t xml:space="preserve">Namakalni sistem, </w:t>
      </w:r>
    </w:p>
    <w:p w14:paraId="44BF9F6E" w14:textId="77777777" w:rsidR="00E75548" w:rsidRPr="00B203B6" w:rsidRDefault="00E75548" w:rsidP="00E75548">
      <w:pPr>
        <w:pStyle w:val="Odstavekseznama"/>
        <w:numPr>
          <w:ilvl w:val="0"/>
          <w:numId w:val="23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>
        <w:rPr>
          <w:rFonts w:ascii="Calibri" w:hAnsi="Calibri"/>
        </w:rPr>
        <w:t xml:space="preserve">Ogrevalni sistem, </w:t>
      </w:r>
    </w:p>
    <w:p w14:paraId="065414C2" w14:textId="77777777" w:rsidR="00E75548" w:rsidRPr="00B203B6" w:rsidRDefault="00E75548" w:rsidP="00E75548">
      <w:pPr>
        <w:pStyle w:val="Odstavekseznama"/>
        <w:numPr>
          <w:ilvl w:val="0"/>
          <w:numId w:val="23"/>
        </w:numPr>
        <w:shd w:val="clear" w:color="auto" w:fill="FFFFFF"/>
        <w:spacing w:before="120" w:after="120"/>
        <w:textAlignment w:val="baseline"/>
        <w:rPr>
          <w:rFonts w:asciiTheme="minorHAnsi" w:hAnsiTheme="minorHAnsi" w:cstheme="minorHAnsi"/>
          <w:szCs w:val="20"/>
        </w:rPr>
      </w:pPr>
      <w:r>
        <w:rPr>
          <w:rFonts w:ascii="Calibri" w:hAnsi="Calibri"/>
        </w:rPr>
        <w:t>Sin. trava + šp. Oprema.</w:t>
      </w:r>
    </w:p>
    <w:p w14:paraId="62AD0920" w14:textId="5AB765E1" w:rsidR="00E75548" w:rsidRPr="00E75548" w:rsidRDefault="00E75548" w:rsidP="00E75548">
      <w:pPr>
        <w:pStyle w:val="Naslov1"/>
        <w:numPr>
          <w:ilvl w:val="0"/>
          <w:numId w:val="24"/>
        </w:numPr>
        <w:shd w:val="clear" w:color="auto" w:fill="FFFFFF"/>
        <w:spacing w:before="120" w:after="120"/>
        <w:textAlignment w:val="baseline"/>
        <w:rPr>
          <w:rFonts w:ascii="Calibri" w:hAnsi="Calibri"/>
          <w:b w:val="0"/>
          <w:bCs w:val="0"/>
        </w:rPr>
      </w:pPr>
      <w:r w:rsidRPr="00E75548">
        <w:rPr>
          <w:rFonts w:ascii="Calibri" w:hAnsi="Calibri"/>
          <w:b w:val="0"/>
          <w:bCs w:val="0"/>
        </w:rPr>
        <w:t>ponudnik, ki podaja ponudbo za Sklop 2 predmetnega javnega naročila izpolni postavke v listu oz. zavihku Travna ruša in</w:t>
      </w:r>
    </w:p>
    <w:p w14:paraId="234408BD" w14:textId="77777777" w:rsidR="00E75548" w:rsidRPr="00E75548" w:rsidRDefault="00E75548" w:rsidP="00E75548">
      <w:pPr>
        <w:pStyle w:val="Naslov1"/>
        <w:rPr>
          <w:rFonts w:asciiTheme="minorHAnsi" w:hAnsiTheme="minorHAnsi" w:cstheme="minorHAnsi"/>
          <w:b w:val="0"/>
          <w:bCs w:val="0"/>
          <w:szCs w:val="20"/>
        </w:rPr>
      </w:pPr>
      <w:r w:rsidRPr="00E75548">
        <w:rPr>
          <w:rFonts w:ascii="Calibri" w:hAnsi="Calibri"/>
          <w:b w:val="0"/>
          <w:bCs w:val="0"/>
        </w:rPr>
        <w:t>ponudnik, ki podaja ponudbo za Sklop 3 predmetnega javnega naročila izpolni v predmetnem obrazcu zavihek Hibrid.</w:t>
      </w:r>
    </w:p>
    <w:p w14:paraId="7D0E1A7A" w14:textId="77777777" w:rsidR="00E75548" w:rsidRDefault="00E75548" w:rsidP="00E75548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Postavke mora ponudnik izpolniti</w:t>
      </w:r>
      <w:r w:rsidRPr="00AB398A">
        <w:rPr>
          <w:rFonts w:asciiTheme="minorHAnsi" w:hAnsiTheme="minorHAnsi" w:cstheme="minorHAnsi"/>
          <w:szCs w:val="20"/>
        </w:rPr>
        <w:t xml:space="preserve"> </w:t>
      </w:r>
      <w:r w:rsidRPr="00AB398A">
        <w:rPr>
          <w:rFonts w:asciiTheme="minorHAnsi" w:hAnsiTheme="minorHAnsi" w:cstheme="minorHAnsi"/>
          <w:iCs/>
          <w:szCs w:val="20"/>
        </w:rPr>
        <w:t>na dve decimalni mesti</w:t>
      </w:r>
      <w:r>
        <w:rPr>
          <w:rFonts w:asciiTheme="minorHAnsi" w:hAnsiTheme="minorHAnsi" w:cstheme="minorHAnsi"/>
          <w:szCs w:val="20"/>
        </w:rPr>
        <w:t xml:space="preserve">. </w:t>
      </w:r>
      <w:r w:rsidRPr="00AB398A">
        <w:rPr>
          <w:rFonts w:asciiTheme="minorHAnsi" w:hAnsiTheme="minorHAnsi" w:cstheme="minorHAnsi"/>
          <w:szCs w:val="20"/>
        </w:rPr>
        <w:t>V kolikor ponudnik cene v posamezno postavko ne vpiše</w:t>
      </w:r>
      <w:r>
        <w:rPr>
          <w:rFonts w:asciiTheme="minorHAnsi" w:hAnsiTheme="minorHAnsi" w:cstheme="minorHAnsi"/>
          <w:szCs w:val="20"/>
        </w:rPr>
        <w:t xml:space="preserve"> ali vpiše ceno 0,00 ali pusti prazno</w:t>
      </w:r>
      <w:r w:rsidRPr="00AB398A">
        <w:rPr>
          <w:rFonts w:asciiTheme="minorHAnsi" w:hAnsiTheme="minorHAnsi" w:cstheme="minorHAnsi"/>
          <w:szCs w:val="20"/>
        </w:rPr>
        <w:t>, se šteje, da predmetn</w:t>
      </w:r>
      <w:r>
        <w:rPr>
          <w:rFonts w:asciiTheme="minorHAnsi" w:hAnsiTheme="minorHAnsi" w:cstheme="minorHAnsi"/>
          <w:szCs w:val="20"/>
        </w:rPr>
        <w:t>o</w:t>
      </w:r>
      <w:r w:rsidRPr="00AB398A">
        <w:rPr>
          <w:rFonts w:asciiTheme="minorHAnsi" w:hAnsiTheme="minorHAnsi" w:cstheme="minorHAnsi"/>
          <w:szCs w:val="20"/>
        </w:rPr>
        <w:t xml:space="preserve"> postavk</w:t>
      </w:r>
      <w:r>
        <w:rPr>
          <w:rFonts w:asciiTheme="minorHAnsi" w:hAnsiTheme="minorHAnsi" w:cstheme="minorHAnsi"/>
          <w:szCs w:val="20"/>
        </w:rPr>
        <w:t xml:space="preserve">o ponuja brezplačno. </w:t>
      </w:r>
    </w:p>
    <w:p w14:paraId="16A0F8D1" w14:textId="77777777" w:rsidR="00E75548" w:rsidRDefault="00E75548" w:rsidP="00E75548">
      <w:pPr>
        <w:rPr>
          <w:rFonts w:asciiTheme="minorHAnsi" w:hAnsiTheme="minorHAnsi" w:cstheme="minorHAnsi"/>
          <w:szCs w:val="20"/>
        </w:rPr>
      </w:pPr>
    </w:p>
    <w:p w14:paraId="1796BC4C" w14:textId="211AA7B8" w:rsidR="00961561" w:rsidRDefault="00961561" w:rsidP="00E75548">
      <w:pPr>
        <w:rPr>
          <w:rFonts w:ascii="Calibri" w:hAnsi="Calibri"/>
        </w:rPr>
      </w:pPr>
      <w:r w:rsidRPr="006F4A41">
        <w:rPr>
          <w:rFonts w:ascii="Calibri" w:hAnsi="Calibri"/>
        </w:rPr>
        <w:t>Zgolj v pojasnilo naročnik navaja, da ponudnik vnese ceno na enoto in potem praviloma pride do preračuna skupne vrednosti v EUR tako v listu</w:t>
      </w:r>
      <w:r w:rsidR="006F4A41" w:rsidRPr="006F4A41">
        <w:rPr>
          <w:rFonts w:ascii="Calibri" w:hAnsi="Calibri"/>
        </w:rPr>
        <w:t>, kjer ponudnik vnaša ceno na enoto</w:t>
      </w:r>
      <w:r w:rsidRPr="006F4A41">
        <w:rPr>
          <w:rFonts w:ascii="Calibri" w:hAnsi="Calibri"/>
        </w:rPr>
        <w:t>, kot tudi v listu »Rekapitulacija«.</w:t>
      </w:r>
      <w:r w:rsidR="006A3FD0" w:rsidRPr="006F4A41">
        <w:rPr>
          <w:rFonts w:ascii="Calibri" w:hAnsi="Calibri"/>
        </w:rPr>
        <w:t xml:space="preserve"> </w:t>
      </w:r>
    </w:p>
    <w:p w14:paraId="3C9DD88A" w14:textId="77777777" w:rsidR="00727ED4" w:rsidRDefault="00727ED4" w:rsidP="00961561">
      <w:pPr>
        <w:rPr>
          <w:rFonts w:ascii="Calibri" w:hAnsi="Calibri"/>
        </w:rPr>
      </w:pPr>
    </w:p>
    <w:p w14:paraId="36DF7B81" w14:textId="6F8D705F" w:rsidR="00727ED4" w:rsidRDefault="00727ED4" w:rsidP="00961561">
      <w:pPr>
        <w:rPr>
          <w:rFonts w:ascii="Calibri" w:hAnsi="Calibri"/>
        </w:rPr>
      </w:pPr>
      <w:r w:rsidRPr="00AB398A">
        <w:rPr>
          <w:rFonts w:asciiTheme="minorHAnsi" w:hAnsiTheme="minorHAnsi" w:cstheme="minorHAnsi"/>
          <w:szCs w:val="20"/>
        </w:rPr>
        <w:t>Ponudnik ne sme spreminjati vsebine predračuna</w:t>
      </w:r>
      <w:r>
        <w:rPr>
          <w:rFonts w:asciiTheme="minorHAnsi" w:hAnsiTheme="minorHAnsi" w:cstheme="minorHAnsi"/>
          <w:szCs w:val="20"/>
        </w:rPr>
        <w:t xml:space="preserve"> – v primeru, da pa v obrazcu kakšna formula ne bi bila podana </w:t>
      </w:r>
      <w:r w:rsidR="006F4A41">
        <w:rPr>
          <w:rFonts w:asciiTheme="minorHAnsi" w:hAnsiTheme="minorHAnsi" w:cstheme="minorHAnsi"/>
          <w:szCs w:val="20"/>
        </w:rPr>
        <w:t xml:space="preserve">ali da bi bila napaka v formuli </w:t>
      </w:r>
      <w:r>
        <w:rPr>
          <w:rFonts w:asciiTheme="minorHAnsi" w:hAnsiTheme="minorHAnsi" w:cstheme="minorHAnsi"/>
          <w:i/>
          <w:iCs/>
          <w:szCs w:val="20"/>
        </w:rPr>
        <w:t>(kot npr. da ne bi prišlo do pomnožitve količine in podane cene na enoto oz. mero)</w:t>
      </w:r>
      <w:r>
        <w:rPr>
          <w:rFonts w:asciiTheme="minorHAnsi" w:hAnsiTheme="minorHAnsi" w:cstheme="minorHAnsi"/>
          <w:szCs w:val="20"/>
        </w:rPr>
        <w:t xml:space="preserve">, pa lahko ponudnik spremeni predračun v smislu, da doda </w:t>
      </w:r>
      <w:r w:rsidR="006F4A41">
        <w:rPr>
          <w:rFonts w:asciiTheme="minorHAnsi" w:hAnsiTheme="minorHAnsi" w:cstheme="minorHAnsi"/>
          <w:szCs w:val="20"/>
        </w:rPr>
        <w:t xml:space="preserve">oz. spremeni </w:t>
      </w:r>
      <w:r>
        <w:rPr>
          <w:rFonts w:asciiTheme="minorHAnsi" w:hAnsiTheme="minorHAnsi" w:cstheme="minorHAnsi"/>
          <w:szCs w:val="20"/>
        </w:rPr>
        <w:t>formulo, ali da oblikuje celice, da podajo ceno na dve decimalni mesti.</w:t>
      </w:r>
    </w:p>
    <w:p w14:paraId="0CC25C92" w14:textId="77777777" w:rsidR="00961561" w:rsidRPr="00C7675E" w:rsidRDefault="00961561" w:rsidP="00961561">
      <w:pPr>
        <w:rPr>
          <w:rFonts w:ascii="Calibri" w:hAnsi="Calibri"/>
          <w:u w:val="single"/>
        </w:rPr>
      </w:pPr>
    </w:p>
    <w:p w14:paraId="47EF5CE7" w14:textId="09E774A3" w:rsidR="00AA573B" w:rsidRDefault="00961561" w:rsidP="00961561">
      <w:pPr>
        <w:rPr>
          <w:rFonts w:ascii="Calibri" w:hAnsi="Calibri" w:cs="Calibri"/>
          <w:b/>
          <w:sz w:val="28"/>
          <w:szCs w:val="28"/>
        </w:rPr>
      </w:pPr>
      <w:r w:rsidRPr="00961561">
        <w:rPr>
          <w:rFonts w:asciiTheme="minorHAnsi" w:hAnsiTheme="minorHAnsi" w:cstheme="minorHAnsi"/>
          <w:szCs w:val="20"/>
        </w:rPr>
        <w:t>Ponudnik v sistem e-JN v razdelek »Skupna ponudbena vrednost« v zato namenjen prostor vpiše skupni ponudbeni znesek brez davka v EUR in znesek davka v EUR. Znesek skupaj z davkom v EUR se izračuna samodejno. V del »Predračun« naloži izpolnjen obrazec »Povzetek predračuna</w:t>
      </w:r>
      <w:r w:rsidR="006F4A41">
        <w:rPr>
          <w:rFonts w:asciiTheme="minorHAnsi" w:hAnsiTheme="minorHAnsi" w:cstheme="minorHAnsi"/>
          <w:szCs w:val="20"/>
        </w:rPr>
        <w:t xml:space="preserve"> za Sklop 1</w:t>
      </w:r>
      <w:r w:rsidR="00E75548">
        <w:rPr>
          <w:rFonts w:asciiTheme="minorHAnsi" w:hAnsiTheme="minorHAnsi" w:cstheme="minorHAnsi"/>
          <w:szCs w:val="20"/>
        </w:rPr>
        <w:t>/Sklop2 ali Sklop 3</w:t>
      </w:r>
      <w:r w:rsidRPr="00961561">
        <w:rPr>
          <w:rFonts w:asciiTheme="minorHAnsi" w:hAnsiTheme="minorHAnsi" w:cstheme="minorHAnsi"/>
          <w:szCs w:val="20"/>
        </w:rPr>
        <w:t xml:space="preserve">« v obliki word, excel ali pdf, obrazec »Popis del </w:t>
      </w:r>
      <w:r w:rsidR="006F4A41">
        <w:rPr>
          <w:rFonts w:asciiTheme="minorHAnsi" w:hAnsiTheme="minorHAnsi" w:cstheme="minorHAnsi"/>
          <w:szCs w:val="20"/>
        </w:rPr>
        <w:t>–</w:t>
      </w:r>
      <w:r w:rsidRPr="00961561">
        <w:rPr>
          <w:rFonts w:asciiTheme="minorHAnsi" w:hAnsiTheme="minorHAnsi" w:cstheme="minorHAnsi"/>
          <w:szCs w:val="20"/>
        </w:rPr>
        <w:t xml:space="preserve"> </w:t>
      </w:r>
      <w:r w:rsidR="00E75548">
        <w:rPr>
          <w:rFonts w:asciiTheme="minorHAnsi" w:hAnsiTheme="minorHAnsi" w:cstheme="minorHAnsi"/>
          <w:szCs w:val="20"/>
        </w:rPr>
        <w:t>Sanacija Stožice</w:t>
      </w:r>
      <w:r w:rsidRPr="00961561">
        <w:rPr>
          <w:rFonts w:asciiTheme="minorHAnsi" w:hAnsiTheme="minorHAnsi" w:cstheme="minorHAnsi"/>
          <w:szCs w:val="20"/>
        </w:rPr>
        <w:t>« pa naloži v razdelek »Dokumenti«, del »Ostale priloge«. »Skupna ponudbena vrednost«, ki bo vpisana v istoimenski razdelek in dokument, ki bo naložen kot predračun v del »Predračun«, bosta razvidna in dostopna na javnem odpiranju ponudb</w:t>
      </w:r>
      <w:r w:rsidRPr="0051640D">
        <w:rPr>
          <w:rFonts w:asciiTheme="minorHAnsi" w:hAnsiTheme="minorHAnsi" w:cstheme="minorHAnsi"/>
          <w:szCs w:val="20"/>
        </w:rPr>
        <w:t>.</w:t>
      </w:r>
    </w:p>
    <w:p w14:paraId="6990AA12" w14:textId="77777777" w:rsidR="00961561" w:rsidRDefault="00961561" w:rsidP="00FC4DD9">
      <w:pPr>
        <w:rPr>
          <w:rFonts w:ascii="Calibri" w:hAnsi="Calibri" w:cs="Calibri"/>
          <w:b/>
          <w:sz w:val="28"/>
          <w:szCs w:val="28"/>
        </w:rPr>
      </w:pPr>
    </w:p>
    <w:p w14:paraId="548A5898" w14:textId="77777777" w:rsidR="00961561" w:rsidRDefault="00961561" w:rsidP="00FC4DD9">
      <w:pPr>
        <w:rPr>
          <w:rFonts w:ascii="Calibri" w:hAnsi="Calibri" w:cs="Calibri"/>
          <w:b/>
          <w:sz w:val="28"/>
          <w:szCs w:val="28"/>
        </w:rPr>
        <w:sectPr w:rsidR="00961561" w:rsidSect="008E5280">
          <w:headerReference w:type="default" r:id="rId13"/>
          <w:footerReference w:type="default" r:id="rId14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6659CD5B" w14:textId="77777777" w:rsidR="00E75548" w:rsidRDefault="00E75548" w:rsidP="00E75548">
      <w:pPr>
        <w:rPr>
          <w:rFonts w:ascii="Calibri" w:hAnsi="Calibri" w:cs="Calibri"/>
          <w:b/>
          <w:sz w:val="28"/>
          <w:szCs w:val="28"/>
        </w:rPr>
      </w:pPr>
    </w:p>
    <w:p w14:paraId="2A86D9F9" w14:textId="2A324A51" w:rsidR="00E75548" w:rsidRPr="00DC09CD" w:rsidRDefault="00E75548" w:rsidP="00E75548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 xml:space="preserve">PONUDNIK: </w:t>
      </w:r>
    </w:p>
    <w:p w14:paraId="1264F75B" w14:textId="77777777" w:rsidR="00E75548" w:rsidRPr="00DC09CD" w:rsidRDefault="00E75548" w:rsidP="00E75548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467225FD" w14:textId="77777777" w:rsidR="00E75548" w:rsidRPr="00DC09CD" w:rsidRDefault="00E75548" w:rsidP="00E75548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24284323" w14:textId="77777777" w:rsidR="00E75548" w:rsidRPr="00DC09CD" w:rsidRDefault="00E75548" w:rsidP="00E75548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37A46298" w14:textId="77777777" w:rsidR="00E75548" w:rsidRDefault="00E75548" w:rsidP="00E75548">
      <w:pPr>
        <w:rPr>
          <w:rFonts w:ascii="Calibri" w:hAnsi="Calibri" w:cs="Calibri"/>
          <w:szCs w:val="20"/>
        </w:rPr>
      </w:pPr>
    </w:p>
    <w:p w14:paraId="386722A2" w14:textId="77777777" w:rsidR="00E75548" w:rsidRDefault="00E75548" w:rsidP="00E75548">
      <w:pPr>
        <w:rPr>
          <w:rFonts w:ascii="Calibri" w:hAnsi="Calibri" w:cs="Calibri"/>
          <w:szCs w:val="20"/>
        </w:rPr>
      </w:pPr>
    </w:p>
    <w:p w14:paraId="67A86A47" w14:textId="77777777" w:rsidR="00E75548" w:rsidRDefault="00E75548" w:rsidP="00E75548">
      <w:pPr>
        <w:rPr>
          <w:rFonts w:ascii="Calibri" w:hAnsi="Calibri" w:cs="Calibri"/>
          <w:szCs w:val="20"/>
        </w:rPr>
      </w:pPr>
    </w:p>
    <w:p w14:paraId="4302264C" w14:textId="77777777" w:rsidR="00E75548" w:rsidRDefault="00E75548" w:rsidP="00E75548">
      <w:pPr>
        <w:rPr>
          <w:rFonts w:ascii="Calibri" w:hAnsi="Calibri" w:cs="Calibri"/>
          <w:szCs w:val="20"/>
        </w:rPr>
      </w:pPr>
    </w:p>
    <w:p w14:paraId="4483F8CB" w14:textId="77777777" w:rsidR="00E75548" w:rsidRDefault="00E75548" w:rsidP="00E75548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POVZETEK PREDRAČUNA - REKAPITULACIJA</w:t>
      </w:r>
    </w:p>
    <w:p w14:paraId="15EC4CA7" w14:textId="77777777" w:rsidR="00E75548" w:rsidRDefault="00E75548" w:rsidP="00E75548">
      <w:pPr>
        <w:jc w:val="center"/>
        <w:rPr>
          <w:rFonts w:ascii="Calibri" w:hAnsi="Calibri" w:cs="Calibri"/>
          <w:b/>
          <w:sz w:val="28"/>
          <w:szCs w:val="28"/>
        </w:rPr>
      </w:pPr>
      <w:r w:rsidRPr="00BC6746">
        <w:rPr>
          <w:rFonts w:ascii="Calibri" w:hAnsi="Calibri" w:cs="Calibri"/>
          <w:b/>
          <w:sz w:val="28"/>
          <w:szCs w:val="28"/>
        </w:rPr>
        <w:t>»</w:t>
      </w:r>
      <w:r>
        <w:rPr>
          <w:rFonts w:ascii="Calibri" w:hAnsi="Calibri" w:cs="Calibri"/>
          <w:b/>
          <w:sz w:val="28"/>
          <w:szCs w:val="28"/>
        </w:rPr>
        <w:t>GRADBENA OBNOVA NOGOMETNEGA IGRIŠČA NA STADIONU STOŽICE</w:t>
      </w:r>
      <w:r w:rsidRPr="00BC6746">
        <w:rPr>
          <w:rFonts w:ascii="Calibri" w:hAnsi="Calibri" w:cs="Calibri"/>
          <w:b/>
          <w:sz w:val="28"/>
          <w:szCs w:val="28"/>
        </w:rPr>
        <w:t>«</w:t>
      </w:r>
    </w:p>
    <w:p w14:paraId="25457265" w14:textId="77777777" w:rsidR="00E75548" w:rsidRDefault="00E75548" w:rsidP="00E75548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SKLOP 1</w:t>
      </w:r>
    </w:p>
    <w:p w14:paraId="74424A5B" w14:textId="77777777" w:rsidR="00E75548" w:rsidRPr="00DC09CD" w:rsidRDefault="00E75548" w:rsidP="00E75548">
      <w:pPr>
        <w:jc w:val="center"/>
        <w:rPr>
          <w:rFonts w:ascii="Calibri" w:hAnsi="Calibri" w:cs="Calibri"/>
          <w:b/>
          <w:sz w:val="28"/>
          <w:szCs w:val="28"/>
        </w:rPr>
      </w:pPr>
    </w:p>
    <w:p w14:paraId="2E2B71B5" w14:textId="77777777" w:rsidR="00E75548" w:rsidRPr="0019647B" w:rsidRDefault="00E75548" w:rsidP="00E75548">
      <w:pPr>
        <w:rPr>
          <w:rFonts w:ascii="Calibri" w:hAnsi="Calibri" w:cs="Calibri"/>
          <w:szCs w:val="20"/>
        </w:rPr>
      </w:pPr>
    </w:p>
    <w:tbl>
      <w:tblPr>
        <w:tblStyle w:val="Tabelamrea"/>
        <w:tblW w:w="9054" w:type="dxa"/>
        <w:tblLayout w:type="fixed"/>
        <w:tblLook w:val="04A0" w:firstRow="1" w:lastRow="0" w:firstColumn="1" w:lastColumn="0" w:noHBand="0" w:noVBand="1"/>
      </w:tblPr>
      <w:tblGrid>
        <w:gridCol w:w="5382"/>
        <w:gridCol w:w="3672"/>
      </w:tblGrid>
      <w:tr w:rsidR="00E75548" w:rsidRPr="00BC6746" w14:paraId="371B3CC5" w14:textId="77777777" w:rsidTr="001605BD">
        <w:trPr>
          <w:cantSplit/>
          <w:trHeight w:val="488"/>
        </w:trPr>
        <w:tc>
          <w:tcPr>
            <w:tcW w:w="5382" w:type="dxa"/>
            <w:shd w:val="clear" w:color="auto" w:fill="D0CECE" w:themeFill="background2" w:themeFillShade="E6"/>
            <w:vAlign w:val="center"/>
          </w:tcPr>
          <w:p w14:paraId="53B5EEEA" w14:textId="77777777" w:rsidR="00E75548" w:rsidRPr="00BC6746" w:rsidRDefault="00E75548" w:rsidP="001605BD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STORITEV</w:t>
            </w:r>
          </w:p>
        </w:tc>
        <w:tc>
          <w:tcPr>
            <w:tcW w:w="3672" w:type="dxa"/>
            <w:shd w:val="clear" w:color="auto" w:fill="D0CECE" w:themeFill="background2" w:themeFillShade="E6"/>
            <w:vAlign w:val="center"/>
          </w:tcPr>
          <w:p w14:paraId="059B6FC3" w14:textId="77777777" w:rsidR="00E75548" w:rsidRPr="00BC6746" w:rsidRDefault="00E75548" w:rsidP="001605BD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CENA</w:t>
            </w:r>
          </w:p>
        </w:tc>
      </w:tr>
      <w:tr w:rsidR="00E75548" w:rsidRPr="00BC6746" w14:paraId="3ECD194A" w14:textId="77777777" w:rsidTr="001605BD">
        <w:trPr>
          <w:trHeight w:val="488"/>
        </w:trPr>
        <w:tc>
          <w:tcPr>
            <w:tcW w:w="5382" w:type="dxa"/>
            <w:vAlign w:val="center"/>
          </w:tcPr>
          <w:p w14:paraId="2AF71C7F" w14:textId="1E280449" w:rsidR="00E75548" w:rsidRPr="00BC6746" w:rsidRDefault="00E75548" w:rsidP="001605BD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 xml:space="preserve">Izvedba </w:t>
            </w:r>
            <w:r>
              <w:rPr>
                <w:rFonts w:asciiTheme="minorHAnsi" w:hAnsiTheme="minorHAnsi" w:cstheme="minorHAnsi"/>
                <w:sz w:val="22"/>
              </w:rPr>
              <w:t>gradbene obnove nogometnega igrišča na Stadionu Stožice</w:t>
            </w:r>
          </w:p>
        </w:tc>
        <w:tc>
          <w:tcPr>
            <w:tcW w:w="3672" w:type="dxa"/>
            <w:vAlign w:val="center"/>
          </w:tcPr>
          <w:p w14:paraId="650D0030" w14:textId="77777777" w:rsidR="00E75548" w:rsidRPr="00BC6746" w:rsidRDefault="00E75548" w:rsidP="001605BD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E75548" w:rsidRPr="00BC6746" w14:paraId="494181E7" w14:textId="77777777" w:rsidTr="001605BD">
        <w:trPr>
          <w:trHeight w:val="488"/>
        </w:trPr>
        <w:tc>
          <w:tcPr>
            <w:tcW w:w="5382" w:type="dxa"/>
            <w:vAlign w:val="center"/>
          </w:tcPr>
          <w:p w14:paraId="5D4FFC48" w14:textId="77777777" w:rsidR="00E75548" w:rsidRPr="0094100A" w:rsidRDefault="00E75548" w:rsidP="001605BD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Skupaj cena vseh del brez DDV</w:t>
            </w:r>
          </w:p>
        </w:tc>
        <w:tc>
          <w:tcPr>
            <w:tcW w:w="3672" w:type="dxa"/>
            <w:vAlign w:val="center"/>
          </w:tcPr>
          <w:p w14:paraId="608E2C2C" w14:textId="77777777" w:rsidR="00E75548" w:rsidRPr="0094100A" w:rsidRDefault="00E75548" w:rsidP="001605BD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_____________ EUR</w:t>
            </w:r>
          </w:p>
        </w:tc>
      </w:tr>
      <w:tr w:rsidR="00E75548" w:rsidRPr="00BC6746" w14:paraId="3F0E2F23" w14:textId="77777777" w:rsidTr="001605BD">
        <w:trPr>
          <w:trHeight w:val="489"/>
        </w:trPr>
        <w:tc>
          <w:tcPr>
            <w:tcW w:w="5382" w:type="dxa"/>
            <w:vAlign w:val="center"/>
          </w:tcPr>
          <w:p w14:paraId="712166AA" w14:textId="77777777" w:rsidR="00E75548" w:rsidRPr="00BC6746" w:rsidRDefault="00E75548" w:rsidP="001605BD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22% DDV</w:t>
            </w:r>
          </w:p>
        </w:tc>
        <w:tc>
          <w:tcPr>
            <w:tcW w:w="3672" w:type="dxa"/>
            <w:vAlign w:val="center"/>
          </w:tcPr>
          <w:p w14:paraId="296C693E" w14:textId="77777777" w:rsidR="00E75548" w:rsidRPr="00BC6746" w:rsidRDefault="00E75548" w:rsidP="001605BD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E75548" w:rsidRPr="00BC6746" w14:paraId="0C16AB74" w14:textId="77777777" w:rsidTr="001605BD">
        <w:trPr>
          <w:trHeight w:val="489"/>
        </w:trPr>
        <w:tc>
          <w:tcPr>
            <w:tcW w:w="5382" w:type="dxa"/>
            <w:vAlign w:val="center"/>
          </w:tcPr>
          <w:p w14:paraId="1E3333B9" w14:textId="77777777" w:rsidR="00E75548" w:rsidRPr="00BC6746" w:rsidRDefault="00E75548" w:rsidP="001605BD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SKUPAJ Z DDV</w:t>
            </w:r>
          </w:p>
        </w:tc>
        <w:tc>
          <w:tcPr>
            <w:tcW w:w="3672" w:type="dxa"/>
            <w:vAlign w:val="center"/>
          </w:tcPr>
          <w:p w14:paraId="2D540A2A" w14:textId="77777777" w:rsidR="00E75548" w:rsidRPr="00BC6746" w:rsidRDefault="00E75548" w:rsidP="001605BD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___________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EUR</w:t>
            </w:r>
          </w:p>
        </w:tc>
      </w:tr>
    </w:tbl>
    <w:p w14:paraId="5CBC2B79" w14:textId="77777777" w:rsidR="00E75548" w:rsidRDefault="00E75548" w:rsidP="00E75548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39DCB2D9" w14:textId="77777777" w:rsidR="00E75548" w:rsidRDefault="00E75548" w:rsidP="00E75548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62C60C44" w14:textId="77777777" w:rsidR="00E75548" w:rsidRDefault="00E75548" w:rsidP="00E75548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Veljavnost ponudbe:</w:t>
      </w:r>
      <w:r w:rsidRPr="00BC6746">
        <w:rPr>
          <w:rFonts w:ascii="Calibri" w:hAnsi="Calibri"/>
          <w:b/>
          <w:bCs/>
        </w:rPr>
        <w:t xml:space="preserve"> </w:t>
      </w:r>
      <w:r w:rsidRPr="0080344D">
        <w:rPr>
          <w:rFonts w:ascii="Calibri" w:hAnsi="Calibri"/>
          <w:b/>
          <w:bCs/>
        </w:rPr>
        <w:t xml:space="preserve">najmanj </w:t>
      </w:r>
      <w:r>
        <w:rPr>
          <w:rFonts w:ascii="Calibri" w:hAnsi="Calibri"/>
          <w:b/>
          <w:bCs/>
        </w:rPr>
        <w:t>6 mesecev od roka za prejem ponudb.</w:t>
      </w:r>
    </w:p>
    <w:p w14:paraId="62D179F2" w14:textId="77777777" w:rsidR="00E75548" w:rsidRDefault="00E75548" w:rsidP="00E75548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194032AD" w14:textId="77777777" w:rsidR="00E75548" w:rsidRPr="00022C80" w:rsidRDefault="00E75548" w:rsidP="00E75548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581"/>
      </w:tblGrid>
      <w:tr w:rsidR="00E75548" w:rsidRPr="0019647B" w14:paraId="05CC63D4" w14:textId="77777777" w:rsidTr="001605BD">
        <w:trPr>
          <w:trHeight w:val="241"/>
        </w:trPr>
        <w:tc>
          <w:tcPr>
            <w:tcW w:w="3348" w:type="dxa"/>
          </w:tcPr>
          <w:p w14:paraId="4EE4D0B1" w14:textId="77777777" w:rsidR="00E75548" w:rsidRDefault="00E75548" w:rsidP="001605BD">
            <w:pPr>
              <w:rPr>
                <w:rFonts w:ascii="Calibri" w:hAnsi="Calibri" w:cs="Calibri"/>
                <w:szCs w:val="20"/>
              </w:rPr>
            </w:pPr>
          </w:p>
          <w:p w14:paraId="3B26F8D5" w14:textId="77777777" w:rsidR="00E75548" w:rsidRPr="00DC09CD" w:rsidRDefault="00E75548" w:rsidP="001605BD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Kraj: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6124D7BF" w14:textId="77777777" w:rsidR="00E75548" w:rsidRPr="00DC09CD" w:rsidRDefault="00E75548" w:rsidP="001605BD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5D75A874" w14:textId="77777777" w:rsidR="00E75548" w:rsidRPr="00DC09CD" w:rsidRDefault="00E75548" w:rsidP="001605BD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      Podpisnik: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75548" w:rsidRPr="0019647B" w14:paraId="5EC24B9D" w14:textId="77777777" w:rsidTr="001605BD">
        <w:trPr>
          <w:trHeight w:val="483"/>
        </w:trPr>
        <w:tc>
          <w:tcPr>
            <w:tcW w:w="3348" w:type="dxa"/>
            <w:hideMark/>
          </w:tcPr>
          <w:p w14:paraId="0D1E6EE5" w14:textId="77777777" w:rsidR="00E75548" w:rsidRPr="00DC09CD" w:rsidRDefault="00E75548" w:rsidP="001605BD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Datum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1818" w:type="dxa"/>
            <w:hideMark/>
          </w:tcPr>
          <w:p w14:paraId="6391077A" w14:textId="77777777" w:rsidR="00E75548" w:rsidRPr="00DC09CD" w:rsidRDefault="00E75548" w:rsidP="001605BD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4DD8CDAD" w14:textId="77777777" w:rsidR="00E75548" w:rsidRPr="00DC09CD" w:rsidRDefault="00E75548" w:rsidP="001605BD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________________________</w:t>
            </w:r>
          </w:p>
          <w:p w14:paraId="11575771" w14:textId="77777777" w:rsidR="00E75548" w:rsidRPr="004E671F" w:rsidRDefault="00E75548" w:rsidP="001605BD">
            <w:pPr>
              <w:rPr>
                <w:rFonts w:ascii="Calibri" w:hAnsi="Calibri" w:cs="Calibri"/>
                <w:sz w:val="16"/>
                <w:szCs w:val="16"/>
              </w:rPr>
            </w:pPr>
            <w:r w:rsidRPr="004E671F">
              <w:rPr>
                <w:rFonts w:ascii="Calibri" w:hAnsi="Calibri" w:cs="Calibri"/>
                <w:sz w:val="16"/>
                <w:szCs w:val="16"/>
              </w:rPr>
              <w:t>podpis</w:t>
            </w:r>
          </w:p>
        </w:tc>
      </w:tr>
    </w:tbl>
    <w:p w14:paraId="5EDB9D66" w14:textId="77777777" w:rsidR="00E75548" w:rsidRDefault="00E75548" w:rsidP="00E7554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D42D08D" w14:textId="2F3F4D57" w:rsidR="00776281" w:rsidRDefault="00085F4D" w:rsidP="00776281">
      <w:pPr>
        <w:rPr>
          <w:rFonts w:ascii="Calibri" w:hAnsi="Calibri" w:cs="Calibri"/>
          <w:b/>
          <w:sz w:val="28"/>
          <w:szCs w:val="28"/>
        </w:rPr>
      </w:pPr>
      <w:r w:rsidRPr="0051640D">
        <w:rPr>
          <w:rFonts w:asciiTheme="minorHAnsi" w:hAnsiTheme="minorHAnsi" w:cstheme="minorHAnsi"/>
          <w:szCs w:val="20"/>
        </w:rPr>
        <w:t>.</w:t>
      </w:r>
    </w:p>
    <w:p w14:paraId="6C2DB352" w14:textId="77777777" w:rsidR="00776281" w:rsidRDefault="00776281" w:rsidP="00FC4DD9">
      <w:pPr>
        <w:rPr>
          <w:rFonts w:ascii="Calibri" w:hAnsi="Calibri" w:cs="Calibri"/>
          <w:b/>
          <w:sz w:val="28"/>
          <w:szCs w:val="28"/>
        </w:rPr>
      </w:pPr>
    </w:p>
    <w:p w14:paraId="65B8D6A7" w14:textId="77777777" w:rsidR="00776281" w:rsidRDefault="00776281" w:rsidP="00FC4DD9">
      <w:pPr>
        <w:rPr>
          <w:rFonts w:ascii="Calibri" w:hAnsi="Calibri" w:cs="Calibri"/>
          <w:b/>
          <w:sz w:val="28"/>
          <w:szCs w:val="28"/>
        </w:rPr>
        <w:sectPr w:rsidR="00776281" w:rsidSect="008E5280">
          <w:headerReference w:type="default" r:id="rId15"/>
          <w:footerReference w:type="default" r:id="rId16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150FFE9D" w14:textId="77777777" w:rsidR="00776281" w:rsidRDefault="00776281" w:rsidP="00FC4DD9">
      <w:pPr>
        <w:rPr>
          <w:rFonts w:ascii="Calibri" w:hAnsi="Calibri" w:cs="Calibri"/>
          <w:b/>
          <w:sz w:val="28"/>
          <w:szCs w:val="28"/>
        </w:rPr>
      </w:pPr>
    </w:p>
    <w:p w14:paraId="05D8D0FA" w14:textId="63C99894" w:rsidR="00FC4DD9" w:rsidRPr="00DC09CD" w:rsidRDefault="00FC4DD9" w:rsidP="00FC4DD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 xml:space="preserve">PONUDNIK: </w:t>
      </w:r>
    </w:p>
    <w:p w14:paraId="69D5A876" w14:textId="77777777" w:rsidR="00FC4DD9" w:rsidRPr="00DC09CD" w:rsidRDefault="00FC4DD9" w:rsidP="00FC4DD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44ACA610" w14:textId="77777777" w:rsidR="00FC4DD9" w:rsidRPr="00DC09CD" w:rsidRDefault="00FC4DD9" w:rsidP="00FC4DD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2E6B7C92" w14:textId="77777777" w:rsidR="00FC4DD9" w:rsidRPr="00DC09CD" w:rsidRDefault="00FC4DD9" w:rsidP="00FC4DD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6C96AED3" w14:textId="77777777" w:rsidR="00FC4DD9" w:rsidRDefault="00FC4DD9" w:rsidP="00FC4DD9">
      <w:pPr>
        <w:rPr>
          <w:rFonts w:ascii="Calibri" w:hAnsi="Calibri" w:cs="Calibri"/>
          <w:szCs w:val="20"/>
        </w:rPr>
      </w:pPr>
    </w:p>
    <w:p w14:paraId="6BBDC0EC" w14:textId="77777777" w:rsidR="00FC4DD9" w:rsidRDefault="00FC4DD9" w:rsidP="00FC4DD9">
      <w:pPr>
        <w:rPr>
          <w:rFonts w:ascii="Calibri" w:hAnsi="Calibri" w:cs="Calibri"/>
          <w:szCs w:val="20"/>
        </w:rPr>
      </w:pPr>
    </w:p>
    <w:p w14:paraId="699F09B4" w14:textId="77777777" w:rsidR="00FC4DD9" w:rsidRDefault="00FC4DD9" w:rsidP="00FC4DD9">
      <w:pPr>
        <w:rPr>
          <w:rFonts w:ascii="Calibri" w:hAnsi="Calibri" w:cs="Calibri"/>
          <w:szCs w:val="20"/>
        </w:rPr>
      </w:pPr>
    </w:p>
    <w:p w14:paraId="154434DB" w14:textId="77777777" w:rsidR="00FC4DD9" w:rsidRDefault="00FC4DD9" w:rsidP="00FC4DD9">
      <w:pPr>
        <w:rPr>
          <w:rFonts w:ascii="Calibri" w:hAnsi="Calibri" w:cs="Calibri"/>
          <w:szCs w:val="20"/>
        </w:rPr>
      </w:pPr>
    </w:p>
    <w:p w14:paraId="129ADA71" w14:textId="5C37154C" w:rsidR="00AA573B" w:rsidRDefault="00024422" w:rsidP="00AA573B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POVZETEK </w:t>
      </w:r>
      <w:r w:rsidR="00AA573B">
        <w:rPr>
          <w:rFonts w:ascii="Calibri" w:hAnsi="Calibri" w:cs="Calibri"/>
          <w:b/>
          <w:sz w:val="28"/>
          <w:szCs w:val="28"/>
        </w:rPr>
        <w:t>PREDRAČUN</w:t>
      </w:r>
      <w:r>
        <w:rPr>
          <w:rFonts w:ascii="Calibri" w:hAnsi="Calibri" w:cs="Calibri"/>
          <w:b/>
          <w:sz w:val="28"/>
          <w:szCs w:val="28"/>
        </w:rPr>
        <w:t>A</w:t>
      </w:r>
      <w:r w:rsidR="00727ED4">
        <w:rPr>
          <w:rFonts w:ascii="Calibri" w:hAnsi="Calibri" w:cs="Calibri"/>
          <w:b/>
          <w:sz w:val="28"/>
          <w:szCs w:val="28"/>
        </w:rPr>
        <w:t xml:space="preserve"> - REKAPITULACIJA</w:t>
      </w:r>
    </w:p>
    <w:p w14:paraId="59BAEAEE" w14:textId="21E2A245" w:rsidR="00AA573B" w:rsidRDefault="00AA573B" w:rsidP="00AA573B">
      <w:pPr>
        <w:jc w:val="center"/>
        <w:rPr>
          <w:rFonts w:ascii="Calibri" w:hAnsi="Calibri" w:cs="Calibri"/>
          <w:b/>
          <w:sz w:val="28"/>
          <w:szCs w:val="28"/>
        </w:rPr>
      </w:pPr>
      <w:r w:rsidRPr="00BC6746">
        <w:rPr>
          <w:rFonts w:ascii="Calibri" w:hAnsi="Calibri" w:cs="Calibri"/>
          <w:b/>
          <w:sz w:val="28"/>
          <w:szCs w:val="28"/>
        </w:rPr>
        <w:t>»</w:t>
      </w:r>
      <w:r w:rsidR="00776281">
        <w:rPr>
          <w:rFonts w:ascii="Calibri" w:hAnsi="Calibri" w:cs="Calibri"/>
          <w:b/>
          <w:sz w:val="28"/>
          <w:szCs w:val="28"/>
        </w:rPr>
        <w:t xml:space="preserve">GRADBENA OBNOVA NOGOMETNEGA IGRIŠČA </w:t>
      </w:r>
      <w:r w:rsidR="00A65229">
        <w:rPr>
          <w:rFonts w:ascii="Calibri" w:hAnsi="Calibri" w:cs="Calibri"/>
          <w:b/>
          <w:sz w:val="28"/>
          <w:szCs w:val="28"/>
        </w:rPr>
        <w:t xml:space="preserve">NA STADIONU </w:t>
      </w:r>
      <w:r w:rsidR="00776281">
        <w:rPr>
          <w:rFonts w:ascii="Calibri" w:hAnsi="Calibri" w:cs="Calibri"/>
          <w:b/>
          <w:sz w:val="28"/>
          <w:szCs w:val="28"/>
        </w:rPr>
        <w:t>STOŽICE</w:t>
      </w:r>
      <w:r w:rsidRPr="00BC6746">
        <w:rPr>
          <w:rFonts w:ascii="Calibri" w:hAnsi="Calibri" w:cs="Calibri"/>
          <w:b/>
          <w:sz w:val="28"/>
          <w:szCs w:val="28"/>
        </w:rPr>
        <w:t>«</w:t>
      </w:r>
    </w:p>
    <w:p w14:paraId="160E4744" w14:textId="5BA8BF5F" w:rsidR="00A65229" w:rsidRDefault="00A65229" w:rsidP="00AA573B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SKLOP </w:t>
      </w:r>
      <w:r w:rsidR="00E75548">
        <w:rPr>
          <w:rFonts w:ascii="Calibri" w:hAnsi="Calibri" w:cs="Calibri"/>
          <w:b/>
          <w:sz w:val="28"/>
          <w:szCs w:val="28"/>
        </w:rPr>
        <w:t>2</w:t>
      </w:r>
    </w:p>
    <w:p w14:paraId="72D38A0B" w14:textId="77777777" w:rsidR="00AA573B" w:rsidRPr="00DC09CD" w:rsidRDefault="00AA573B" w:rsidP="00AA573B">
      <w:pPr>
        <w:jc w:val="center"/>
        <w:rPr>
          <w:rFonts w:ascii="Calibri" w:hAnsi="Calibri" w:cs="Calibri"/>
          <w:b/>
          <w:sz w:val="28"/>
          <w:szCs w:val="28"/>
        </w:rPr>
      </w:pPr>
    </w:p>
    <w:p w14:paraId="3863C32E" w14:textId="77777777" w:rsidR="00AA573B" w:rsidRPr="0019647B" w:rsidRDefault="00AA573B" w:rsidP="00AA573B">
      <w:pPr>
        <w:rPr>
          <w:rFonts w:ascii="Calibri" w:hAnsi="Calibri" w:cs="Calibri"/>
          <w:szCs w:val="20"/>
        </w:rPr>
      </w:pPr>
    </w:p>
    <w:tbl>
      <w:tblPr>
        <w:tblStyle w:val="Tabelamrea"/>
        <w:tblW w:w="9054" w:type="dxa"/>
        <w:tblLayout w:type="fixed"/>
        <w:tblLook w:val="04A0" w:firstRow="1" w:lastRow="0" w:firstColumn="1" w:lastColumn="0" w:noHBand="0" w:noVBand="1"/>
      </w:tblPr>
      <w:tblGrid>
        <w:gridCol w:w="5382"/>
        <w:gridCol w:w="3672"/>
      </w:tblGrid>
      <w:tr w:rsidR="00AA573B" w:rsidRPr="00BC6746" w14:paraId="6D97FF02" w14:textId="77777777" w:rsidTr="00BB51D3">
        <w:trPr>
          <w:cantSplit/>
          <w:trHeight w:val="488"/>
        </w:trPr>
        <w:tc>
          <w:tcPr>
            <w:tcW w:w="5382" w:type="dxa"/>
            <w:shd w:val="clear" w:color="auto" w:fill="D0CECE" w:themeFill="background2" w:themeFillShade="E6"/>
            <w:vAlign w:val="center"/>
          </w:tcPr>
          <w:p w14:paraId="664386DD" w14:textId="77777777" w:rsidR="00AA573B" w:rsidRPr="00BC6746" w:rsidRDefault="00AA573B" w:rsidP="00BB51D3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STORITEV</w:t>
            </w:r>
          </w:p>
        </w:tc>
        <w:tc>
          <w:tcPr>
            <w:tcW w:w="3672" w:type="dxa"/>
            <w:shd w:val="clear" w:color="auto" w:fill="D0CECE" w:themeFill="background2" w:themeFillShade="E6"/>
            <w:vAlign w:val="center"/>
          </w:tcPr>
          <w:p w14:paraId="4799AD3E" w14:textId="77777777" w:rsidR="00AA573B" w:rsidRPr="00BC6746" w:rsidRDefault="00AA573B" w:rsidP="00BB51D3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CENA</w:t>
            </w:r>
          </w:p>
        </w:tc>
      </w:tr>
      <w:tr w:rsidR="00AA573B" w:rsidRPr="00BC6746" w14:paraId="4482B922" w14:textId="77777777" w:rsidTr="00BB51D3">
        <w:trPr>
          <w:trHeight w:val="488"/>
        </w:trPr>
        <w:tc>
          <w:tcPr>
            <w:tcW w:w="5382" w:type="dxa"/>
            <w:vAlign w:val="center"/>
          </w:tcPr>
          <w:p w14:paraId="2E53934B" w14:textId="3E7C8D51" w:rsidR="00AA573B" w:rsidRPr="00BC6746" w:rsidRDefault="00AA573B" w:rsidP="00BB51D3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 xml:space="preserve">Izvedba </w:t>
            </w:r>
            <w:r w:rsidR="00A65229">
              <w:rPr>
                <w:rFonts w:asciiTheme="minorHAnsi" w:hAnsiTheme="minorHAnsi" w:cstheme="minorHAnsi"/>
                <w:sz w:val="22"/>
              </w:rPr>
              <w:t>polaganj</w:t>
            </w:r>
            <w:r w:rsidR="00E75548">
              <w:rPr>
                <w:rFonts w:asciiTheme="minorHAnsi" w:hAnsiTheme="minorHAnsi" w:cstheme="minorHAnsi"/>
                <w:sz w:val="22"/>
              </w:rPr>
              <w:t>a</w:t>
            </w:r>
            <w:r w:rsidR="00A65229">
              <w:rPr>
                <w:rFonts w:asciiTheme="minorHAnsi" w:hAnsiTheme="minorHAnsi" w:cstheme="minorHAnsi"/>
                <w:sz w:val="22"/>
              </w:rPr>
              <w:t xml:space="preserve"> naravne travne ruše na Stadionu Stožice</w:t>
            </w:r>
          </w:p>
        </w:tc>
        <w:tc>
          <w:tcPr>
            <w:tcW w:w="3672" w:type="dxa"/>
            <w:vAlign w:val="center"/>
          </w:tcPr>
          <w:p w14:paraId="574671A5" w14:textId="77777777" w:rsidR="00AA573B" w:rsidRPr="00BC6746" w:rsidRDefault="00AA573B" w:rsidP="00BB51D3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AA573B" w:rsidRPr="00BC6746" w14:paraId="16BD97DE" w14:textId="77777777" w:rsidTr="00BB51D3">
        <w:trPr>
          <w:trHeight w:val="488"/>
        </w:trPr>
        <w:tc>
          <w:tcPr>
            <w:tcW w:w="5382" w:type="dxa"/>
            <w:vAlign w:val="center"/>
          </w:tcPr>
          <w:p w14:paraId="44DB74FA" w14:textId="77777777" w:rsidR="00AA573B" w:rsidRPr="0094100A" w:rsidRDefault="00AA573B" w:rsidP="00BB51D3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Skupaj cena vseh del brez DDV</w:t>
            </w:r>
          </w:p>
        </w:tc>
        <w:tc>
          <w:tcPr>
            <w:tcW w:w="3672" w:type="dxa"/>
            <w:vAlign w:val="center"/>
          </w:tcPr>
          <w:p w14:paraId="32237EA0" w14:textId="77777777" w:rsidR="00AA573B" w:rsidRPr="0094100A" w:rsidRDefault="00AA573B" w:rsidP="00BB51D3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_____________ EUR</w:t>
            </w:r>
          </w:p>
        </w:tc>
      </w:tr>
      <w:tr w:rsidR="00AA573B" w:rsidRPr="00BC6746" w14:paraId="58920940" w14:textId="77777777" w:rsidTr="00BB51D3">
        <w:trPr>
          <w:trHeight w:val="489"/>
        </w:trPr>
        <w:tc>
          <w:tcPr>
            <w:tcW w:w="5382" w:type="dxa"/>
            <w:vAlign w:val="center"/>
          </w:tcPr>
          <w:p w14:paraId="034E4C13" w14:textId="77777777" w:rsidR="00AA573B" w:rsidRPr="00BC6746" w:rsidRDefault="00AA573B" w:rsidP="00BB51D3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22% DDV</w:t>
            </w:r>
          </w:p>
        </w:tc>
        <w:tc>
          <w:tcPr>
            <w:tcW w:w="3672" w:type="dxa"/>
            <w:vAlign w:val="center"/>
          </w:tcPr>
          <w:p w14:paraId="6DC924B4" w14:textId="77777777" w:rsidR="00AA573B" w:rsidRPr="00BC6746" w:rsidRDefault="00AA573B" w:rsidP="00BB51D3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AA573B" w:rsidRPr="00BC6746" w14:paraId="7F151063" w14:textId="77777777" w:rsidTr="00BB51D3">
        <w:trPr>
          <w:trHeight w:val="489"/>
        </w:trPr>
        <w:tc>
          <w:tcPr>
            <w:tcW w:w="5382" w:type="dxa"/>
            <w:vAlign w:val="center"/>
          </w:tcPr>
          <w:p w14:paraId="7579B064" w14:textId="77777777" w:rsidR="00AA573B" w:rsidRPr="00BC6746" w:rsidRDefault="00AA573B" w:rsidP="00BB51D3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SKUPAJ Z DDV</w:t>
            </w:r>
          </w:p>
        </w:tc>
        <w:tc>
          <w:tcPr>
            <w:tcW w:w="3672" w:type="dxa"/>
            <w:vAlign w:val="center"/>
          </w:tcPr>
          <w:p w14:paraId="5870EBDB" w14:textId="77777777" w:rsidR="00AA573B" w:rsidRPr="00BC6746" w:rsidRDefault="00AA573B" w:rsidP="00BB51D3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___________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EUR</w:t>
            </w:r>
          </w:p>
        </w:tc>
      </w:tr>
    </w:tbl>
    <w:p w14:paraId="6622B261" w14:textId="77777777" w:rsidR="00AA573B" w:rsidRDefault="00AA573B" w:rsidP="00AA573B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5C221C5C" w14:textId="77777777" w:rsidR="00AA573B" w:rsidRDefault="00AA573B" w:rsidP="00AA573B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23A6EF8F" w14:textId="77777777" w:rsidR="00AA573B" w:rsidRDefault="00AA573B" w:rsidP="00AA573B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Veljavnost ponudbe:</w:t>
      </w:r>
      <w:r w:rsidRPr="00BC6746">
        <w:rPr>
          <w:rFonts w:ascii="Calibri" w:hAnsi="Calibri"/>
          <w:b/>
          <w:bCs/>
        </w:rPr>
        <w:t xml:space="preserve"> </w:t>
      </w:r>
      <w:r w:rsidRPr="0080344D">
        <w:rPr>
          <w:rFonts w:ascii="Calibri" w:hAnsi="Calibri"/>
          <w:b/>
          <w:bCs/>
        </w:rPr>
        <w:t xml:space="preserve">najmanj </w:t>
      </w:r>
      <w:r>
        <w:rPr>
          <w:rFonts w:ascii="Calibri" w:hAnsi="Calibri"/>
          <w:b/>
          <w:bCs/>
        </w:rPr>
        <w:t>6 mesecev od roka za prejem ponudb.</w:t>
      </w:r>
    </w:p>
    <w:p w14:paraId="5640F745" w14:textId="77777777" w:rsidR="00AA573B" w:rsidRDefault="00AA573B" w:rsidP="00AA573B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155B065C" w14:textId="77777777" w:rsidR="00AA573B" w:rsidRPr="00022C80" w:rsidRDefault="00AA573B" w:rsidP="00AA573B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581"/>
      </w:tblGrid>
      <w:tr w:rsidR="00AA573B" w:rsidRPr="0019647B" w14:paraId="7C78FCC2" w14:textId="77777777" w:rsidTr="00BB51D3">
        <w:trPr>
          <w:trHeight w:val="241"/>
        </w:trPr>
        <w:tc>
          <w:tcPr>
            <w:tcW w:w="3348" w:type="dxa"/>
          </w:tcPr>
          <w:p w14:paraId="600FA74D" w14:textId="77777777" w:rsidR="00AA573B" w:rsidRDefault="00AA573B" w:rsidP="00BB51D3">
            <w:pPr>
              <w:rPr>
                <w:rFonts w:ascii="Calibri" w:hAnsi="Calibri" w:cs="Calibri"/>
                <w:szCs w:val="20"/>
              </w:rPr>
            </w:pPr>
          </w:p>
          <w:p w14:paraId="5392116F" w14:textId="77777777" w:rsidR="00AA573B" w:rsidRPr="00DC09CD" w:rsidRDefault="00AA573B" w:rsidP="00BB51D3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Kraj: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5B3AEB6" w14:textId="77777777" w:rsidR="00AA573B" w:rsidRPr="00DC09CD" w:rsidRDefault="00AA573B" w:rsidP="00BB51D3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7942385B" w14:textId="77777777" w:rsidR="00AA573B" w:rsidRPr="00DC09CD" w:rsidRDefault="00AA573B" w:rsidP="00BB51D3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      Podpisnik: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AA573B" w:rsidRPr="0019647B" w14:paraId="6E5627BB" w14:textId="77777777" w:rsidTr="00BB51D3">
        <w:trPr>
          <w:trHeight w:val="483"/>
        </w:trPr>
        <w:tc>
          <w:tcPr>
            <w:tcW w:w="3348" w:type="dxa"/>
            <w:hideMark/>
          </w:tcPr>
          <w:p w14:paraId="48858880" w14:textId="77777777" w:rsidR="00AA573B" w:rsidRPr="00DC09CD" w:rsidRDefault="00AA573B" w:rsidP="00BB51D3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Datum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1818" w:type="dxa"/>
            <w:hideMark/>
          </w:tcPr>
          <w:p w14:paraId="45D2713D" w14:textId="77777777" w:rsidR="00AA573B" w:rsidRPr="00DC09CD" w:rsidRDefault="00AA573B" w:rsidP="00BB51D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354F09BA" w14:textId="77777777" w:rsidR="00AA573B" w:rsidRPr="00DC09CD" w:rsidRDefault="00AA573B" w:rsidP="00BB51D3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________________________</w:t>
            </w:r>
          </w:p>
          <w:p w14:paraId="3434F2DF" w14:textId="77777777" w:rsidR="00AA573B" w:rsidRPr="004E671F" w:rsidRDefault="00AA573B" w:rsidP="004E671F">
            <w:pPr>
              <w:rPr>
                <w:rFonts w:ascii="Calibri" w:hAnsi="Calibri" w:cs="Calibri"/>
                <w:sz w:val="16"/>
                <w:szCs w:val="16"/>
              </w:rPr>
            </w:pPr>
            <w:r w:rsidRPr="004E671F">
              <w:rPr>
                <w:rFonts w:ascii="Calibri" w:hAnsi="Calibri" w:cs="Calibri"/>
                <w:sz w:val="16"/>
                <w:szCs w:val="16"/>
              </w:rPr>
              <w:t>podpis</w:t>
            </w:r>
          </w:p>
        </w:tc>
      </w:tr>
    </w:tbl>
    <w:p w14:paraId="71959F7B" w14:textId="14142560" w:rsidR="00ED2354" w:rsidRDefault="00ED2354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63EA98BB" w14:textId="39F23B5D" w:rsidR="00ED2354" w:rsidRDefault="00ED2354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6EF81993" w14:textId="77777777" w:rsidR="00A65229" w:rsidRDefault="00A6522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  <w:sectPr w:rsidR="00A65229" w:rsidSect="008E5280">
          <w:headerReference w:type="default" r:id="rId17"/>
          <w:footerReference w:type="default" r:id="rId18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082BF47C" w14:textId="77777777" w:rsidR="00A65229" w:rsidRDefault="00A65229" w:rsidP="00A65229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6F3DE9B" w14:textId="77777777" w:rsidR="00A65229" w:rsidRPr="00DC09CD" w:rsidRDefault="00A65229" w:rsidP="00A6522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 xml:space="preserve">PONUDNIK: </w:t>
      </w:r>
    </w:p>
    <w:p w14:paraId="34AFD08D" w14:textId="77777777" w:rsidR="00A65229" w:rsidRPr="00DC09CD" w:rsidRDefault="00A65229" w:rsidP="00A6522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57E08ECF" w14:textId="77777777" w:rsidR="00A65229" w:rsidRPr="00DC09CD" w:rsidRDefault="00A65229" w:rsidP="00A6522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5CD37004" w14:textId="77777777" w:rsidR="00A65229" w:rsidRPr="00DC09CD" w:rsidRDefault="00A65229" w:rsidP="00A65229">
      <w:pPr>
        <w:rPr>
          <w:rFonts w:ascii="Calibri" w:hAnsi="Calibri" w:cs="Calibri"/>
          <w:b/>
          <w:sz w:val="28"/>
          <w:szCs w:val="28"/>
        </w:rPr>
      </w:pPr>
      <w:r w:rsidRPr="00DC09CD">
        <w:rPr>
          <w:rFonts w:ascii="Calibri" w:hAnsi="Calibri" w:cs="Calibri"/>
          <w:b/>
          <w:sz w:val="28"/>
          <w:szCs w:val="28"/>
        </w:rPr>
        <w:t>_____________________________</w:t>
      </w:r>
    </w:p>
    <w:p w14:paraId="367D3AF8" w14:textId="77777777" w:rsidR="00A65229" w:rsidRDefault="00A65229" w:rsidP="00A65229">
      <w:pPr>
        <w:rPr>
          <w:rFonts w:ascii="Calibri" w:hAnsi="Calibri" w:cs="Calibri"/>
          <w:szCs w:val="20"/>
        </w:rPr>
      </w:pPr>
    </w:p>
    <w:p w14:paraId="7D4C1D0C" w14:textId="77777777" w:rsidR="00A65229" w:rsidRDefault="00A65229" w:rsidP="00A65229">
      <w:pPr>
        <w:rPr>
          <w:rFonts w:ascii="Calibri" w:hAnsi="Calibri" w:cs="Calibri"/>
          <w:szCs w:val="20"/>
        </w:rPr>
      </w:pPr>
    </w:p>
    <w:p w14:paraId="6C035735" w14:textId="77777777" w:rsidR="00A65229" w:rsidRDefault="00A65229" w:rsidP="00A65229">
      <w:pPr>
        <w:rPr>
          <w:rFonts w:ascii="Calibri" w:hAnsi="Calibri" w:cs="Calibri"/>
          <w:szCs w:val="20"/>
        </w:rPr>
      </w:pPr>
    </w:p>
    <w:p w14:paraId="57358437" w14:textId="77777777" w:rsidR="00A65229" w:rsidRDefault="00A65229" w:rsidP="00A65229">
      <w:pPr>
        <w:rPr>
          <w:rFonts w:ascii="Calibri" w:hAnsi="Calibri" w:cs="Calibri"/>
          <w:szCs w:val="20"/>
        </w:rPr>
      </w:pPr>
    </w:p>
    <w:p w14:paraId="3B1E047A" w14:textId="77777777" w:rsidR="00A65229" w:rsidRDefault="00A65229" w:rsidP="00A65229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POVZETEK PREDRAČUNA - REKAPITULACIJA</w:t>
      </w:r>
    </w:p>
    <w:p w14:paraId="099E95A3" w14:textId="348BDC69" w:rsidR="00A65229" w:rsidRDefault="00A65229" w:rsidP="00A65229">
      <w:pPr>
        <w:jc w:val="center"/>
        <w:rPr>
          <w:rFonts w:ascii="Calibri" w:hAnsi="Calibri" w:cs="Calibri"/>
          <w:b/>
          <w:sz w:val="28"/>
          <w:szCs w:val="28"/>
        </w:rPr>
      </w:pPr>
      <w:r w:rsidRPr="00BC6746">
        <w:rPr>
          <w:rFonts w:ascii="Calibri" w:hAnsi="Calibri" w:cs="Calibri"/>
          <w:b/>
          <w:sz w:val="28"/>
          <w:szCs w:val="28"/>
        </w:rPr>
        <w:t>»</w:t>
      </w:r>
      <w:r>
        <w:rPr>
          <w:rFonts w:ascii="Calibri" w:hAnsi="Calibri" w:cs="Calibri"/>
          <w:b/>
          <w:sz w:val="28"/>
          <w:szCs w:val="28"/>
        </w:rPr>
        <w:t>GRADBENA OBNOVA NOGOMETNEGA IGRIŠČA NA STADIONU STOŽICE</w:t>
      </w:r>
      <w:r w:rsidRPr="00BC6746">
        <w:rPr>
          <w:rFonts w:ascii="Calibri" w:hAnsi="Calibri" w:cs="Calibri"/>
          <w:b/>
          <w:sz w:val="28"/>
          <w:szCs w:val="28"/>
        </w:rPr>
        <w:t>«</w:t>
      </w:r>
    </w:p>
    <w:p w14:paraId="23DF5579" w14:textId="0DC2D8A4" w:rsidR="00A65229" w:rsidRDefault="00A65229" w:rsidP="00A65229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SKLOP </w:t>
      </w:r>
      <w:r w:rsidR="00E75548">
        <w:rPr>
          <w:rFonts w:ascii="Calibri" w:hAnsi="Calibri" w:cs="Calibri"/>
          <w:b/>
          <w:sz w:val="28"/>
          <w:szCs w:val="28"/>
        </w:rPr>
        <w:t>3</w:t>
      </w:r>
    </w:p>
    <w:p w14:paraId="49DED2D5" w14:textId="77777777" w:rsidR="00A65229" w:rsidRPr="00DC09CD" w:rsidRDefault="00A65229" w:rsidP="00A65229">
      <w:pPr>
        <w:jc w:val="center"/>
        <w:rPr>
          <w:rFonts w:ascii="Calibri" w:hAnsi="Calibri" w:cs="Calibri"/>
          <w:b/>
          <w:sz w:val="28"/>
          <w:szCs w:val="28"/>
        </w:rPr>
      </w:pPr>
    </w:p>
    <w:p w14:paraId="044B00FC" w14:textId="77777777" w:rsidR="00A65229" w:rsidRPr="0019647B" w:rsidRDefault="00A65229" w:rsidP="00A65229">
      <w:pPr>
        <w:rPr>
          <w:rFonts w:ascii="Calibri" w:hAnsi="Calibri" w:cs="Calibri"/>
          <w:szCs w:val="20"/>
        </w:rPr>
      </w:pPr>
    </w:p>
    <w:tbl>
      <w:tblPr>
        <w:tblStyle w:val="Tabelamrea"/>
        <w:tblW w:w="9054" w:type="dxa"/>
        <w:tblLayout w:type="fixed"/>
        <w:tblLook w:val="04A0" w:firstRow="1" w:lastRow="0" w:firstColumn="1" w:lastColumn="0" w:noHBand="0" w:noVBand="1"/>
      </w:tblPr>
      <w:tblGrid>
        <w:gridCol w:w="5382"/>
        <w:gridCol w:w="3672"/>
      </w:tblGrid>
      <w:tr w:rsidR="00A65229" w:rsidRPr="00BC6746" w14:paraId="480CC12B" w14:textId="77777777" w:rsidTr="006D370F">
        <w:trPr>
          <w:cantSplit/>
          <w:trHeight w:val="488"/>
        </w:trPr>
        <w:tc>
          <w:tcPr>
            <w:tcW w:w="5382" w:type="dxa"/>
            <w:shd w:val="clear" w:color="auto" w:fill="D0CECE" w:themeFill="background2" w:themeFillShade="E6"/>
            <w:vAlign w:val="center"/>
          </w:tcPr>
          <w:p w14:paraId="4C718196" w14:textId="77777777" w:rsidR="00A65229" w:rsidRPr="00BC6746" w:rsidRDefault="00A65229" w:rsidP="006D370F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STORITEV</w:t>
            </w:r>
          </w:p>
        </w:tc>
        <w:tc>
          <w:tcPr>
            <w:tcW w:w="3672" w:type="dxa"/>
            <w:shd w:val="clear" w:color="auto" w:fill="D0CECE" w:themeFill="background2" w:themeFillShade="E6"/>
            <w:vAlign w:val="center"/>
          </w:tcPr>
          <w:p w14:paraId="3985409E" w14:textId="77777777" w:rsidR="00A65229" w:rsidRPr="00BC6746" w:rsidRDefault="00A65229" w:rsidP="006D370F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CENA</w:t>
            </w:r>
          </w:p>
        </w:tc>
      </w:tr>
      <w:tr w:rsidR="00A65229" w:rsidRPr="00BC6746" w14:paraId="4236675E" w14:textId="77777777" w:rsidTr="006D370F">
        <w:trPr>
          <w:trHeight w:val="488"/>
        </w:trPr>
        <w:tc>
          <w:tcPr>
            <w:tcW w:w="5382" w:type="dxa"/>
            <w:vAlign w:val="center"/>
          </w:tcPr>
          <w:p w14:paraId="2C5B6B4F" w14:textId="6E9920D8" w:rsidR="00A65229" w:rsidRPr="00BC6746" w:rsidRDefault="00A65229" w:rsidP="006D370F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 xml:space="preserve">Izvedba </w:t>
            </w:r>
            <w:r>
              <w:rPr>
                <w:rFonts w:asciiTheme="minorHAnsi" w:hAnsiTheme="minorHAnsi" w:cstheme="minorHAnsi"/>
                <w:sz w:val="22"/>
              </w:rPr>
              <w:t>všitja sintetičnih vlaken v travnato podlago nogometnega igrišča na Stadionu Stožice</w:t>
            </w:r>
          </w:p>
        </w:tc>
        <w:tc>
          <w:tcPr>
            <w:tcW w:w="3672" w:type="dxa"/>
            <w:vAlign w:val="center"/>
          </w:tcPr>
          <w:p w14:paraId="4A3083A0" w14:textId="77777777" w:rsidR="00A65229" w:rsidRPr="00BC6746" w:rsidRDefault="00A65229" w:rsidP="006D370F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A65229" w:rsidRPr="00BC6746" w14:paraId="441440B1" w14:textId="77777777" w:rsidTr="006D370F">
        <w:trPr>
          <w:trHeight w:val="488"/>
        </w:trPr>
        <w:tc>
          <w:tcPr>
            <w:tcW w:w="5382" w:type="dxa"/>
            <w:vAlign w:val="center"/>
          </w:tcPr>
          <w:p w14:paraId="3C285D9C" w14:textId="77777777" w:rsidR="00A65229" w:rsidRPr="0094100A" w:rsidRDefault="00A65229" w:rsidP="006D370F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Skupaj cena vseh del brez DDV</w:t>
            </w:r>
          </w:p>
        </w:tc>
        <w:tc>
          <w:tcPr>
            <w:tcW w:w="3672" w:type="dxa"/>
            <w:vAlign w:val="center"/>
          </w:tcPr>
          <w:p w14:paraId="739C090E" w14:textId="77777777" w:rsidR="00A65229" w:rsidRPr="0094100A" w:rsidRDefault="00A65229" w:rsidP="006D370F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100A">
              <w:rPr>
                <w:rFonts w:asciiTheme="minorHAnsi" w:hAnsiTheme="minorHAnsi" w:cstheme="minorHAnsi"/>
                <w:b/>
                <w:bCs/>
                <w:sz w:val="22"/>
              </w:rPr>
              <w:t>_____________ EUR</w:t>
            </w:r>
          </w:p>
        </w:tc>
      </w:tr>
      <w:tr w:rsidR="00A65229" w:rsidRPr="00BC6746" w14:paraId="2C7B22F4" w14:textId="77777777" w:rsidTr="006D370F">
        <w:trPr>
          <w:trHeight w:val="489"/>
        </w:trPr>
        <w:tc>
          <w:tcPr>
            <w:tcW w:w="5382" w:type="dxa"/>
            <w:vAlign w:val="center"/>
          </w:tcPr>
          <w:p w14:paraId="5802A1A3" w14:textId="77777777" w:rsidR="00A65229" w:rsidRPr="00BC6746" w:rsidRDefault="00A65229" w:rsidP="006D370F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22% DDV</w:t>
            </w:r>
          </w:p>
        </w:tc>
        <w:tc>
          <w:tcPr>
            <w:tcW w:w="3672" w:type="dxa"/>
            <w:vAlign w:val="center"/>
          </w:tcPr>
          <w:p w14:paraId="77FFD429" w14:textId="77777777" w:rsidR="00A65229" w:rsidRPr="00BC6746" w:rsidRDefault="00A65229" w:rsidP="006D370F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sz w:val="22"/>
              </w:rPr>
            </w:pPr>
            <w:r w:rsidRPr="00BC6746">
              <w:rPr>
                <w:rFonts w:asciiTheme="minorHAnsi" w:hAnsiTheme="minorHAnsi" w:cstheme="minorHAnsi"/>
                <w:sz w:val="22"/>
              </w:rPr>
              <w:t>___________</w:t>
            </w:r>
            <w:r>
              <w:rPr>
                <w:rFonts w:asciiTheme="minorHAnsi" w:hAnsiTheme="minorHAnsi" w:cstheme="minorHAnsi"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sz w:val="22"/>
              </w:rPr>
              <w:t>EUR</w:t>
            </w:r>
          </w:p>
        </w:tc>
      </w:tr>
      <w:tr w:rsidR="00A65229" w:rsidRPr="00BC6746" w14:paraId="58204A5A" w14:textId="77777777" w:rsidTr="006D370F">
        <w:trPr>
          <w:trHeight w:val="489"/>
        </w:trPr>
        <w:tc>
          <w:tcPr>
            <w:tcW w:w="5382" w:type="dxa"/>
            <w:vAlign w:val="center"/>
          </w:tcPr>
          <w:p w14:paraId="0AF8C070" w14:textId="77777777" w:rsidR="00A65229" w:rsidRPr="00BC6746" w:rsidRDefault="00A65229" w:rsidP="006D370F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SKUPAJ Z DDV</w:t>
            </w:r>
          </w:p>
        </w:tc>
        <w:tc>
          <w:tcPr>
            <w:tcW w:w="3672" w:type="dxa"/>
            <w:vAlign w:val="center"/>
          </w:tcPr>
          <w:p w14:paraId="03FB3B58" w14:textId="77777777" w:rsidR="00A65229" w:rsidRPr="00BC6746" w:rsidRDefault="00A65229" w:rsidP="006D370F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___________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__ </w:t>
            </w:r>
            <w:r w:rsidRPr="00BC6746">
              <w:rPr>
                <w:rFonts w:asciiTheme="minorHAnsi" w:hAnsiTheme="minorHAnsi" w:cstheme="minorHAnsi"/>
                <w:b/>
                <w:bCs/>
                <w:sz w:val="22"/>
              </w:rPr>
              <w:t>EUR</w:t>
            </w:r>
          </w:p>
        </w:tc>
      </w:tr>
    </w:tbl>
    <w:p w14:paraId="69D13F0D" w14:textId="77777777" w:rsidR="00A65229" w:rsidRDefault="00A65229" w:rsidP="00A65229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1B6CC631" w14:textId="77777777" w:rsidR="00A65229" w:rsidRDefault="00A65229" w:rsidP="00A65229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36FC11EE" w14:textId="77777777" w:rsidR="00A65229" w:rsidRDefault="00A65229" w:rsidP="00A65229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Veljavnost ponudbe:</w:t>
      </w:r>
      <w:r w:rsidRPr="00BC6746">
        <w:rPr>
          <w:rFonts w:ascii="Calibri" w:hAnsi="Calibri"/>
          <w:b/>
          <w:bCs/>
        </w:rPr>
        <w:t xml:space="preserve"> </w:t>
      </w:r>
      <w:r w:rsidRPr="0080344D">
        <w:rPr>
          <w:rFonts w:ascii="Calibri" w:hAnsi="Calibri"/>
          <w:b/>
          <w:bCs/>
        </w:rPr>
        <w:t xml:space="preserve">najmanj </w:t>
      </w:r>
      <w:r>
        <w:rPr>
          <w:rFonts w:ascii="Calibri" w:hAnsi="Calibri"/>
          <w:b/>
          <w:bCs/>
        </w:rPr>
        <w:t>6 mesecev od roka za prejem ponudb.</w:t>
      </w:r>
    </w:p>
    <w:p w14:paraId="7F489FEA" w14:textId="77777777" w:rsidR="00A65229" w:rsidRDefault="00A65229" w:rsidP="00A65229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202BC6A6" w14:textId="77777777" w:rsidR="00A65229" w:rsidRPr="00022C80" w:rsidRDefault="00A65229" w:rsidP="00A65229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581"/>
      </w:tblGrid>
      <w:tr w:rsidR="00A65229" w:rsidRPr="0019647B" w14:paraId="256F73AC" w14:textId="77777777" w:rsidTr="006D370F">
        <w:trPr>
          <w:trHeight w:val="241"/>
        </w:trPr>
        <w:tc>
          <w:tcPr>
            <w:tcW w:w="3348" w:type="dxa"/>
          </w:tcPr>
          <w:p w14:paraId="4A70A4D9" w14:textId="77777777" w:rsidR="00A65229" w:rsidRDefault="00A65229" w:rsidP="006D370F">
            <w:pPr>
              <w:rPr>
                <w:rFonts w:ascii="Calibri" w:hAnsi="Calibri" w:cs="Calibri"/>
                <w:szCs w:val="20"/>
              </w:rPr>
            </w:pPr>
          </w:p>
          <w:p w14:paraId="5E70EACD" w14:textId="77777777" w:rsidR="00A65229" w:rsidRPr="00DC09CD" w:rsidRDefault="00A65229" w:rsidP="006D370F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Kraj: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CECAFBD" w14:textId="77777777" w:rsidR="00A65229" w:rsidRPr="00DC09CD" w:rsidRDefault="00A65229" w:rsidP="006D370F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0F1EA368" w14:textId="77777777" w:rsidR="00A65229" w:rsidRPr="00DC09CD" w:rsidRDefault="00A65229" w:rsidP="006D370F">
            <w:pPr>
              <w:tabs>
                <w:tab w:val="center" w:pos="7020"/>
              </w:tabs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 xml:space="preserve">      Podpisnik: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A65229" w:rsidRPr="0019647B" w14:paraId="538641D3" w14:textId="77777777" w:rsidTr="006D370F">
        <w:trPr>
          <w:trHeight w:val="483"/>
        </w:trPr>
        <w:tc>
          <w:tcPr>
            <w:tcW w:w="3348" w:type="dxa"/>
            <w:hideMark/>
          </w:tcPr>
          <w:p w14:paraId="3FB54B60" w14:textId="77777777" w:rsidR="00A65229" w:rsidRPr="00DC09CD" w:rsidRDefault="00A65229" w:rsidP="006D370F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Datum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: </w:t>
            </w:r>
            <w:r w:rsidRPr="00DC09CD">
              <w:rPr>
                <w:rFonts w:ascii="Calibri" w:hAnsi="Calibri" w:cs="Calibr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DC09CD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DC09CD">
              <w:rPr>
                <w:rFonts w:ascii="Calibri" w:hAnsi="Calibri" w:cs="Calibri"/>
                <w:szCs w:val="20"/>
              </w:rPr>
            </w:r>
            <w:r w:rsidRPr="00DC09CD">
              <w:rPr>
                <w:rFonts w:ascii="Calibri" w:hAnsi="Calibri" w:cs="Calibri"/>
                <w:szCs w:val="20"/>
              </w:rPr>
              <w:fldChar w:fldCharType="separate"/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t> </w:t>
            </w:r>
            <w:r w:rsidRPr="00DC09CD">
              <w:rPr>
                <w:rFonts w:ascii="Calibri" w:hAnsi="Calibri" w:cs="Calibri"/>
                <w:szCs w:val="20"/>
              </w:rPr>
              <w:fldChar w:fldCharType="end"/>
            </w:r>
            <w:r w:rsidRPr="00DC09CD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1818" w:type="dxa"/>
            <w:hideMark/>
          </w:tcPr>
          <w:p w14:paraId="29197D11" w14:textId="77777777" w:rsidR="00A65229" w:rsidRPr="00DC09CD" w:rsidRDefault="00A65229" w:rsidP="006D370F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4581" w:type="dxa"/>
            <w:hideMark/>
          </w:tcPr>
          <w:p w14:paraId="51DFAAD3" w14:textId="77777777" w:rsidR="00A65229" w:rsidRPr="00DC09CD" w:rsidRDefault="00A65229" w:rsidP="006D370F">
            <w:pPr>
              <w:rPr>
                <w:rFonts w:ascii="Calibri" w:hAnsi="Calibri" w:cs="Calibri"/>
                <w:szCs w:val="20"/>
              </w:rPr>
            </w:pPr>
            <w:r w:rsidRPr="00DC09CD">
              <w:rPr>
                <w:rFonts w:ascii="Calibri" w:hAnsi="Calibri" w:cs="Calibri"/>
                <w:szCs w:val="20"/>
              </w:rPr>
              <w:t>________________________</w:t>
            </w:r>
          </w:p>
          <w:p w14:paraId="0CA93C98" w14:textId="77777777" w:rsidR="00A65229" w:rsidRPr="004E671F" w:rsidRDefault="00A65229" w:rsidP="006D370F">
            <w:pPr>
              <w:rPr>
                <w:rFonts w:ascii="Calibri" w:hAnsi="Calibri" w:cs="Calibri"/>
                <w:sz w:val="16"/>
                <w:szCs w:val="16"/>
              </w:rPr>
            </w:pPr>
            <w:r w:rsidRPr="004E671F">
              <w:rPr>
                <w:rFonts w:ascii="Calibri" w:hAnsi="Calibri" w:cs="Calibri"/>
                <w:sz w:val="16"/>
                <w:szCs w:val="16"/>
              </w:rPr>
              <w:t>podpis</w:t>
            </w:r>
          </w:p>
        </w:tc>
      </w:tr>
    </w:tbl>
    <w:p w14:paraId="19FD7118" w14:textId="77777777" w:rsidR="00A65229" w:rsidRDefault="00A65229" w:rsidP="00A65229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05950E2E" w14:textId="77777777" w:rsidR="00A65229" w:rsidRDefault="00A6522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A7369D9" w14:textId="77777777" w:rsidR="00A65229" w:rsidRDefault="00A6522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8841A77" w14:textId="77777777" w:rsidR="00A65229" w:rsidRDefault="00A6522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CDC3B2D" w14:textId="77777777" w:rsidR="00ED2354" w:rsidRDefault="00ED2354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E96FA32" w14:textId="77777777" w:rsidR="00ED2354" w:rsidRDefault="00ED2354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  <w:sectPr w:rsidR="00ED2354" w:rsidSect="008E5280">
          <w:headerReference w:type="default" r:id="rId19"/>
          <w:footerReference w:type="default" r:id="rId20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2C4C12BD" w14:textId="77777777" w:rsidR="001B51CE" w:rsidRDefault="001B51CE">
      <w:pPr>
        <w:spacing w:line="240" w:lineRule="auto"/>
        <w:jc w:val="left"/>
        <w:rPr>
          <w:rFonts w:asciiTheme="minorHAnsi" w:hAnsiTheme="minorHAnsi" w:cstheme="minorHAnsi"/>
          <w:b/>
          <w:bCs/>
          <w:sz w:val="28"/>
          <w:szCs w:val="28"/>
        </w:rPr>
      </w:pPr>
    </w:p>
    <w:p w14:paraId="01EA0ADF" w14:textId="77777777" w:rsidR="00ED2354" w:rsidRDefault="00ED2354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45D74C2" w14:textId="5A6DA027" w:rsidR="003E40B6" w:rsidRPr="00A31A7A" w:rsidRDefault="003E40B6" w:rsidP="003E40B6">
      <w:pPr>
        <w:pStyle w:val="Glava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A7A">
        <w:rPr>
          <w:rFonts w:asciiTheme="minorHAnsi" w:hAnsiTheme="minorHAnsi" w:cstheme="minorHAnsi"/>
          <w:b/>
          <w:sz w:val="24"/>
          <w:szCs w:val="24"/>
        </w:rPr>
        <w:t>IZJAVA ZA GOSPODARSKI SUBJEKT</w:t>
      </w:r>
    </w:p>
    <w:p w14:paraId="668243A7" w14:textId="6054FDE2" w:rsidR="00FC4DD9" w:rsidRPr="003E40B6" w:rsidRDefault="003E40B6" w:rsidP="003E40B6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i/>
          <w:szCs w:val="20"/>
        </w:rPr>
      </w:pPr>
      <w:r w:rsidRPr="003E40B6">
        <w:rPr>
          <w:rFonts w:asciiTheme="minorHAnsi" w:hAnsiTheme="minorHAnsi" w:cstheme="minorHAnsi"/>
          <w:b/>
          <w:szCs w:val="20"/>
        </w:rPr>
        <w:t>(samostojni ponudnik, ponudnik v skupni ponudbi, podizvajalec, subjekt, katerih zmogljivosti namerava uporabiti ponudnik)</w:t>
      </w:r>
    </w:p>
    <w:p w14:paraId="2E6A53AE" w14:textId="77777777" w:rsidR="00FC4DD9" w:rsidRPr="00FC4DD9" w:rsidRDefault="00FC4DD9" w:rsidP="00FC4DD9">
      <w:pPr>
        <w:pStyle w:val="Glava"/>
        <w:tabs>
          <w:tab w:val="clear" w:pos="4536"/>
          <w:tab w:val="clear" w:pos="9072"/>
        </w:tabs>
        <w:ind w:left="1080"/>
        <w:jc w:val="right"/>
        <w:rPr>
          <w:rFonts w:asciiTheme="minorHAnsi" w:hAnsiTheme="minorHAnsi" w:cstheme="minorHAnsi"/>
          <w:b/>
          <w:i/>
          <w:sz w:val="22"/>
        </w:rPr>
      </w:pPr>
    </w:p>
    <w:p w14:paraId="40191746" w14:textId="77777777" w:rsidR="00FC4DD9" w:rsidRDefault="00FC4DD9" w:rsidP="003E40B6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iCs/>
          <w:sz w:val="22"/>
        </w:rPr>
      </w:pPr>
    </w:p>
    <w:p w14:paraId="221BB5D2" w14:textId="480592DE" w:rsidR="003E40B6" w:rsidRP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1C1AF48F" w14:textId="77777777" w:rsid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D0773EC" w14:textId="77777777" w:rsidR="003E40B6" w:rsidRP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5124DF6D" w14:textId="1170FABF" w:rsidR="003E40B6" w:rsidRP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5AA1F6F4" w14:textId="77777777" w:rsid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072E6020" w14:textId="77777777" w:rsidR="003E40B6" w:rsidRP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18399085" w14:textId="77777777" w:rsidR="003E40B6" w:rsidRPr="003E40B6" w:rsidRDefault="003E40B6" w:rsidP="003E40B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369F516" w14:textId="77777777" w:rsidR="003E40B6" w:rsidRPr="003E40B6" w:rsidRDefault="003E40B6" w:rsidP="003E40B6">
      <w:pPr>
        <w:pStyle w:val="Glava"/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>S podpisom te izjave pod kazensko in materialno odgovornostjo izjavljamo, da:</w:t>
      </w:r>
    </w:p>
    <w:p w14:paraId="42EC44BA" w14:textId="77777777" w:rsidR="003E40B6" w:rsidRPr="003E40B6" w:rsidRDefault="003E40B6" w:rsidP="003E40B6">
      <w:pPr>
        <w:pStyle w:val="Glava"/>
        <w:rPr>
          <w:rFonts w:ascii="Calibri" w:hAnsi="Calibri" w:cs="Calibri"/>
          <w:szCs w:val="20"/>
        </w:rPr>
      </w:pPr>
    </w:p>
    <w:p w14:paraId="7D157799" w14:textId="21E34925" w:rsidR="003E40B6" w:rsidRPr="00A65229" w:rsidRDefault="003E40B6" w:rsidP="00A65229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 xml:space="preserve">sprejemamo in izpolnjujemo vse pogoje in druge zahteve iz razpisne dokumentacije, za javno naročilo z oznako </w:t>
      </w:r>
      <w:r>
        <w:rPr>
          <w:rFonts w:ascii="Calibri" w:hAnsi="Calibri" w:cs="Calibri"/>
          <w:szCs w:val="20"/>
        </w:rPr>
        <w:t xml:space="preserve">JN </w:t>
      </w:r>
      <w:r w:rsidR="00DD610A">
        <w:rPr>
          <w:rFonts w:ascii="Calibri" w:hAnsi="Calibri" w:cs="Calibri"/>
          <w:szCs w:val="20"/>
        </w:rPr>
        <w:t>2</w:t>
      </w:r>
      <w:r>
        <w:rPr>
          <w:rFonts w:ascii="Calibri" w:hAnsi="Calibri" w:cs="Calibri"/>
          <w:szCs w:val="20"/>
        </w:rPr>
        <w:t>/202</w:t>
      </w:r>
      <w:r w:rsidR="00DD610A">
        <w:rPr>
          <w:rFonts w:ascii="Calibri" w:hAnsi="Calibri" w:cs="Calibri"/>
          <w:szCs w:val="20"/>
        </w:rPr>
        <w:t>5</w:t>
      </w:r>
      <w:r>
        <w:rPr>
          <w:rFonts w:ascii="Calibri" w:hAnsi="Calibri" w:cs="Calibri"/>
          <w:szCs w:val="20"/>
        </w:rPr>
        <w:t>-NMV</w:t>
      </w:r>
      <w:r w:rsidRPr="003E40B6">
        <w:rPr>
          <w:rFonts w:ascii="Calibri" w:hAnsi="Calibri" w:cs="Calibri"/>
          <w:szCs w:val="20"/>
        </w:rPr>
        <w:t xml:space="preserve">, katerega predmet je: </w:t>
      </w:r>
      <w:r w:rsidR="00A65229">
        <w:rPr>
          <w:rFonts w:ascii="Calibri" w:hAnsi="Calibri" w:cs="Calibri"/>
          <w:szCs w:val="20"/>
        </w:rPr>
        <w:t>Gradbena obnova nogometnega igrišča na Stadionu Stožice</w:t>
      </w:r>
      <w:r w:rsidRPr="00A65229">
        <w:rPr>
          <w:rFonts w:ascii="Calibri" w:hAnsi="Calibri" w:cs="Calibri"/>
          <w:szCs w:val="20"/>
        </w:rPr>
        <w:t>;</w:t>
      </w:r>
    </w:p>
    <w:p w14:paraId="1560B3C1" w14:textId="77777777" w:rsidR="003E40B6" w:rsidRDefault="003E40B6" w:rsidP="003E40B6">
      <w:pPr>
        <w:pStyle w:val="Glava"/>
        <w:ind w:left="510"/>
        <w:rPr>
          <w:rFonts w:ascii="Calibri" w:hAnsi="Calibri" w:cs="Calibri"/>
          <w:szCs w:val="20"/>
        </w:rPr>
      </w:pPr>
    </w:p>
    <w:p w14:paraId="212D3A99" w14:textId="4F7CFB95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 xml:space="preserve">naša ponudba izpolnjuje vse zahteve iz predračuna in Navodil </w:t>
      </w:r>
      <w:r>
        <w:rPr>
          <w:rFonts w:ascii="Calibri" w:hAnsi="Calibri" w:cs="Calibri"/>
          <w:szCs w:val="20"/>
        </w:rPr>
        <w:t>ponudnikom</w:t>
      </w:r>
      <w:r w:rsidRPr="003E40B6">
        <w:rPr>
          <w:rFonts w:ascii="Calibri" w:hAnsi="Calibri" w:cs="Calibri"/>
          <w:szCs w:val="20"/>
        </w:rPr>
        <w:t xml:space="preserve"> za pripravo ponudbe v predmetnem javnem naročilu;</w:t>
      </w:r>
    </w:p>
    <w:p w14:paraId="4BBD81CD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79771E62" w14:textId="40298125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>bomo na zahtevo naročnika predložili vsa potrebna dokazila, ki izkazujejo izpolnjevanje zahtevanih pogojev, morebiti potrebna pooblastila za preveritev izpolnjevanja zahtevanih pogojev oziroma podatkov, podatke o naslovih, kjer je mogoče preveriti izpolnjevanje pogojev oziroma vse potrebno za pregled in preveritev ponudbe;</w:t>
      </w:r>
    </w:p>
    <w:p w14:paraId="064F1777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3FA4CB3E" w14:textId="7D6F74D6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>so podatki in dokumenti, ki so podani v ponudbi, resnični in da elektronske verzije v sistemu e-JN priloženih dokumentov ustrezajo originalu ter da za podane podatke, njihovo resničnost in ustreznost dokumentov prevzemamo popolno odgovornost;</w:t>
      </w:r>
    </w:p>
    <w:p w14:paraId="72E6CB68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54D9C046" w14:textId="7376BBA4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>naši družbi in osebam, ki so članice upravnega, vodstvenega ali nadzornega organa družbe ali osebam, ki imajo pooblastila za njeno zastopanje ali odločanje ali nadzor v njej, ni bila izrečena pravnomočna sodba za kazniva dejanja iz Kazenskega zakonika (Uradni list RS, št. 50/12 – uradno prečiščeno besedilo, 6/16 – popr., 54/15, 38/16, 27/17, 23/20, 91/20, 95/21, 186/21 in 105/22 – ZZNŠPP; v nadaljnjem besedilu: KZ-1) ali za primerljiva kazniva dejanja, ki so jih izrekla tuja sodišča in so določena v prvem odstavku 75. člena ZJN-3</w:t>
      </w:r>
      <w:r w:rsidR="00B91F1B">
        <w:rPr>
          <w:rFonts w:ascii="Calibri" w:hAnsi="Calibri" w:cs="Calibri"/>
          <w:szCs w:val="20"/>
        </w:rPr>
        <w:t>;</w:t>
      </w:r>
    </w:p>
    <w:p w14:paraId="513365B6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3BDE10B3" w14:textId="6174FE32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>naša družba ima izpolnjene obvezne dajatve in druge denarne nedavčne obveznosti v skladu z zakonom, ki ureja finančno upravo, ki jih pobira davčni organ v skladu s predpisi države, v kateri ima sedež, ali predpisi države naročnika</w:t>
      </w:r>
      <w:r>
        <w:rPr>
          <w:rFonts w:ascii="Calibri" w:hAnsi="Calibri" w:cs="Calibri"/>
          <w:szCs w:val="20"/>
        </w:rPr>
        <w:t>,</w:t>
      </w:r>
      <w:r w:rsidRPr="003E40B6">
        <w:t xml:space="preserve"> </w:t>
      </w:r>
      <w:r w:rsidRPr="003E40B6">
        <w:rPr>
          <w:rFonts w:ascii="Calibri" w:hAnsi="Calibri" w:cs="Calibri"/>
          <w:szCs w:val="20"/>
        </w:rPr>
        <w:t>oziroma vrednost neplačanih zapadlih obveznosti na dan oddaje ponudbe ali prijave ne znaša 50 EUR ali več</w:t>
      </w:r>
      <w:r>
        <w:rPr>
          <w:rFonts w:ascii="Calibri" w:hAnsi="Calibri" w:cs="Calibri"/>
          <w:szCs w:val="20"/>
        </w:rPr>
        <w:t>,</w:t>
      </w:r>
      <w:r w:rsidRPr="003E40B6">
        <w:rPr>
          <w:rFonts w:ascii="Calibri" w:hAnsi="Calibri" w:cs="Calibri"/>
          <w:szCs w:val="20"/>
        </w:rPr>
        <w:t xml:space="preserve"> in predložene vse obračune davčnih odtegljajev za dohodke iz delovnega razmerja za obdobje zadnjih petih let do roka za oddajo prijave ali ponudbe</w:t>
      </w:r>
      <w:r w:rsidR="00B91F1B">
        <w:rPr>
          <w:rFonts w:ascii="Calibri" w:hAnsi="Calibri" w:cs="Calibri"/>
          <w:szCs w:val="20"/>
        </w:rPr>
        <w:t>;</w:t>
      </w:r>
    </w:p>
    <w:p w14:paraId="6A26BD35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0AA0EA56" w14:textId="6B3588FF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>naša družba na dan, ko poteče rok za oddajo ponudb, ni uvrščena v evidenco gospodarskih subjektov z izrečenimi stranskimi sankcijami izločitve iz postopkov javnega naročanja iz a) točke četrtega odstavka 75. člena ZJN-3;</w:t>
      </w:r>
    </w:p>
    <w:p w14:paraId="65E7774B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74D8D7A7" w14:textId="4897EA36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>naši družbi v zadnjih treh letih pred potekom roka za oddajo ponudb ali prijav pristojni organ Republike Slovenije ali druge države članice ali tretje države ni ugotovil najmanj dveh kršitev v zvezi s plačilom za delo, delovnim časom, počitki, opravljanjem dela na podlagi pogodb civilnega prava kljub obstoju elementov delovnega razmerja ali v zvezi z zaposlovanjem na črno, za kateri nam je bila s pravnomočno odločitvijo ali več pravnomočnimi odločitvami izrečena globa za prekršek</w:t>
      </w:r>
      <w:r>
        <w:rPr>
          <w:rFonts w:ascii="Calibri" w:hAnsi="Calibri" w:cs="Calibri"/>
          <w:szCs w:val="20"/>
        </w:rPr>
        <w:t>;</w:t>
      </w:r>
    </w:p>
    <w:p w14:paraId="7899CCAB" w14:textId="77777777" w:rsidR="003E40B6" w:rsidRPr="00F64C58" w:rsidRDefault="003E40B6" w:rsidP="00F64C58">
      <w:pPr>
        <w:rPr>
          <w:rFonts w:ascii="Calibri" w:hAnsi="Calibri" w:cs="Calibri"/>
          <w:szCs w:val="20"/>
        </w:rPr>
      </w:pPr>
    </w:p>
    <w:p w14:paraId="4B39846B" w14:textId="0DA24A26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nad našo družbo </w:t>
      </w:r>
      <w:r w:rsidRPr="003E40B6">
        <w:rPr>
          <w:rFonts w:ascii="Calibri" w:hAnsi="Calibri" w:cs="Calibri"/>
          <w:szCs w:val="20"/>
        </w:rPr>
        <w:t>ni začet postopek zaradi insolventnosti ali prisilnega prenehanja po zakonu, ki ureja postopek zaradi insolventnosti in prisilnega prenehanja, in postopek likvidacije po zakonu, ki ureja gospodarske družbe, in n</w:t>
      </w:r>
      <w:r>
        <w:rPr>
          <w:rFonts w:ascii="Calibri" w:hAnsi="Calibri" w:cs="Calibri"/>
          <w:szCs w:val="20"/>
        </w:rPr>
        <w:t>aših sredstev</w:t>
      </w:r>
      <w:r w:rsidRPr="003E40B6">
        <w:rPr>
          <w:rFonts w:ascii="Calibri" w:hAnsi="Calibri" w:cs="Calibri"/>
          <w:szCs w:val="20"/>
        </w:rPr>
        <w:t xml:space="preserve"> ali poslovanja ne upravlja upravitelj ali sodišče, in n</w:t>
      </w:r>
      <w:r>
        <w:rPr>
          <w:rFonts w:ascii="Calibri" w:hAnsi="Calibri" w:cs="Calibri"/>
          <w:szCs w:val="20"/>
        </w:rPr>
        <w:t>aše</w:t>
      </w:r>
      <w:r w:rsidRPr="003E40B6">
        <w:rPr>
          <w:rFonts w:ascii="Calibri" w:hAnsi="Calibri" w:cs="Calibri"/>
          <w:szCs w:val="20"/>
        </w:rPr>
        <w:t xml:space="preserve"> poslovne </w:t>
      </w:r>
      <w:r w:rsidRPr="003E40B6">
        <w:rPr>
          <w:rFonts w:ascii="Calibri" w:hAnsi="Calibri" w:cs="Calibri"/>
          <w:szCs w:val="20"/>
        </w:rPr>
        <w:lastRenderedPageBreak/>
        <w:t xml:space="preserve">dejavnosti začasno niso ustavljene, in v skladu s predpisi druge države nad </w:t>
      </w:r>
      <w:r>
        <w:rPr>
          <w:rFonts w:ascii="Calibri" w:hAnsi="Calibri" w:cs="Calibri"/>
          <w:szCs w:val="20"/>
        </w:rPr>
        <w:t>nami</w:t>
      </w:r>
      <w:r w:rsidRPr="003E40B6">
        <w:rPr>
          <w:rFonts w:ascii="Calibri" w:hAnsi="Calibri" w:cs="Calibri"/>
          <w:szCs w:val="20"/>
        </w:rPr>
        <w:t xml:space="preserve"> ni začet postopek ali ni nastal položaj z enakimi pravnimi posledicami</w:t>
      </w:r>
      <w:r>
        <w:rPr>
          <w:rFonts w:ascii="Calibri" w:hAnsi="Calibri" w:cs="Calibri"/>
          <w:szCs w:val="20"/>
        </w:rPr>
        <w:t>;</w:t>
      </w:r>
    </w:p>
    <w:p w14:paraId="39403DDB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591AEE23" w14:textId="666E1897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ab/>
        <w:t xml:space="preserve">bomo ob morebitni izbiri za izvedbo predmetnega javnega naročila, naročniku na njegov poziv, v roku </w:t>
      </w:r>
      <w:r>
        <w:rPr>
          <w:rFonts w:ascii="Calibri" w:hAnsi="Calibri" w:cs="Calibri"/>
          <w:szCs w:val="20"/>
        </w:rPr>
        <w:t>8</w:t>
      </w:r>
      <w:r w:rsidRPr="003E40B6">
        <w:rPr>
          <w:rFonts w:ascii="Calibri" w:hAnsi="Calibri" w:cs="Calibri"/>
          <w:szCs w:val="20"/>
        </w:rPr>
        <w:t xml:space="preserve"> dni od prejema poziva, posredovali podatke o svojih ustanoviteljih, družbenikih, delničarjih, komanditistih ali drugih lastnikih in podatke o lastniških deležih navedenih oseb, gospodarskih subjektih, za katere se glede na določbe zakona, ki ureja gospodarske družbe, šteje, da so z nami povezane družbe;</w:t>
      </w:r>
    </w:p>
    <w:p w14:paraId="393CE77C" w14:textId="77777777" w:rsidR="003E40B6" w:rsidRDefault="003E40B6" w:rsidP="003E40B6">
      <w:pPr>
        <w:pStyle w:val="Odstavekseznama"/>
        <w:rPr>
          <w:rFonts w:ascii="Calibri" w:hAnsi="Calibri" w:cs="Calibri"/>
          <w:szCs w:val="20"/>
        </w:rPr>
      </w:pPr>
    </w:p>
    <w:p w14:paraId="0F6F685F" w14:textId="5BD3A7D2" w:rsidR="003E40B6" w:rsidRDefault="003E40B6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 w:rsidRPr="003E40B6">
        <w:rPr>
          <w:rFonts w:ascii="Calibri" w:hAnsi="Calibri" w:cs="Calibri"/>
          <w:szCs w:val="20"/>
        </w:rPr>
        <w:t>nismo povezani s funkcionarjem in po našem vedenju nismo povezani z družinskim članom funkcionarja na način, določen v prvem odstavku 35. člena Zakon o integriteti in preprečevanju korupcije (Uradni list RS, št. 69/11 – uradno prečiščeno besedilo, 158/20 in 3/22 – ZDeb; v nadaljnjem besedilu: ZIntPK)</w:t>
      </w:r>
      <w:r w:rsidR="00AA573B">
        <w:rPr>
          <w:rFonts w:ascii="Calibri" w:hAnsi="Calibri" w:cs="Calibri"/>
          <w:szCs w:val="20"/>
        </w:rPr>
        <w:t>;</w:t>
      </w:r>
    </w:p>
    <w:p w14:paraId="5319DBEB" w14:textId="77777777" w:rsidR="00AA573B" w:rsidRDefault="00AA573B" w:rsidP="00AA573B">
      <w:pPr>
        <w:pStyle w:val="Odstavekseznama"/>
        <w:rPr>
          <w:rFonts w:ascii="Calibri" w:hAnsi="Calibri" w:cs="Calibri"/>
          <w:szCs w:val="20"/>
        </w:rPr>
      </w:pPr>
    </w:p>
    <w:p w14:paraId="05C78A86" w14:textId="26D84EAA" w:rsidR="00AA573B" w:rsidRPr="003E40B6" w:rsidRDefault="00AA573B" w:rsidP="003E40B6">
      <w:pPr>
        <w:pStyle w:val="Glava"/>
        <w:numPr>
          <w:ilvl w:val="0"/>
          <w:numId w:val="8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sprejemamo vzorec pogodbe o izvedbi javnega naročila.</w:t>
      </w:r>
    </w:p>
    <w:p w14:paraId="1D9EA2D6" w14:textId="77777777" w:rsidR="00FC4DD9" w:rsidRPr="00FC4DD9" w:rsidRDefault="00FC4DD9" w:rsidP="00FC4DD9">
      <w:pPr>
        <w:pStyle w:val="Glava"/>
        <w:tabs>
          <w:tab w:val="clear" w:pos="4536"/>
          <w:tab w:val="clear" w:pos="9072"/>
        </w:tabs>
        <w:ind w:left="1080"/>
        <w:jc w:val="right"/>
        <w:rPr>
          <w:rFonts w:asciiTheme="minorHAnsi" w:hAnsiTheme="minorHAnsi" w:cstheme="minorHAnsi"/>
          <w:b/>
          <w:i/>
          <w:sz w:val="22"/>
        </w:rPr>
      </w:pPr>
    </w:p>
    <w:p w14:paraId="02E6FFC0" w14:textId="77777777" w:rsidR="00FC4DD9" w:rsidRDefault="00FC4DD9" w:rsidP="00FC4DD9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Cs w:val="20"/>
        </w:rPr>
      </w:pPr>
    </w:p>
    <w:p w14:paraId="6C24CA31" w14:textId="77777777" w:rsidR="003E40B6" w:rsidRPr="00FC4DD9" w:rsidRDefault="003E40B6" w:rsidP="00FC4DD9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Cs w:val="20"/>
        </w:rPr>
      </w:pPr>
    </w:p>
    <w:p w14:paraId="7A270DB3" w14:textId="77777777" w:rsidR="003E40B6" w:rsidRPr="003E40B6" w:rsidRDefault="003E40B6" w:rsidP="003E40B6">
      <w:pPr>
        <w:rPr>
          <w:rFonts w:asciiTheme="minorHAnsi" w:hAnsiTheme="minorHAnsi" w:cstheme="minorHAnsi"/>
          <w:szCs w:val="20"/>
          <w:lang w:eastAsia="sl-SI"/>
        </w:rPr>
      </w:pPr>
      <w:r w:rsidRPr="003E40B6">
        <w:rPr>
          <w:rFonts w:asciiTheme="minorHAnsi" w:hAnsiTheme="minorHAnsi" w:cstheme="minorHAnsi"/>
          <w:szCs w:val="20"/>
        </w:rPr>
        <w:t xml:space="preserve">Kraj: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3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Ime in priimek odgovorne osebe:</w:t>
      </w:r>
    </w:p>
    <w:p w14:paraId="4745827D" w14:textId="77777777" w:rsidR="003E40B6" w:rsidRPr="003E40B6" w:rsidRDefault="003E40B6" w:rsidP="003E40B6">
      <w:pPr>
        <w:ind w:left="4248" w:firstLine="708"/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</w:p>
    <w:p w14:paraId="50ABD5FE" w14:textId="77777777" w:rsidR="003E40B6" w:rsidRPr="003E40B6" w:rsidRDefault="003E40B6" w:rsidP="003E40B6">
      <w:pPr>
        <w:rPr>
          <w:rFonts w:asciiTheme="minorHAnsi" w:hAnsiTheme="minorHAnsi" w:cstheme="minorHAnsi"/>
          <w:szCs w:val="20"/>
          <w:highlight w:val="yellow"/>
        </w:rPr>
      </w:pPr>
    </w:p>
    <w:p w14:paraId="6B3D5048" w14:textId="77777777" w:rsidR="003E40B6" w:rsidRPr="003E40B6" w:rsidRDefault="003E40B6" w:rsidP="003E40B6">
      <w:pPr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t>Datum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 xml:space="preserve">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39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________________________</w:t>
      </w:r>
    </w:p>
    <w:p w14:paraId="2A3DC049" w14:textId="77777777" w:rsidR="003E40B6" w:rsidRPr="003E40B6" w:rsidRDefault="003E40B6" w:rsidP="003E40B6">
      <w:pPr>
        <w:ind w:left="4248" w:firstLine="708"/>
        <w:rPr>
          <w:rFonts w:asciiTheme="minorHAnsi" w:hAnsiTheme="minorHAnsi" w:cstheme="minorHAnsi"/>
          <w:szCs w:val="20"/>
          <w:highlight w:val="yellow"/>
        </w:rPr>
      </w:pPr>
      <w:r w:rsidRPr="003E40B6">
        <w:rPr>
          <w:rFonts w:asciiTheme="minorHAnsi" w:hAnsiTheme="minorHAnsi" w:cstheme="minorHAnsi"/>
          <w:szCs w:val="20"/>
        </w:rPr>
        <w:t>Podpis odgovorne osebe</w:t>
      </w:r>
    </w:p>
    <w:p w14:paraId="69D9AD61" w14:textId="0DC06C27" w:rsidR="00FC4DD9" w:rsidRPr="003E40B6" w:rsidRDefault="00FC4DD9" w:rsidP="00FC4DD9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iCs/>
          <w:szCs w:val="20"/>
        </w:rPr>
      </w:pPr>
    </w:p>
    <w:p w14:paraId="0C355977" w14:textId="72EE0F2F" w:rsidR="00FC4DD9" w:rsidRPr="00FC4DD9" w:rsidRDefault="00FC4DD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1C98540" w14:textId="1B09A685" w:rsidR="00FC4DD9" w:rsidRPr="00FC4DD9" w:rsidRDefault="00FC4DD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C45ED9E" w14:textId="77777777" w:rsidR="00FC4DD9" w:rsidRDefault="00FC4DD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D073A6D" w14:textId="79594122" w:rsidR="00FC4DD9" w:rsidRDefault="00FC4DD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CB64844" w14:textId="77777777" w:rsidR="00FC4DD9" w:rsidRDefault="00FC4DD9" w:rsidP="00DF660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  <w:sectPr w:rsidR="00FC4DD9" w:rsidSect="008E5280">
          <w:headerReference w:type="default" r:id="rId21"/>
          <w:footerReference w:type="default" r:id="rId22"/>
          <w:headerReference w:type="first" r:id="rId23"/>
          <w:pgSz w:w="11906" w:h="16838" w:code="9"/>
          <w:pgMar w:top="1134" w:right="1418" w:bottom="1134" w:left="1418" w:header="709" w:footer="559" w:gutter="0"/>
          <w:pgNumType w:start="1"/>
          <w:cols w:space="708"/>
          <w:titlePg/>
          <w:docGrid w:linePitch="360"/>
        </w:sectPr>
      </w:pPr>
    </w:p>
    <w:p w14:paraId="1799080C" w14:textId="77777777" w:rsidR="0095279E" w:rsidRDefault="0095279E" w:rsidP="0090524C">
      <w:pPr>
        <w:spacing w:line="256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68542059" w14:textId="64D66D27" w:rsidR="0090524C" w:rsidRPr="0054247A" w:rsidRDefault="0095279E" w:rsidP="0090524C">
      <w:pPr>
        <w:spacing w:line="256" w:lineRule="auto"/>
        <w:ind w:right="4"/>
        <w:jc w:val="center"/>
        <w:rPr>
          <w:rFonts w:asciiTheme="minorHAnsi" w:hAnsiTheme="minorHAnsi" w:cstheme="minorHAnsi"/>
        </w:rPr>
      </w:pPr>
      <w:r w:rsidRPr="0095279E">
        <w:rPr>
          <w:rFonts w:asciiTheme="minorHAnsi" w:hAnsiTheme="minorHAnsi" w:cstheme="minorHAnsi"/>
          <w:b/>
          <w:bCs/>
          <w:caps/>
          <w:sz w:val="24"/>
          <w:szCs w:val="24"/>
        </w:rPr>
        <w:t>IZJAVA O IZPOLNJEVANJU POGOJEV GLEDE USTREZNOSTI ZA OPRAVLJANJE POKLICNE DEJAVNOSTI</w:t>
      </w:r>
      <w:r w:rsidR="0090524C" w:rsidRPr="0054247A">
        <w:rPr>
          <w:rFonts w:asciiTheme="minorHAnsi" w:hAnsiTheme="minorHAnsi" w:cstheme="minorHAnsi"/>
          <w:b/>
        </w:rPr>
        <w:t xml:space="preserve"> </w:t>
      </w:r>
    </w:p>
    <w:p w14:paraId="7E69E54C" w14:textId="77777777" w:rsidR="0090524C" w:rsidRPr="004D1F35" w:rsidRDefault="0090524C" w:rsidP="0090524C">
      <w:pPr>
        <w:pStyle w:val="HTML-oblikovano"/>
        <w:jc w:val="center"/>
        <w:rPr>
          <w:rFonts w:ascii="Calibri" w:hAnsi="Calibri" w:cs="Calibri Light"/>
          <w:b/>
          <w:sz w:val="24"/>
          <w:szCs w:val="24"/>
        </w:rPr>
      </w:pPr>
    </w:p>
    <w:p w14:paraId="3F8E9530" w14:textId="77777777" w:rsidR="0090524C" w:rsidRPr="009D65F7" w:rsidRDefault="0090524C" w:rsidP="0090524C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5BFE2096" w14:textId="77777777" w:rsidR="0090524C" w:rsidRDefault="0090524C" w:rsidP="0090524C">
      <w:pPr>
        <w:pStyle w:val="HTML-oblikovano"/>
        <w:jc w:val="both"/>
        <w:rPr>
          <w:rFonts w:ascii="Calibri" w:hAnsi="Calibri" w:cs="Calibri Light"/>
          <w:sz w:val="20"/>
          <w:szCs w:val="20"/>
        </w:rPr>
      </w:pPr>
    </w:p>
    <w:p w14:paraId="04F60D23" w14:textId="77777777" w:rsidR="0095279E" w:rsidRPr="003E40B6" w:rsidRDefault="0095279E" w:rsidP="0095279E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6E62AFD5" w14:textId="77777777" w:rsidR="0095279E" w:rsidRDefault="0095279E" w:rsidP="0095279E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5B008074" w14:textId="77777777" w:rsidR="0095279E" w:rsidRPr="003E40B6" w:rsidRDefault="0095279E" w:rsidP="0095279E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F3505A4" w14:textId="3D4CC891" w:rsidR="0090524C" w:rsidRDefault="0095279E" w:rsidP="0095279E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2356F195" w14:textId="77777777" w:rsidR="0095279E" w:rsidRDefault="0095279E" w:rsidP="0095279E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6A09199B" w14:textId="77777777" w:rsidR="0095279E" w:rsidRDefault="0095279E" w:rsidP="0095279E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027CD656" w14:textId="77777777" w:rsidR="0095279E" w:rsidRPr="004E671F" w:rsidRDefault="0095279E" w:rsidP="0095279E">
      <w:pPr>
        <w:rPr>
          <w:rFonts w:asciiTheme="minorHAnsi" w:hAnsiTheme="minorHAnsi" w:cstheme="minorHAnsi"/>
          <w:bCs/>
          <w:iCs/>
          <w:color w:val="000000"/>
          <w:sz w:val="22"/>
          <w:szCs w:val="18"/>
          <w:lang w:eastAsia="sl-SI"/>
        </w:rPr>
      </w:pPr>
      <w:r w:rsidRPr="004E671F">
        <w:rPr>
          <w:rFonts w:asciiTheme="minorHAnsi" w:hAnsiTheme="minorHAnsi" w:cstheme="minorHAnsi"/>
          <w:bCs/>
          <w:iCs/>
          <w:color w:val="000000"/>
          <w:sz w:val="22"/>
          <w:szCs w:val="18"/>
          <w:lang w:eastAsia="sl-SI"/>
        </w:rPr>
        <w:t>S podpisom te izjave pod kazensko in materialno odgovornostjo izjavljamo, da:</w:t>
      </w:r>
    </w:p>
    <w:p w14:paraId="0A375EB0" w14:textId="77777777" w:rsidR="0095279E" w:rsidRPr="004E671F" w:rsidRDefault="0095279E" w:rsidP="0095279E">
      <w:pPr>
        <w:rPr>
          <w:rFonts w:asciiTheme="minorHAnsi" w:hAnsiTheme="minorHAnsi" w:cstheme="minorHAnsi"/>
          <w:bCs/>
          <w:iCs/>
          <w:color w:val="000000"/>
          <w:sz w:val="22"/>
          <w:szCs w:val="18"/>
          <w:lang w:eastAsia="sl-SI"/>
        </w:rPr>
      </w:pPr>
    </w:p>
    <w:p w14:paraId="09383752" w14:textId="77777777" w:rsidR="0095279E" w:rsidRPr="0095279E" w:rsidRDefault="0095279E" w:rsidP="0095279E">
      <w:pPr>
        <w:rPr>
          <w:rFonts w:ascii="Calibri" w:hAnsi="Calibri" w:cs="Calibri Light"/>
          <w:szCs w:val="20"/>
        </w:rPr>
      </w:pPr>
    </w:p>
    <w:p w14:paraId="4CAF03CB" w14:textId="25FCC061" w:rsidR="0095279E" w:rsidRPr="008F3C3C" w:rsidRDefault="0095279E" w:rsidP="00DD610A">
      <w:pPr>
        <w:pStyle w:val="Naslov1"/>
        <w:numPr>
          <w:ilvl w:val="0"/>
          <w:numId w:val="0"/>
        </w:numPr>
        <w:ind w:left="357" w:hanging="357"/>
        <w:rPr>
          <w:rFonts w:asciiTheme="minorHAnsi" w:hAnsiTheme="minorHAnsi" w:cstheme="minorHAnsi"/>
          <w:b w:val="0"/>
          <w:iCs/>
          <w:caps w:val="0"/>
          <w:color w:val="000000"/>
          <w:sz w:val="22"/>
          <w:szCs w:val="18"/>
          <w:lang w:eastAsia="sl-SI"/>
        </w:rPr>
      </w:pPr>
      <w:r w:rsidRPr="008F3C3C">
        <w:rPr>
          <w:rFonts w:asciiTheme="minorHAnsi" w:hAnsiTheme="minorHAnsi" w:cstheme="minorHAnsi"/>
          <w:b w:val="0"/>
          <w:iCs/>
          <w:caps w:val="0"/>
          <w:color w:val="000000"/>
          <w:sz w:val="22"/>
          <w:szCs w:val="18"/>
          <w:lang w:eastAsia="sl-SI"/>
        </w:rPr>
        <w:t>smo vpisani v enega od (ustrezno označite z X):</w:t>
      </w:r>
    </w:p>
    <w:p w14:paraId="0DE7AB25" w14:textId="77777777" w:rsidR="006C1D5B" w:rsidRPr="0095279E" w:rsidRDefault="006C1D5B" w:rsidP="006C1D5B">
      <w:pPr>
        <w:ind w:left="720"/>
        <w:rPr>
          <w:rFonts w:ascii="Calibri" w:hAnsi="Calibri" w:cs="Calibri Light"/>
          <w:szCs w:val="20"/>
        </w:rPr>
      </w:pPr>
    </w:p>
    <w:p w14:paraId="71316A79" w14:textId="07BC71C3" w:rsidR="0095279E" w:rsidRPr="0095279E" w:rsidRDefault="006C1D5B" w:rsidP="0095279E">
      <w:pPr>
        <w:rPr>
          <w:rFonts w:ascii="Calibri" w:hAnsi="Calibri" w:cs="Calibri Light"/>
          <w:szCs w:val="20"/>
        </w:rPr>
      </w:pPr>
      <w:r>
        <w:rPr>
          <w:rFonts w:asciiTheme="minorHAnsi" w:hAnsiTheme="minorHAnsi" w:cstheme="minorHAnsi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Theme="minorHAnsi" w:hAnsiTheme="minorHAnsi" w:cstheme="minorHAnsi"/>
          <w:szCs w:val="20"/>
        </w:rPr>
        <w:instrText xml:space="preserve"> FORMCHECKBOX </w:instrText>
      </w:r>
      <w:r>
        <w:rPr>
          <w:rFonts w:asciiTheme="minorHAnsi" w:hAnsiTheme="minorHAnsi" w:cstheme="minorHAnsi"/>
          <w:szCs w:val="20"/>
        </w:rPr>
      </w:r>
      <w:r>
        <w:rPr>
          <w:rFonts w:asciiTheme="minorHAnsi" w:hAnsiTheme="minorHAnsi" w:cstheme="minorHAnsi"/>
          <w:szCs w:val="20"/>
        </w:rPr>
        <w:fldChar w:fldCharType="separate"/>
      </w:r>
      <w:r>
        <w:rPr>
          <w:rFonts w:asciiTheme="minorHAnsi" w:hAnsiTheme="minorHAnsi" w:cstheme="minorHAnsi"/>
          <w:szCs w:val="20"/>
        </w:rPr>
        <w:fldChar w:fldCharType="end"/>
      </w:r>
      <w:r>
        <w:rPr>
          <w:rFonts w:asciiTheme="minorHAnsi" w:hAnsiTheme="minorHAnsi" w:cstheme="minorHAnsi"/>
          <w:szCs w:val="20"/>
        </w:rPr>
        <w:t xml:space="preserve"> </w:t>
      </w:r>
      <w:r w:rsidR="0095279E" w:rsidRPr="0095279E">
        <w:rPr>
          <w:rFonts w:ascii="Calibri" w:hAnsi="Calibri" w:cs="Calibri Light"/>
          <w:szCs w:val="20"/>
        </w:rPr>
        <w:t xml:space="preserve">poklicnih registrov (navedite ustrezen register: </w:t>
      </w:r>
      <w:r w:rsidR="0095279E" w:rsidRPr="0095279E">
        <w:rPr>
          <w:rFonts w:ascii="Calibri" w:hAnsi="Calibri" w:cs="Calibri Light"/>
          <w:b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95279E" w:rsidRPr="0095279E">
        <w:rPr>
          <w:rFonts w:ascii="Calibri" w:hAnsi="Calibri" w:cs="Calibri Light"/>
          <w:b/>
          <w:szCs w:val="20"/>
        </w:rPr>
        <w:instrText xml:space="preserve"> FORMTEXT </w:instrText>
      </w:r>
      <w:r w:rsidR="0095279E" w:rsidRPr="0095279E">
        <w:rPr>
          <w:rFonts w:ascii="Calibri" w:hAnsi="Calibri" w:cs="Calibri Light"/>
          <w:b/>
          <w:szCs w:val="20"/>
        </w:rPr>
      </w:r>
      <w:r w:rsidR="0095279E" w:rsidRPr="0095279E">
        <w:rPr>
          <w:rFonts w:ascii="Calibri" w:hAnsi="Calibri" w:cs="Calibri Light"/>
          <w:b/>
          <w:szCs w:val="20"/>
        </w:rPr>
        <w:fldChar w:fldCharType="separate"/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szCs w:val="20"/>
        </w:rPr>
        <w:fldChar w:fldCharType="end"/>
      </w:r>
      <w:r w:rsidR="0095279E" w:rsidRPr="0095279E">
        <w:rPr>
          <w:rFonts w:ascii="Calibri" w:hAnsi="Calibri" w:cs="Calibri Light"/>
          <w:b/>
          <w:szCs w:val="20"/>
        </w:rPr>
        <w:t>)</w:t>
      </w:r>
    </w:p>
    <w:p w14:paraId="0FCE9434" w14:textId="77777777" w:rsidR="0095279E" w:rsidRDefault="0095279E" w:rsidP="0095279E">
      <w:pPr>
        <w:rPr>
          <w:rFonts w:ascii="Calibri" w:hAnsi="Calibri" w:cs="Calibri Light"/>
          <w:szCs w:val="20"/>
        </w:rPr>
      </w:pPr>
    </w:p>
    <w:p w14:paraId="12D28DAD" w14:textId="77777777" w:rsidR="006C1D5B" w:rsidRDefault="006C1D5B" w:rsidP="0095279E">
      <w:pPr>
        <w:rPr>
          <w:rFonts w:asciiTheme="minorHAnsi" w:hAnsiTheme="minorHAnsi" w:cstheme="minorHAnsi"/>
          <w:szCs w:val="20"/>
        </w:rPr>
      </w:pPr>
    </w:p>
    <w:p w14:paraId="03184644" w14:textId="4C19BF73" w:rsidR="0095279E" w:rsidRPr="0095279E" w:rsidRDefault="006C1D5B" w:rsidP="0095279E">
      <w:pPr>
        <w:rPr>
          <w:rFonts w:ascii="Calibri" w:hAnsi="Calibri" w:cs="Calibri Light"/>
          <w:szCs w:val="20"/>
        </w:rPr>
      </w:pPr>
      <w:r>
        <w:rPr>
          <w:rFonts w:asciiTheme="minorHAnsi" w:hAnsiTheme="minorHAnsi" w:cstheme="minorHAnsi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Theme="minorHAnsi" w:hAnsiTheme="minorHAnsi" w:cstheme="minorHAnsi"/>
          <w:szCs w:val="20"/>
        </w:rPr>
        <w:instrText xml:space="preserve"> FORMCHECKBOX </w:instrText>
      </w:r>
      <w:r>
        <w:rPr>
          <w:rFonts w:asciiTheme="minorHAnsi" w:hAnsiTheme="minorHAnsi" w:cstheme="minorHAnsi"/>
          <w:szCs w:val="20"/>
        </w:rPr>
      </w:r>
      <w:r>
        <w:rPr>
          <w:rFonts w:asciiTheme="minorHAnsi" w:hAnsiTheme="minorHAnsi" w:cstheme="minorHAnsi"/>
          <w:szCs w:val="20"/>
        </w:rPr>
        <w:fldChar w:fldCharType="separate"/>
      </w:r>
      <w:r>
        <w:rPr>
          <w:rFonts w:asciiTheme="minorHAnsi" w:hAnsiTheme="minorHAnsi" w:cstheme="minorHAnsi"/>
          <w:szCs w:val="20"/>
        </w:rPr>
        <w:fldChar w:fldCharType="end"/>
      </w:r>
      <w:r w:rsidR="0095279E" w:rsidRPr="0095279E">
        <w:rPr>
          <w:rFonts w:ascii="Calibri" w:hAnsi="Calibri" w:cs="Calibri Light"/>
          <w:szCs w:val="20"/>
        </w:rPr>
        <w:t xml:space="preserve">poslovnih registrov (navedite ustrezen register: </w:t>
      </w:r>
      <w:r w:rsidR="0095279E" w:rsidRPr="0095279E">
        <w:rPr>
          <w:rFonts w:ascii="Calibri" w:hAnsi="Calibri" w:cs="Calibri Light"/>
          <w:b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95279E" w:rsidRPr="0095279E">
        <w:rPr>
          <w:rFonts w:ascii="Calibri" w:hAnsi="Calibri" w:cs="Calibri Light"/>
          <w:b/>
          <w:szCs w:val="20"/>
        </w:rPr>
        <w:instrText xml:space="preserve"> FORMTEXT </w:instrText>
      </w:r>
      <w:r w:rsidR="0095279E" w:rsidRPr="0095279E">
        <w:rPr>
          <w:rFonts w:ascii="Calibri" w:hAnsi="Calibri" w:cs="Calibri Light"/>
          <w:b/>
          <w:szCs w:val="20"/>
        </w:rPr>
      </w:r>
      <w:r w:rsidR="0095279E" w:rsidRPr="0095279E">
        <w:rPr>
          <w:rFonts w:ascii="Calibri" w:hAnsi="Calibri" w:cs="Calibri Light"/>
          <w:b/>
          <w:szCs w:val="20"/>
        </w:rPr>
        <w:fldChar w:fldCharType="separate"/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b/>
          <w:szCs w:val="20"/>
        </w:rPr>
        <w:t> </w:t>
      </w:r>
      <w:r w:rsidR="0095279E" w:rsidRPr="0095279E">
        <w:rPr>
          <w:rFonts w:ascii="Calibri" w:hAnsi="Calibri" w:cs="Calibri Light"/>
          <w:szCs w:val="20"/>
        </w:rPr>
        <w:fldChar w:fldCharType="end"/>
      </w:r>
      <w:r w:rsidR="0095279E" w:rsidRPr="0095279E">
        <w:rPr>
          <w:rFonts w:ascii="Calibri" w:hAnsi="Calibri" w:cs="Calibri Light"/>
          <w:b/>
          <w:szCs w:val="20"/>
        </w:rPr>
        <w:t>)</w:t>
      </w:r>
      <w:r w:rsidR="0095279E" w:rsidRPr="0095279E">
        <w:rPr>
          <w:rFonts w:ascii="Calibri" w:hAnsi="Calibri" w:cs="Calibri Light"/>
          <w:szCs w:val="20"/>
        </w:rPr>
        <w:t xml:space="preserve">, </w:t>
      </w:r>
    </w:p>
    <w:p w14:paraId="554C5B18" w14:textId="77777777" w:rsidR="0095279E" w:rsidRPr="0095279E" w:rsidRDefault="0095279E" w:rsidP="0095279E">
      <w:pPr>
        <w:rPr>
          <w:rFonts w:ascii="Calibri" w:hAnsi="Calibri" w:cs="Calibri Light"/>
          <w:szCs w:val="20"/>
        </w:rPr>
      </w:pPr>
      <w:r w:rsidRPr="0095279E">
        <w:rPr>
          <w:rFonts w:ascii="Calibri" w:hAnsi="Calibri" w:cs="Calibri Light"/>
          <w:szCs w:val="20"/>
        </w:rPr>
        <w:t>ki se vodijo v državi članici, v kateri imamo sedež;</w:t>
      </w:r>
    </w:p>
    <w:p w14:paraId="6D4F90FE" w14:textId="77777777" w:rsidR="0095279E" w:rsidRDefault="0095279E" w:rsidP="0095279E">
      <w:pPr>
        <w:rPr>
          <w:rFonts w:ascii="Calibri" w:hAnsi="Calibri" w:cs="Calibri Light"/>
          <w:szCs w:val="20"/>
        </w:rPr>
      </w:pPr>
    </w:p>
    <w:p w14:paraId="78ABE177" w14:textId="77777777" w:rsidR="0095279E" w:rsidRPr="0095279E" w:rsidRDefault="0095279E" w:rsidP="0095279E">
      <w:pPr>
        <w:rPr>
          <w:rFonts w:ascii="Calibri" w:hAnsi="Calibri" w:cs="Calibri Light"/>
          <w:szCs w:val="20"/>
        </w:rPr>
      </w:pPr>
    </w:p>
    <w:p w14:paraId="09C657AE" w14:textId="77777777" w:rsidR="0095279E" w:rsidRPr="0095279E" w:rsidRDefault="0095279E" w:rsidP="0095279E">
      <w:pPr>
        <w:rPr>
          <w:rFonts w:ascii="Calibri" w:hAnsi="Calibri" w:cs="Calibri Light"/>
          <w:szCs w:val="20"/>
        </w:rPr>
      </w:pPr>
    </w:p>
    <w:p w14:paraId="191E72A0" w14:textId="77777777" w:rsidR="0095279E" w:rsidRPr="0095279E" w:rsidRDefault="0095279E" w:rsidP="0095279E">
      <w:pPr>
        <w:rPr>
          <w:rFonts w:ascii="Calibri" w:hAnsi="Calibri" w:cs="Calibri Light"/>
          <w:szCs w:val="20"/>
        </w:rPr>
      </w:pPr>
    </w:p>
    <w:p w14:paraId="699D7A9A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5975659F" w14:textId="77777777" w:rsidR="0090524C" w:rsidRPr="009D65F7" w:rsidRDefault="0090524C" w:rsidP="0090524C">
      <w:pPr>
        <w:rPr>
          <w:rFonts w:ascii="Calibri" w:hAnsi="Calibri" w:cs="Calibri Light"/>
          <w:szCs w:val="20"/>
        </w:rPr>
      </w:pPr>
    </w:p>
    <w:p w14:paraId="07C87263" w14:textId="77777777" w:rsidR="0090524C" w:rsidRPr="009D65F7" w:rsidRDefault="0090524C" w:rsidP="0090524C">
      <w:pPr>
        <w:rPr>
          <w:rFonts w:ascii="Calibri" w:hAnsi="Calibri" w:cs="Calibri Light"/>
          <w:szCs w:val="20"/>
          <w:highlight w:val="yellow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90524C" w:rsidRPr="009D65F7" w14:paraId="31C1897B" w14:textId="77777777" w:rsidTr="00661C2D">
        <w:trPr>
          <w:trHeight w:val="241"/>
        </w:trPr>
        <w:tc>
          <w:tcPr>
            <w:tcW w:w="3348" w:type="dxa"/>
          </w:tcPr>
          <w:p w14:paraId="2FD8E97A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</w:p>
          <w:p w14:paraId="2F81B8ED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1EA01A24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7F1799D6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Ime in priimek odgovorne osebe:</w:t>
            </w:r>
          </w:p>
          <w:p w14:paraId="4775A0E0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06A98E37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90524C" w:rsidRPr="009D65F7" w14:paraId="764F56F1" w14:textId="77777777" w:rsidTr="00661C2D">
        <w:trPr>
          <w:trHeight w:val="483"/>
        </w:trPr>
        <w:tc>
          <w:tcPr>
            <w:tcW w:w="3348" w:type="dxa"/>
          </w:tcPr>
          <w:p w14:paraId="68C401AF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428173C9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7B43BE5B" w14:textId="77777777" w:rsidR="0090524C" w:rsidRPr="009D65F7" w:rsidRDefault="0090524C" w:rsidP="00661C2D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70EAAF2D" w14:textId="77777777" w:rsidR="0090524C" w:rsidRPr="009D65F7" w:rsidRDefault="0090524C" w:rsidP="00661C2D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</w:p>
        </w:tc>
      </w:tr>
    </w:tbl>
    <w:p w14:paraId="5CC756A8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665455A7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4C66D3B7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1FD4EA79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4633F960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52F2B469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4400067F" w14:textId="77777777" w:rsidR="0090524C" w:rsidRDefault="0090524C" w:rsidP="0090524C">
      <w:pPr>
        <w:rPr>
          <w:rFonts w:ascii="Calibri" w:hAnsi="Calibri" w:cs="Calibri Light"/>
          <w:szCs w:val="20"/>
        </w:rPr>
      </w:pPr>
    </w:p>
    <w:p w14:paraId="32699506" w14:textId="77777777" w:rsidR="0090524C" w:rsidRDefault="0090524C" w:rsidP="0090524C">
      <w:pPr>
        <w:rPr>
          <w:rFonts w:asciiTheme="minorHAnsi" w:hAnsiTheme="minorHAnsi" w:cstheme="minorHAnsi"/>
          <w:b/>
          <w:bCs/>
          <w:sz w:val="28"/>
          <w:szCs w:val="28"/>
        </w:rPr>
        <w:sectPr w:rsidR="0090524C" w:rsidSect="008E5280">
          <w:headerReference w:type="default" r:id="rId24"/>
          <w:footerReference w:type="default" r:id="rId25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13BC267E" w14:textId="77777777" w:rsidR="00DD610A" w:rsidRPr="00572ACE" w:rsidRDefault="00DD610A" w:rsidP="00DD610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72ACE">
        <w:rPr>
          <w:rFonts w:asciiTheme="minorHAnsi" w:hAnsiTheme="minorHAnsi" w:cstheme="minorHAnsi"/>
          <w:b/>
          <w:bCs/>
          <w:sz w:val="28"/>
          <w:szCs w:val="28"/>
        </w:rPr>
        <w:lastRenderedPageBreak/>
        <w:t>REFERENČNA LISTA PONUDNIKA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ZA OBNOVO ALI IZGRADNJO OBJEKTOV</w:t>
      </w:r>
    </w:p>
    <w:p w14:paraId="341D64AD" w14:textId="4DAB3377" w:rsidR="00DD610A" w:rsidRPr="00DD610A" w:rsidRDefault="00DD610A" w:rsidP="00DD610A">
      <w:pPr>
        <w:pStyle w:val="Telobesedila34"/>
        <w:jc w:val="center"/>
        <w:rPr>
          <w:rFonts w:asciiTheme="minorHAnsi" w:hAnsiTheme="minorHAnsi" w:cstheme="minorHAnsi"/>
          <w:b/>
        </w:rPr>
      </w:pPr>
      <w:r w:rsidRPr="00572ACE">
        <w:rPr>
          <w:rFonts w:asciiTheme="minorHAnsi" w:hAnsiTheme="minorHAnsi" w:cstheme="minorHAnsi"/>
          <w:b/>
          <w:sz w:val="20"/>
        </w:rPr>
        <w:t>»</w:t>
      </w:r>
      <w:r>
        <w:rPr>
          <w:rFonts w:asciiTheme="minorHAnsi" w:hAnsiTheme="minorHAnsi" w:cstheme="minorHAnsi"/>
          <w:b/>
        </w:rPr>
        <w:t>Gradbena obnova nogometnega igrišča Stožice s polaganjem travne ruše</w:t>
      </w:r>
      <w:r w:rsidRPr="00DD610A">
        <w:rPr>
          <w:rFonts w:asciiTheme="minorHAnsi" w:hAnsiTheme="minorHAnsi" w:cstheme="minorHAnsi"/>
          <w:b/>
        </w:rPr>
        <w:t>«, Sklop 1</w:t>
      </w:r>
    </w:p>
    <w:p w14:paraId="66ABFD76" w14:textId="77777777" w:rsidR="00DD610A" w:rsidRPr="00DD610A" w:rsidRDefault="00DD610A" w:rsidP="00DD610A">
      <w:pPr>
        <w:rPr>
          <w:rFonts w:asciiTheme="minorHAnsi" w:hAnsiTheme="minorHAnsi" w:cstheme="minorHAnsi"/>
          <w:b/>
          <w:sz w:val="24"/>
          <w:szCs w:val="20"/>
          <w:lang w:eastAsia="sl-SI"/>
        </w:rPr>
      </w:pPr>
    </w:p>
    <w:p w14:paraId="6F27960B" w14:textId="77777777" w:rsidR="00DD610A" w:rsidRPr="003E40B6" w:rsidRDefault="00DD610A" w:rsidP="00DD610A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5CB41FB4" w14:textId="77777777" w:rsidR="00DD610A" w:rsidRPr="00061CCD" w:rsidRDefault="00DD610A" w:rsidP="00DD610A">
      <w:pPr>
        <w:ind w:left="3540" w:firstLine="708"/>
        <w:rPr>
          <w:rFonts w:ascii="Calibri" w:hAnsi="Calibri"/>
          <w:sz w:val="16"/>
          <w:szCs w:val="16"/>
        </w:rPr>
      </w:pPr>
      <w:r w:rsidRPr="00061CCD">
        <w:rPr>
          <w:rFonts w:ascii="Calibri" w:hAnsi="Calibri"/>
          <w:sz w:val="16"/>
          <w:szCs w:val="16"/>
        </w:rPr>
        <w:t>(navede se gospodarski subjekt, ki je imetnik reference)</w:t>
      </w:r>
    </w:p>
    <w:p w14:paraId="0531120A" w14:textId="77777777" w:rsidR="00DD610A" w:rsidRDefault="00DD610A" w:rsidP="00DD610A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468DAE59" w14:textId="77777777" w:rsidR="00DD610A" w:rsidRDefault="00DD610A" w:rsidP="00DD610A">
      <w:pPr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44666652" w14:textId="77777777" w:rsidR="00DD610A" w:rsidRDefault="00DD610A" w:rsidP="00DD610A">
      <w:pPr>
        <w:rPr>
          <w:rFonts w:asciiTheme="minorHAnsi" w:hAnsiTheme="minorHAnsi" w:cstheme="minorHAnsi"/>
        </w:rPr>
      </w:pPr>
    </w:p>
    <w:p w14:paraId="27703766" w14:textId="77777777" w:rsidR="00DD610A" w:rsidRPr="00572ACE" w:rsidRDefault="00DD610A" w:rsidP="00DD610A">
      <w:pPr>
        <w:rPr>
          <w:rFonts w:asciiTheme="minorHAnsi" w:hAnsiTheme="minorHAnsi" w:cstheme="minorHAnsi"/>
          <w:b/>
          <w:szCs w:val="20"/>
        </w:rPr>
      </w:pPr>
      <w:r w:rsidRPr="00572ACE">
        <w:rPr>
          <w:rFonts w:asciiTheme="minorHAnsi" w:hAnsiTheme="minorHAnsi" w:cstheme="minorHAnsi"/>
          <w:b/>
          <w:szCs w:val="20"/>
        </w:rPr>
        <w:t>REFERENČNA LISTA: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4394"/>
        <w:gridCol w:w="1843"/>
        <w:gridCol w:w="1701"/>
        <w:gridCol w:w="2409"/>
        <w:gridCol w:w="993"/>
      </w:tblGrid>
      <w:tr w:rsidR="00DD610A" w:rsidRPr="00572ACE" w14:paraId="0004C87C" w14:textId="77777777" w:rsidTr="001605BD"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0A1534" w14:textId="77777777" w:rsidR="00DD610A" w:rsidRPr="00572ACE" w:rsidRDefault="00DD610A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72AC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Naziv investitorja oz. naročnika referenčnega posla ter kontaktna oseba naročnika (ime, priimek, e-pošta in telefonska številka)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8DC3ADD" w14:textId="77777777" w:rsidR="00DD610A" w:rsidRPr="00572ACE" w:rsidRDefault="00DD610A" w:rsidP="001605BD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572ACE">
              <w:rPr>
                <w:rFonts w:asciiTheme="minorHAnsi" w:hAnsiTheme="minorHAnsi" w:cstheme="minorHAnsi"/>
                <w:b/>
              </w:rPr>
              <w:t>Predmet referenčnega posla</w:t>
            </w:r>
          </w:p>
          <w:p w14:paraId="33CB1B5C" w14:textId="77777777" w:rsidR="00DD610A" w:rsidRPr="00F01C09" w:rsidRDefault="00DD610A" w:rsidP="001605BD">
            <w:pPr>
              <w:pStyle w:val="Odstavekseznama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</w:rPr>
            </w:pPr>
            <w:r w:rsidRPr="00F01C09">
              <w:rPr>
                <w:rFonts w:asciiTheme="minorHAnsi" w:hAnsiTheme="minorHAnsi" w:cstheme="minorHAnsi"/>
                <w:b/>
              </w:rPr>
              <w:t xml:space="preserve">lokacija izvedbe </w:t>
            </w:r>
            <w:r w:rsidRPr="00F01C09">
              <w:rPr>
                <w:rFonts w:ascii="Calibri" w:hAnsi="Calibri"/>
                <w:b/>
                <w:bCs/>
              </w:rPr>
              <w:t xml:space="preserve">obnove (rekonstrukcije) ali izgradnje objekta, </w:t>
            </w:r>
          </w:p>
          <w:p w14:paraId="11E561A1" w14:textId="77777777" w:rsidR="00DD610A" w:rsidRPr="00F01C09" w:rsidRDefault="00DD610A" w:rsidP="001605BD">
            <w:pPr>
              <w:pStyle w:val="Odstavekseznama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="Calibri" w:hAnsi="Calibri"/>
                <w:b/>
                <w:bCs/>
              </w:rPr>
              <w:t>za obnovo ali izgradnji kakšnega objekta je šlo (lahko opis, lahko po CC SI klasifikaciji po Uredbi o razvrščanju objektov)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  <w:vAlign w:val="center"/>
          </w:tcPr>
          <w:p w14:paraId="27DF22B9" w14:textId="77777777" w:rsidR="00DD610A" w:rsidRPr="00572ACE" w:rsidRDefault="00DD610A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5"/>
                <w:szCs w:val="15"/>
              </w:rPr>
            </w:pPr>
            <w:r w:rsidRPr="00F40C44">
              <w:rPr>
                <w:rFonts w:asciiTheme="minorHAnsi" w:hAnsiTheme="minorHAnsi" w:cstheme="minorHAnsi"/>
                <w:b/>
              </w:rPr>
              <w:t>Datum začetka posla in datum končanja posla</w:t>
            </w:r>
          </w:p>
        </w:tc>
        <w:tc>
          <w:tcPr>
            <w:tcW w:w="3402" w:type="dxa"/>
            <w:gridSpan w:val="2"/>
            <w:shd w:val="clear" w:color="auto" w:fill="D0CECE" w:themeFill="background2" w:themeFillShade="E6"/>
            <w:vAlign w:val="center"/>
          </w:tcPr>
          <w:p w14:paraId="3643E6C1" w14:textId="77777777" w:rsidR="00DD610A" w:rsidRPr="00F40C44" w:rsidRDefault="00DD610A" w:rsidP="001605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0C44">
              <w:rPr>
                <w:rFonts w:asciiTheme="minorHAnsi" w:hAnsiTheme="minorHAnsi" w:cstheme="minorHAnsi"/>
                <w:b/>
              </w:rPr>
              <w:t xml:space="preserve">Vrednost </w:t>
            </w:r>
            <w:r>
              <w:rPr>
                <w:rFonts w:asciiTheme="minorHAnsi" w:hAnsiTheme="minorHAnsi" w:cstheme="minorHAnsi"/>
                <w:b/>
              </w:rPr>
              <w:t>gradbenih del obnove ali izgradnje objekta</w:t>
            </w:r>
          </w:p>
          <w:p w14:paraId="65F841E5" w14:textId="77777777" w:rsidR="00DD610A" w:rsidRPr="00572ACE" w:rsidRDefault="00DD610A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F40C44">
              <w:rPr>
                <w:rFonts w:asciiTheme="minorHAnsi" w:hAnsiTheme="minorHAnsi" w:cstheme="minorHAnsi"/>
                <w:b/>
              </w:rPr>
              <w:t>v EUR brez DDV</w:t>
            </w:r>
          </w:p>
        </w:tc>
      </w:tr>
      <w:tr w:rsidR="00DD610A" w:rsidRPr="00572ACE" w14:paraId="4EF577D3" w14:textId="77777777" w:rsidTr="001605BD">
        <w:trPr>
          <w:trHeight w:val="1441"/>
        </w:trPr>
        <w:tc>
          <w:tcPr>
            <w:tcW w:w="3261" w:type="dxa"/>
          </w:tcPr>
          <w:p w14:paraId="528BEBCD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5CE1FE80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64ED52D5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7F8FA984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45671B9F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1F9B878B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CAB9EBD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DD610A" w:rsidRPr="00572ACE" w14:paraId="576856E5" w14:textId="77777777" w:rsidTr="001605BD">
        <w:trPr>
          <w:trHeight w:val="1691"/>
        </w:trPr>
        <w:tc>
          <w:tcPr>
            <w:tcW w:w="3261" w:type="dxa"/>
          </w:tcPr>
          <w:p w14:paraId="3A02B836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1561D24D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64CD8FEA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3D16E9D6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33158AD0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5C7B1FC2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7A7E3947" w14:textId="77777777" w:rsidR="00DD610A" w:rsidRPr="00572ACE" w:rsidRDefault="00DD610A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DD610A" w:rsidRPr="00572ACE" w14:paraId="644F6F61" w14:textId="77777777" w:rsidTr="001605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241"/>
        </w:trPr>
        <w:tc>
          <w:tcPr>
            <w:tcW w:w="9498" w:type="dxa"/>
            <w:gridSpan w:val="3"/>
          </w:tcPr>
          <w:p w14:paraId="58DA8401" w14:textId="77777777" w:rsidR="00DD610A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</w:p>
          <w:p w14:paraId="5206FB05" w14:textId="77777777" w:rsidR="00DD610A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 xml:space="preserve">Kraj: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70D8D4CB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496851C1" w14:textId="77777777" w:rsidR="00DD610A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</w:p>
          <w:p w14:paraId="42152311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Ime in priimek odgovorne osebe:</w:t>
            </w:r>
          </w:p>
          <w:p w14:paraId="3FEF27BB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54D401A1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DD610A" w:rsidRPr="00572ACE" w14:paraId="356B73B9" w14:textId="77777777" w:rsidTr="001605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483"/>
        </w:trPr>
        <w:tc>
          <w:tcPr>
            <w:tcW w:w="9498" w:type="dxa"/>
            <w:gridSpan w:val="3"/>
          </w:tcPr>
          <w:p w14:paraId="5670B9AC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Datum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r w:rsidRPr="00572ACE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  <w:tc>
          <w:tcPr>
            <w:tcW w:w="4110" w:type="dxa"/>
            <w:gridSpan w:val="2"/>
          </w:tcPr>
          <w:p w14:paraId="3D8FE8BB" w14:textId="77777777" w:rsidR="00DD610A" w:rsidRPr="00572ACE" w:rsidRDefault="00DD610A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________________________</w:t>
            </w:r>
          </w:p>
          <w:p w14:paraId="54E02154" w14:textId="77777777" w:rsidR="00DD610A" w:rsidRPr="00572ACE" w:rsidRDefault="00DD610A" w:rsidP="001605B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72ACE">
              <w:rPr>
                <w:rFonts w:asciiTheme="minorHAnsi" w:hAnsiTheme="minorHAnsi" w:cstheme="minorHAnsi"/>
                <w:sz w:val="16"/>
                <w:szCs w:val="16"/>
              </w:rPr>
              <w:t>Podpis odgovorne osebe</w:t>
            </w:r>
          </w:p>
        </w:tc>
      </w:tr>
    </w:tbl>
    <w:p w14:paraId="09D877BC" w14:textId="77777777" w:rsidR="00222466" w:rsidRDefault="00222466" w:rsidP="00912BCB">
      <w:pPr>
        <w:rPr>
          <w:rFonts w:asciiTheme="minorHAnsi" w:hAnsiTheme="minorHAnsi" w:cstheme="minorHAnsi"/>
        </w:rPr>
        <w:sectPr w:rsidR="00222466" w:rsidSect="008E5280">
          <w:headerReference w:type="default" r:id="rId26"/>
          <w:footerReference w:type="default" r:id="rId27"/>
          <w:headerReference w:type="first" r:id="rId28"/>
          <w:footerReference w:type="first" r:id="rId29"/>
          <w:pgSz w:w="16838" w:h="11906" w:orient="landscape" w:code="9"/>
          <w:pgMar w:top="1418" w:right="1134" w:bottom="1418" w:left="1134" w:header="709" w:footer="559" w:gutter="0"/>
          <w:pgNumType w:start="1"/>
          <w:cols w:space="708"/>
          <w:titlePg/>
          <w:docGrid w:linePitch="360"/>
        </w:sectPr>
      </w:pPr>
    </w:p>
    <w:p w14:paraId="6931EDCF" w14:textId="1B0E7A30" w:rsidR="00222466" w:rsidRPr="00572ACE" w:rsidRDefault="00222466" w:rsidP="0022246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72ACE">
        <w:rPr>
          <w:rFonts w:asciiTheme="minorHAnsi" w:hAnsiTheme="minorHAnsi" w:cstheme="minorHAnsi"/>
          <w:b/>
          <w:bCs/>
          <w:sz w:val="28"/>
          <w:szCs w:val="28"/>
        </w:rPr>
        <w:lastRenderedPageBreak/>
        <w:t>REFERENČNA LISTA PONUDNIKA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ZA VGRADNJO IN MONTAŽO NAMAKALNEGA SISTEMA NA NOGOMETNEM IGRIŠČU</w:t>
      </w:r>
    </w:p>
    <w:p w14:paraId="3B7D096C" w14:textId="75FD7428" w:rsidR="00222466" w:rsidRPr="00222466" w:rsidRDefault="00222466" w:rsidP="00222466">
      <w:pPr>
        <w:pStyle w:val="Telobesedila34"/>
        <w:jc w:val="center"/>
        <w:rPr>
          <w:rFonts w:asciiTheme="minorHAnsi" w:hAnsiTheme="minorHAnsi" w:cstheme="minorHAnsi"/>
          <w:b/>
        </w:rPr>
      </w:pPr>
      <w:r w:rsidRPr="00572ACE">
        <w:rPr>
          <w:rFonts w:asciiTheme="minorHAnsi" w:hAnsiTheme="minorHAnsi" w:cstheme="minorHAnsi"/>
          <w:b/>
          <w:sz w:val="20"/>
        </w:rPr>
        <w:t>»</w:t>
      </w:r>
      <w:r>
        <w:rPr>
          <w:rFonts w:asciiTheme="minorHAnsi" w:hAnsiTheme="minorHAnsi" w:cstheme="minorHAnsi"/>
          <w:b/>
        </w:rPr>
        <w:t>Gradbena obnova nogometnega igrišča na Stadionu Stožice</w:t>
      </w:r>
      <w:r w:rsidRPr="00222466">
        <w:rPr>
          <w:rFonts w:asciiTheme="minorHAnsi" w:hAnsiTheme="minorHAnsi" w:cstheme="minorHAnsi"/>
          <w:b/>
        </w:rPr>
        <w:t>«, Sklop 1</w:t>
      </w:r>
    </w:p>
    <w:p w14:paraId="46DF4B4D" w14:textId="77777777" w:rsidR="00222466" w:rsidRPr="00572ACE" w:rsidRDefault="00222466" w:rsidP="00222466">
      <w:pPr>
        <w:rPr>
          <w:rFonts w:asciiTheme="minorHAnsi" w:hAnsiTheme="minorHAnsi" w:cstheme="minorHAnsi"/>
        </w:rPr>
      </w:pPr>
    </w:p>
    <w:p w14:paraId="7F58A55B" w14:textId="77777777" w:rsidR="00222466" w:rsidRPr="003E40B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06CC92D7" w14:textId="77777777" w:rsidR="00222466" w:rsidRPr="00061CCD" w:rsidRDefault="00222466" w:rsidP="00222466">
      <w:pPr>
        <w:ind w:left="3540" w:firstLine="708"/>
        <w:rPr>
          <w:rFonts w:ascii="Calibri" w:hAnsi="Calibri"/>
          <w:sz w:val="16"/>
          <w:szCs w:val="16"/>
        </w:rPr>
      </w:pPr>
      <w:r w:rsidRPr="00061CCD">
        <w:rPr>
          <w:rFonts w:ascii="Calibri" w:hAnsi="Calibri"/>
          <w:sz w:val="16"/>
          <w:szCs w:val="16"/>
        </w:rPr>
        <w:t>(navede se gospodarski subjekt, ki je imetnik reference)</w:t>
      </w:r>
    </w:p>
    <w:p w14:paraId="712A0277" w14:textId="77777777" w:rsidR="0022246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3AD908E" w14:textId="77777777" w:rsidR="00222466" w:rsidRDefault="00222466" w:rsidP="00222466">
      <w:pPr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648F8534" w14:textId="77777777" w:rsidR="00222466" w:rsidRDefault="00222466" w:rsidP="00222466">
      <w:pPr>
        <w:rPr>
          <w:rFonts w:asciiTheme="minorHAnsi" w:hAnsiTheme="minorHAnsi" w:cstheme="minorHAnsi"/>
        </w:rPr>
      </w:pPr>
    </w:p>
    <w:p w14:paraId="70F61233" w14:textId="77777777" w:rsidR="00222466" w:rsidRPr="00572ACE" w:rsidRDefault="00222466" w:rsidP="00222466">
      <w:pPr>
        <w:rPr>
          <w:rFonts w:asciiTheme="minorHAnsi" w:hAnsiTheme="minorHAnsi" w:cstheme="minorHAnsi"/>
          <w:b/>
          <w:szCs w:val="20"/>
        </w:rPr>
      </w:pPr>
      <w:r w:rsidRPr="00572ACE">
        <w:rPr>
          <w:rFonts w:asciiTheme="minorHAnsi" w:hAnsiTheme="minorHAnsi" w:cstheme="minorHAnsi"/>
          <w:b/>
          <w:szCs w:val="20"/>
        </w:rPr>
        <w:t>REFERENČNA LISTA: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4394"/>
        <w:gridCol w:w="1843"/>
        <w:gridCol w:w="1701"/>
        <w:gridCol w:w="2409"/>
        <w:gridCol w:w="993"/>
      </w:tblGrid>
      <w:tr w:rsidR="00222466" w:rsidRPr="00572ACE" w14:paraId="51833F56" w14:textId="77777777" w:rsidTr="006D370F"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2B252777" w14:textId="77777777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72AC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Naziv investitorja oz. naročnika referenčnega posla ter kontaktna oseba naročnika (ime, priimek, e-pošta in telefonska številka)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B67BA4D" w14:textId="77777777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Predmet referenčnega posla</w:t>
            </w:r>
          </w:p>
          <w:p w14:paraId="6562ED0B" w14:textId="7D68DC2F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(naziv in lokacija nogometnega igrišča, na katerem se je izvedel posel vgradnje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in montaže namakalnega sistema 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ter kategorija stadiona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, na katerem je nogometno igrišče na katerem so se dela izvedla, po 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Pravilnik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o nogometni infrastrukturi Nogometne zveze Slovenije)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  <w:vAlign w:val="center"/>
          </w:tcPr>
          <w:p w14:paraId="1F2CAD5E" w14:textId="77777777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5"/>
                <w:szCs w:val="15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Datum začetka posla in datum in datum končanja posla</w:t>
            </w:r>
          </w:p>
        </w:tc>
        <w:tc>
          <w:tcPr>
            <w:tcW w:w="3402" w:type="dxa"/>
            <w:gridSpan w:val="2"/>
            <w:shd w:val="clear" w:color="auto" w:fill="D0CECE" w:themeFill="background2" w:themeFillShade="E6"/>
            <w:vAlign w:val="center"/>
          </w:tcPr>
          <w:p w14:paraId="1003B7FB" w14:textId="51A15D85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Vrednost vgradnje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in montaže namakalnega sistema na nogometnem igrišču z naravno travo</w:t>
            </w:r>
          </w:p>
          <w:p w14:paraId="79B5E0F0" w14:textId="77777777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 EUR brez DDV</w:t>
            </w:r>
          </w:p>
        </w:tc>
      </w:tr>
      <w:tr w:rsidR="00222466" w:rsidRPr="00572ACE" w14:paraId="0AC84F10" w14:textId="77777777" w:rsidTr="006D370F">
        <w:trPr>
          <w:trHeight w:val="1441"/>
        </w:trPr>
        <w:tc>
          <w:tcPr>
            <w:tcW w:w="3261" w:type="dxa"/>
          </w:tcPr>
          <w:p w14:paraId="3321B2A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2ECFF73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7B4C533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3A22764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5721165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B63653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1F2FE09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3E5261C4" w14:textId="77777777" w:rsidTr="00222466">
        <w:trPr>
          <w:trHeight w:val="1455"/>
        </w:trPr>
        <w:tc>
          <w:tcPr>
            <w:tcW w:w="3261" w:type="dxa"/>
          </w:tcPr>
          <w:p w14:paraId="418DC77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772B0CD4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49981BF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6B75FC24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856E55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8AA1D65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13661C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67B88C37" w14:textId="77777777" w:rsidTr="006D37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241"/>
        </w:trPr>
        <w:tc>
          <w:tcPr>
            <w:tcW w:w="9498" w:type="dxa"/>
            <w:gridSpan w:val="3"/>
          </w:tcPr>
          <w:p w14:paraId="797D7ECE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  <w:p w14:paraId="5E76A689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 xml:space="preserve">Kraj: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08DFBFCC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0ACDA96A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  <w:p w14:paraId="0EE8F2BF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Ime in priimek odgovorne osebe:</w:t>
            </w:r>
          </w:p>
          <w:p w14:paraId="19B53572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57D028C2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22466" w:rsidRPr="00572ACE" w14:paraId="11C43A8A" w14:textId="77777777" w:rsidTr="006D37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483"/>
        </w:trPr>
        <w:tc>
          <w:tcPr>
            <w:tcW w:w="9498" w:type="dxa"/>
            <w:gridSpan w:val="3"/>
          </w:tcPr>
          <w:p w14:paraId="2DE80FD8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Datum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r w:rsidRPr="00572ACE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  <w:tc>
          <w:tcPr>
            <w:tcW w:w="4110" w:type="dxa"/>
            <w:gridSpan w:val="2"/>
          </w:tcPr>
          <w:p w14:paraId="3AB4A098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________________________</w:t>
            </w:r>
          </w:p>
          <w:p w14:paraId="3E81B9DD" w14:textId="77777777" w:rsidR="00222466" w:rsidRPr="00572ACE" w:rsidRDefault="00222466" w:rsidP="006D37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72ACE">
              <w:rPr>
                <w:rFonts w:asciiTheme="minorHAnsi" w:hAnsiTheme="minorHAnsi" w:cstheme="minorHAnsi"/>
                <w:sz w:val="16"/>
                <w:szCs w:val="16"/>
              </w:rPr>
              <w:t>Podpis odgovorne osebe</w:t>
            </w:r>
          </w:p>
        </w:tc>
      </w:tr>
    </w:tbl>
    <w:p w14:paraId="501D29C6" w14:textId="77777777" w:rsidR="00222466" w:rsidRDefault="00222466" w:rsidP="00912BCB">
      <w:pPr>
        <w:rPr>
          <w:rFonts w:asciiTheme="minorHAnsi" w:hAnsiTheme="minorHAnsi" w:cstheme="minorHAnsi"/>
        </w:rPr>
      </w:pPr>
    </w:p>
    <w:p w14:paraId="7ADC491E" w14:textId="77777777" w:rsidR="00F928D0" w:rsidRPr="00572ACE" w:rsidRDefault="00F928D0" w:rsidP="00912BCB">
      <w:pPr>
        <w:rPr>
          <w:rFonts w:asciiTheme="minorHAnsi" w:hAnsiTheme="minorHAnsi" w:cstheme="minorHAnsi"/>
        </w:rPr>
        <w:sectPr w:rsidR="00F928D0" w:rsidRPr="00572ACE" w:rsidSect="008E5280">
          <w:headerReference w:type="first" r:id="rId30"/>
          <w:footerReference w:type="first" r:id="rId31"/>
          <w:pgSz w:w="16838" w:h="11906" w:orient="landscape" w:code="9"/>
          <w:pgMar w:top="1418" w:right="1134" w:bottom="1418" w:left="1134" w:header="709" w:footer="559" w:gutter="0"/>
          <w:pgNumType w:start="1"/>
          <w:cols w:space="708"/>
          <w:titlePg/>
          <w:docGrid w:linePitch="360"/>
        </w:sectPr>
      </w:pPr>
    </w:p>
    <w:p w14:paraId="68BDB3D3" w14:textId="2708E0D7" w:rsidR="00624982" w:rsidRPr="00572ACE" w:rsidRDefault="00624982" w:rsidP="00912BCB">
      <w:pPr>
        <w:rPr>
          <w:rFonts w:asciiTheme="minorHAnsi" w:hAnsiTheme="minorHAnsi" w:cstheme="minorHAnsi"/>
          <w:szCs w:val="20"/>
        </w:rPr>
      </w:pPr>
    </w:p>
    <w:p w14:paraId="28AE8C31" w14:textId="77777777" w:rsidR="00222466" w:rsidRDefault="005A1C07" w:rsidP="005A1C07">
      <w:pPr>
        <w:spacing w:line="256" w:lineRule="auto"/>
        <w:ind w:right="4"/>
        <w:jc w:val="center"/>
        <w:rPr>
          <w:rFonts w:asciiTheme="minorHAnsi" w:hAnsiTheme="minorHAnsi" w:cstheme="minorHAnsi"/>
          <w:b/>
        </w:rPr>
      </w:pPr>
      <w:r w:rsidRPr="0095279E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IZJAVA O IZPOLNJEVANJU POGOJEV 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KADROVSKE IN TEHNIČNE SPOSOBNOSTI</w:t>
      </w:r>
      <w:r w:rsidRPr="0054247A">
        <w:rPr>
          <w:rFonts w:asciiTheme="minorHAnsi" w:hAnsiTheme="minorHAnsi" w:cstheme="minorHAnsi"/>
          <w:b/>
        </w:rPr>
        <w:t xml:space="preserve"> </w:t>
      </w:r>
    </w:p>
    <w:p w14:paraId="0D0D81C1" w14:textId="692417B6" w:rsidR="005A1C07" w:rsidRPr="0054247A" w:rsidRDefault="00222466" w:rsidP="005A1C07">
      <w:pPr>
        <w:spacing w:line="256" w:lineRule="auto"/>
        <w:ind w:right="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(SKLOP 1)</w:t>
      </w:r>
    </w:p>
    <w:p w14:paraId="1EECD06F" w14:textId="77777777" w:rsidR="005A1C07" w:rsidRPr="009D65F7" w:rsidRDefault="005A1C07" w:rsidP="005A1C07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7E04F083" w14:textId="77777777" w:rsidR="005A1C07" w:rsidRDefault="005A1C07" w:rsidP="005A1C07">
      <w:pPr>
        <w:pStyle w:val="HTML-oblikovano"/>
        <w:jc w:val="both"/>
        <w:rPr>
          <w:rFonts w:ascii="Calibri" w:hAnsi="Calibri" w:cs="Calibri Light"/>
          <w:sz w:val="20"/>
          <w:szCs w:val="20"/>
        </w:rPr>
      </w:pPr>
    </w:p>
    <w:p w14:paraId="1E8BC8A7" w14:textId="77777777" w:rsidR="005A1C07" w:rsidRPr="003E40B6" w:rsidRDefault="005A1C07" w:rsidP="005A1C07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739D7A45" w14:textId="77777777" w:rsidR="005A1C07" w:rsidRDefault="005A1C07" w:rsidP="005A1C07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B688D78" w14:textId="77777777" w:rsidR="005A1C07" w:rsidRPr="003E40B6" w:rsidRDefault="005A1C07" w:rsidP="005A1C07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5081DB7" w14:textId="77777777" w:rsidR="005A1C07" w:rsidRDefault="005A1C07" w:rsidP="005A1C07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7BC016AA" w14:textId="77777777" w:rsidR="005A1C07" w:rsidRDefault="005A1C07" w:rsidP="005A1C07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13326EE6" w14:textId="77777777" w:rsidR="005A1C07" w:rsidRDefault="005A1C07" w:rsidP="005A1C07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10D519D7" w14:textId="77777777" w:rsidR="005A1C07" w:rsidRPr="0095279E" w:rsidRDefault="005A1C07" w:rsidP="005A1C07">
      <w:pPr>
        <w:rPr>
          <w:rFonts w:ascii="Calibri" w:hAnsi="Calibri" w:cs="Calibri Light"/>
          <w:szCs w:val="20"/>
        </w:rPr>
      </w:pPr>
      <w:r w:rsidRPr="0095279E">
        <w:rPr>
          <w:rFonts w:ascii="Calibri" w:hAnsi="Calibri" w:cs="Calibri Light"/>
          <w:szCs w:val="20"/>
        </w:rPr>
        <w:t>S podpisom te izjave pod kazensko in materialno odgovornostjo izjavljamo, da:</w:t>
      </w:r>
    </w:p>
    <w:p w14:paraId="5A4D0DFE" w14:textId="77777777" w:rsidR="005A1C07" w:rsidRDefault="005A1C07" w:rsidP="005A1C07">
      <w:pPr>
        <w:rPr>
          <w:rFonts w:ascii="Calibri" w:hAnsi="Calibri" w:cs="Calibri Light"/>
          <w:szCs w:val="20"/>
        </w:rPr>
      </w:pPr>
    </w:p>
    <w:p w14:paraId="591EAEA6" w14:textId="4258B293" w:rsidR="005A1C07" w:rsidRPr="005A1C07" w:rsidRDefault="005A1C07" w:rsidP="005A1C07">
      <w:pPr>
        <w:pStyle w:val="Odstavekseznama"/>
        <w:numPr>
          <w:ilvl w:val="0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/>
        </w:rPr>
        <w:t xml:space="preserve">razpolagamo </w:t>
      </w:r>
      <w:r w:rsidR="00E6121B" w:rsidRPr="00E6121B">
        <w:rPr>
          <w:rFonts w:ascii="Calibri" w:hAnsi="Calibri"/>
        </w:rPr>
        <w:t xml:space="preserve">z zadostnim številom delavcev in drugim strokovnim kadrom ter ustreznimi tehničnimi zmogljivostmi </w:t>
      </w:r>
      <w:r>
        <w:rPr>
          <w:rFonts w:ascii="Calibri" w:hAnsi="Calibri"/>
        </w:rPr>
        <w:t>za kvalitetno izvedbo celotnega javnega naročila, skladno z zahtevami iz razpisne dokumentacije, pravili stroke in določili predpisov ter standardov s področja predmeta javnega naročila</w:t>
      </w:r>
      <w:r>
        <w:rPr>
          <w:rFonts w:asciiTheme="minorHAnsi" w:hAnsiTheme="minorHAnsi" w:cstheme="minorHAnsi"/>
          <w:szCs w:val="20"/>
        </w:rPr>
        <w:t>;</w:t>
      </w:r>
    </w:p>
    <w:p w14:paraId="05E5954A" w14:textId="77777777" w:rsidR="005A1C07" w:rsidRPr="005A1C07" w:rsidRDefault="005A1C07" w:rsidP="005A1C07">
      <w:pPr>
        <w:pStyle w:val="Odstavekseznama"/>
        <w:ind w:left="510"/>
        <w:rPr>
          <w:rFonts w:ascii="Calibri" w:hAnsi="Calibri" w:cs="Calibri Light"/>
          <w:szCs w:val="20"/>
        </w:rPr>
      </w:pPr>
    </w:p>
    <w:p w14:paraId="2F4CD8D0" w14:textId="55A8749D" w:rsidR="005A1C07" w:rsidRDefault="005A1C07" w:rsidP="005A1C07">
      <w:pPr>
        <w:pStyle w:val="Odstavekseznama"/>
        <w:numPr>
          <w:ilvl w:val="0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Cs w:val="20"/>
        </w:rPr>
        <w:t>zagotavljamo</w:t>
      </w:r>
      <w:r w:rsidR="004852D1">
        <w:rPr>
          <w:rFonts w:ascii="Calibri" w:hAnsi="Calibri" w:cs="Calibri Light"/>
          <w:szCs w:val="20"/>
        </w:rPr>
        <w:t>, da bomo najkasneje ob sklenitvi pogodbe o izvedbi javnega naročila imeli</w:t>
      </w:r>
      <w:r>
        <w:rPr>
          <w:rFonts w:ascii="Calibri" w:hAnsi="Calibri" w:cs="Calibri Light"/>
          <w:szCs w:val="20"/>
        </w:rPr>
        <w:t xml:space="preserve"> vodjo gradnje, ki izpolnjuje sledeče pogoje:</w:t>
      </w:r>
    </w:p>
    <w:p w14:paraId="2FE527FF" w14:textId="0236593E" w:rsidR="005A1C07" w:rsidRDefault="005A1C07" w:rsidP="005A1C07">
      <w:pPr>
        <w:pStyle w:val="Odstavekseznama"/>
        <w:numPr>
          <w:ilvl w:val="1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Cs w:val="20"/>
        </w:rPr>
        <w:t>je zaposlen pri nas kot ponudniku oz. kot vodilnemu partnerju iz skupne ponudbe;</w:t>
      </w:r>
    </w:p>
    <w:p w14:paraId="77A389BE" w14:textId="767D1365" w:rsidR="005A1C07" w:rsidRPr="005A1C07" w:rsidRDefault="005A1C07" w:rsidP="005A1C07">
      <w:pPr>
        <w:pStyle w:val="Odstavekseznama"/>
        <w:numPr>
          <w:ilvl w:val="1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Cs w:val="20"/>
        </w:rPr>
        <w:t xml:space="preserve">iz </w:t>
      </w:r>
      <w:r w:rsidRPr="00C120FC">
        <w:rPr>
          <w:rFonts w:ascii="Calibri" w:hAnsi="Calibri"/>
        </w:rPr>
        <w:t xml:space="preserve">2. odst. 18. člena GZ – 1 v zvezi s 1. odst. 19. člena GZ – 1 in je vpisan v </w:t>
      </w:r>
      <w:r>
        <w:rPr>
          <w:rFonts w:ascii="Calibri" w:hAnsi="Calibri"/>
        </w:rPr>
        <w:t>i</w:t>
      </w:r>
      <w:r w:rsidRPr="00C120FC">
        <w:rPr>
          <w:rFonts w:ascii="Calibri" w:hAnsi="Calibri"/>
        </w:rPr>
        <w:t>menik pooblaščenih inženirjev z aktivnim poklicnim nazivom pri IZS ali imenik aktivnih vodij del za vodenje celotne gradnje ali pretežnega dela gradnje zahtevnega in manj zahtevnega objekta (oznaka VZ) pri IZS</w:t>
      </w:r>
      <w:r>
        <w:rPr>
          <w:rFonts w:ascii="Calibri" w:hAnsi="Calibri"/>
        </w:rPr>
        <w:t>,</w:t>
      </w:r>
    </w:p>
    <w:p w14:paraId="7C97A22C" w14:textId="77777777" w:rsidR="004852D1" w:rsidRDefault="004852D1" w:rsidP="005A1C07">
      <w:pPr>
        <w:ind w:left="567"/>
        <w:rPr>
          <w:rFonts w:ascii="Calibri" w:hAnsi="Calibri" w:cs="Calibri Light"/>
          <w:szCs w:val="20"/>
        </w:rPr>
      </w:pPr>
    </w:p>
    <w:p w14:paraId="2ADA0888" w14:textId="7E4372CA" w:rsidR="005A1C07" w:rsidRPr="005A1C07" w:rsidRDefault="004852D1" w:rsidP="005A1C07">
      <w:pPr>
        <w:ind w:left="567"/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Cs w:val="20"/>
        </w:rPr>
        <w:t>oz. bomo v primeru, da smo v skladu z določbami Gradbenega zakona (GZ-1) tuj ponudnik najkasneje ob sklenitvi javnega naročila zagotovili sodelovanje posameznika, ki lahko vodi gradnjo v skladu z določbami GZ-1.</w:t>
      </w:r>
    </w:p>
    <w:p w14:paraId="0751CE07" w14:textId="77777777" w:rsidR="005A1C07" w:rsidRDefault="005A1C07" w:rsidP="005A1C07">
      <w:pPr>
        <w:rPr>
          <w:rFonts w:ascii="Calibri" w:hAnsi="Calibri" w:cs="Calibri"/>
          <w:szCs w:val="20"/>
        </w:rPr>
      </w:pPr>
    </w:p>
    <w:p w14:paraId="0247242D" w14:textId="77777777" w:rsidR="004852D1" w:rsidRDefault="004852D1" w:rsidP="005A1C07">
      <w:pPr>
        <w:rPr>
          <w:rFonts w:ascii="Calibri" w:hAnsi="Calibri" w:cs="Calibri"/>
          <w:szCs w:val="20"/>
        </w:rPr>
      </w:pPr>
    </w:p>
    <w:p w14:paraId="35EEF557" w14:textId="77777777" w:rsidR="005A1C07" w:rsidRPr="005A1C07" w:rsidRDefault="005A1C07" w:rsidP="005A1C07">
      <w:pPr>
        <w:rPr>
          <w:rFonts w:ascii="Calibri" w:hAnsi="Calibri" w:cs="Calibri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A1C07" w:rsidRPr="009D65F7" w14:paraId="509629B3" w14:textId="77777777" w:rsidTr="005A1C07">
        <w:trPr>
          <w:trHeight w:val="241"/>
        </w:trPr>
        <w:tc>
          <w:tcPr>
            <w:tcW w:w="3348" w:type="dxa"/>
          </w:tcPr>
          <w:p w14:paraId="1F37B169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</w:p>
          <w:p w14:paraId="369DBB6C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5C2BF380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1D296A77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Ime in priimek odgovorne osebe:</w:t>
            </w:r>
          </w:p>
          <w:p w14:paraId="58E61F76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0F51CF9B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5A1C07" w:rsidRPr="009D65F7" w14:paraId="319304F4" w14:textId="77777777" w:rsidTr="005A1C07">
        <w:trPr>
          <w:trHeight w:val="483"/>
        </w:trPr>
        <w:tc>
          <w:tcPr>
            <w:tcW w:w="3348" w:type="dxa"/>
          </w:tcPr>
          <w:p w14:paraId="2BCAA14E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179AE8AF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2CDD2FA8" w14:textId="77777777" w:rsidR="005A1C07" w:rsidRPr="009D65F7" w:rsidRDefault="005A1C07" w:rsidP="00F60CEC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3C7A0EB5" w14:textId="77777777" w:rsidR="005A1C07" w:rsidRPr="009D65F7" w:rsidRDefault="005A1C07" w:rsidP="00F60CEC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</w:p>
        </w:tc>
      </w:tr>
    </w:tbl>
    <w:p w14:paraId="7FB7E04C" w14:textId="77777777" w:rsidR="00C90AAB" w:rsidRDefault="00C90AAB" w:rsidP="007B28BD">
      <w:pPr>
        <w:widowControl w:val="0"/>
        <w:tabs>
          <w:tab w:val="center" w:pos="4153"/>
          <w:tab w:val="right" w:pos="8306"/>
        </w:tabs>
        <w:rPr>
          <w:rFonts w:ascii="Calibri" w:hAnsi="Calibri" w:cs="Calibri"/>
          <w:szCs w:val="20"/>
        </w:rPr>
      </w:pPr>
    </w:p>
    <w:p w14:paraId="1203F3A8" w14:textId="7BB8D3EB" w:rsidR="007B28BD" w:rsidRDefault="007B28BD" w:rsidP="007B28BD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</w:pPr>
    </w:p>
    <w:p w14:paraId="111A7B15" w14:textId="77777777" w:rsidR="005953AA" w:rsidRDefault="005953AA" w:rsidP="007B28BD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szCs w:val="20"/>
        </w:rPr>
        <w:sectPr w:rsidR="005953AA" w:rsidSect="008E5280">
          <w:headerReference w:type="default" r:id="rId32"/>
          <w:footerReference w:type="default" r:id="rId33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1B74770A" w14:textId="77777777" w:rsidR="005A1C07" w:rsidRDefault="005A1C07" w:rsidP="00A31A7A">
      <w:pPr>
        <w:spacing w:line="256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6DF510A" w14:textId="04E68B23" w:rsidR="00A31A7A" w:rsidRDefault="00A31A7A" w:rsidP="00A31A7A">
      <w:pPr>
        <w:spacing w:line="256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95279E">
        <w:rPr>
          <w:rFonts w:asciiTheme="minorHAnsi" w:hAnsiTheme="minorHAnsi" w:cstheme="minorHAnsi"/>
          <w:b/>
          <w:bCs/>
          <w:caps/>
          <w:sz w:val="24"/>
          <w:szCs w:val="24"/>
        </w:rPr>
        <w:t>IZJAVA O IZPOLNJEVANJU POGOJ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A</w:t>
      </w:r>
      <w:r w:rsidRPr="0095279E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ZAVAROVANJA ODGOVORNOSTI</w:t>
      </w:r>
    </w:p>
    <w:p w14:paraId="30A81B17" w14:textId="7E2EDE19" w:rsidR="00222466" w:rsidRPr="0054247A" w:rsidRDefault="00222466" w:rsidP="00A31A7A">
      <w:pPr>
        <w:spacing w:line="256" w:lineRule="auto"/>
        <w:ind w:right="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(SKLOP 1)</w:t>
      </w:r>
    </w:p>
    <w:p w14:paraId="5034E065" w14:textId="77777777" w:rsidR="00A31A7A" w:rsidRPr="004D1F35" w:rsidRDefault="00A31A7A" w:rsidP="00A31A7A">
      <w:pPr>
        <w:pStyle w:val="HTML-oblikovano"/>
        <w:jc w:val="center"/>
        <w:rPr>
          <w:rFonts w:ascii="Calibri" w:hAnsi="Calibri" w:cs="Calibri Light"/>
          <w:b/>
          <w:sz w:val="24"/>
          <w:szCs w:val="24"/>
        </w:rPr>
      </w:pPr>
    </w:p>
    <w:p w14:paraId="179174E3" w14:textId="77777777" w:rsidR="00A31A7A" w:rsidRPr="009D65F7" w:rsidRDefault="00A31A7A" w:rsidP="00A31A7A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423DD50C" w14:textId="77777777" w:rsidR="00A31A7A" w:rsidRDefault="00A31A7A" w:rsidP="00A31A7A">
      <w:pPr>
        <w:pStyle w:val="HTML-oblikovano"/>
        <w:jc w:val="both"/>
        <w:rPr>
          <w:rFonts w:ascii="Calibri" w:hAnsi="Calibri" w:cs="Calibri Light"/>
          <w:sz w:val="20"/>
          <w:szCs w:val="20"/>
        </w:rPr>
      </w:pPr>
    </w:p>
    <w:p w14:paraId="59230A1F" w14:textId="77777777" w:rsidR="00A31A7A" w:rsidRPr="003E40B6" w:rsidRDefault="00A31A7A" w:rsidP="00A31A7A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30481C28" w14:textId="77777777" w:rsidR="00A31A7A" w:rsidRDefault="00A31A7A" w:rsidP="00A31A7A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596CFCA7" w14:textId="77777777" w:rsidR="00A31A7A" w:rsidRPr="003E40B6" w:rsidRDefault="00A31A7A" w:rsidP="00A31A7A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45256F81" w14:textId="77777777" w:rsidR="00A31A7A" w:rsidRDefault="00A31A7A" w:rsidP="00A31A7A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483383BA" w14:textId="77777777" w:rsidR="00A31A7A" w:rsidRDefault="00A31A7A" w:rsidP="00A31A7A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7B514491" w14:textId="77777777" w:rsidR="00A31A7A" w:rsidRDefault="00A31A7A" w:rsidP="00A31A7A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77C0723F" w14:textId="77777777" w:rsidR="00A31A7A" w:rsidRDefault="00A31A7A" w:rsidP="00A31A7A">
      <w:pPr>
        <w:rPr>
          <w:rFonts w:ascii="Calibri" w:hAnsi="Calibri" w:cs="Calibri Light"/>
          <w:szCs w:val="20"/>
        </w:rPr>
      </w:pPr>
      <w:r w:rsidRPr="0095279E">
        <w:rPr>
          <w:rFonts w:ascii="Calibri" w:hAnsi="Calibri" w:cs="Calibri Light"/>
          <w:szCs w:val="20"/>
        </w:rPr>
        <w:t>S podpisom te izjave pod kazensko in materialno odgovornostjo izjavljamo, da:</w:t>
      </w:r>
    </w:p>
    <w:p w14:paraId="7E0B9D24" w14:textId="77777777" w:rsidR="00A31A7A" w:rsidRDefault="00A31A7A" w:rsidP="00A31A7A">
      <w:pPr>
        <w:rPr>
          <w:rFonts w:ascii="Calibri" w:hAnsi="Calibri" w:cs="Calibri Light"/>
          <w:szCs w:val="20"/>
        </w:rPr>
      </w:pPr>
    </w:p>
    <w:p w14:paraId="45FE5C04" w14:textId="2E6DEE95" w:rsidR="00A31A7A" w:rsidRDefault="00A31A7A" w:rsidP="006C1D5B">
      <w:pPr>
        <w:pStyle w:val="Odstavekseznama"/>
        <w:numPr>
          <w:ilvl w:val="0"/>
          <w:numId w:val="16"/>
        </w:numPr>
        <w:rPr>
          <w:rFonts w:ascii="Calibri" w:hAnsi="Calibri"/>
        </w:rPr>
      </w:pPr>
      <w:r w:rsidRPr="006C1D5B">
        <w:rPr>
          <w:rFonts w:ascii="Calibri" w:hAnsi="Calibri"/>
        </w:rPr>
        <w:t xml:space="preserve">imamo oziroma da bomo imeli ob sklenitvi pogodbe o izvedbi javnega naročila, katere predmet bo </w:t>
      </w:r>
      <w:r w:rsidR="00222466">
        <w:rPr>
          <w:rFonts w:ascii="Calibri" w:hAnsi="Calibri" w:cs="Calibri Light"/>
          <w:szCs w:val="20"/>
        </w:rPr>
        <w:t>gradbena obnova nogometnega igrišča na Stadionu Stožice</w:t>
      </w:r>
      <w:r w:rsidR="006C1D5B" w:rsidRPr="006C1D5B">
        <w:rPr>
          <w:rFonts w:ascii="Calibri" w:hAnsi="Calibri"/>
        </w:rPr>
        <w:t>,</w:t>
      </w:r>
      <w:r w:rsidRPr="006C1D5B">
        <w:rPr>
          <w:rFonts w:ascii="Calibri" w:hAnsi="Calibri"/>
        </w:rPr>
        <w:t xml:space="preserve"> zavarovano odgovornost za škodo v zvezi z opravljanjem </w:t>
      </w:r>
      <w:r w:rsidR="006C1D5B" w:rsidRPr="006C1D5B">
        <w:rPr>
          <w:rFonts w:ascii="Calibri" w:hAnsi="Calibri"/>
        </w:rPr>
        <w:t>naše</w:t>
      </w:r>
      <w:r w:rsidRPr="006C1D5B">
        <w:rPr>
          <w:rFonts w:ascii="Calibri" w:hAnsi="Calibri"/>
        </w:rPr>
        <w:t xml:space="preserve"> dejavnosti v skladu z Gradbenim zakonom (GZ-1), ki </w:t>
      </w:r>
      <w:r w:rsidR="006C1D5B" w:rsidRPr="006C1D5B">
        <w:rPr>
          <w:rFonts w:ascii="Calibri" w:hAnsi="Calibri"/>
        </w:rPr>
        <w:t xml:space="preserve">vključuje odgovornost za škodo, ki bi nastala naročniku kot investitorju ali tretji osebi v zvezi z opravljanjem naše dejavnosti, in krije škodo zaradi malomarnosti, napake ali opustitve dolžnosti nas kot izvajalca in pri nas zaposlenih, pri čemer višina letne zavarovalne vsote ni nižja od 50.000 eurov. V primeru, da je tovrstno zavarovanje za škodo sklenjeno v tujini, zavarovanje krije </w:t>
      </w:r>
      <w:r w:rsidR="00CE19C8">
        <w:rPr>
          <w:rFonts w:ascii="Calibri" w:hAnsi="Calibri"/>
        </w:rPr>
        <w:t>tovrstno</w:t>
      </w:r>
      <w:r w:rsidR="006C1D5B" w:rsidRPr="006C1D5B">
        <w:rPr>
          <w:rFonts w:ascii="Calibri" w:hAnsi="Calibri"/>
        </w:rPr>
        <w:t xml:space="preserve"> škodo, povzročeno v Republiki Sloveniji, pri čemer višina letne zavarovalne vsote ne sme biti nižja od 50.000 eurov;</w:t>
      </w:r>
    </w:p>
    <w:p w14:paraId="5BFC8513" w14:textId="77777777" w:rsidR="000E4EE1" w:rsidRDefault="000E4EE1" w:rsidP="000E4EE1">
      <w:pPr>
        <w:pStyle w:val="Odstavekseznama"/>
        <w:ind w:left="1068"/>
        <w:rPr>
          <w:rFonts w:ascii="Calibri" w:hAnsi="Calibri"/>
        </w:rPr>
      </w:pPr>
    </w:p>
    <w:p w14:paraId="036AA158" w14:textId="053FC4C2" w:rsidR="006C1D5B" w:rsidRPr="000E4EE1" w:rsidRDefault="006C1D5B" w:rsidP="006C1D5B">
      <w:pPr>
        <w:pStyle w:val="Odstavekseznama"/>
        <w:numPr>
          <w:ilvl w:val="0"/>
          <w:numId w:val="16"/>
        </w:numPr>
        <w:rPr>
          <w:rFonts w:ascii="Calibri" w:hAnsi="Calibri"/>
        </w:rPr>
      </w:pPr>
      <w:r w:rsidRPr="006C1D5B">
        <w:rPr>
          <w:rFonts w:ascii="Calibri" w:hAnsi="Calibri" w:cs="Calibri Light"/>
          <w:szCs w:val="20"/>
        </w:rPr>
        <w:t xml:space="preserve">bomo naročniku ob sklenitvi pogodbe o izvedbi javnega naročila, katere predmet bo </w:t>
      </w:r>
      <w:r w:rsidR="00222466">
        <w:rPr>
          <w:rFonts w:ascii="Calibri" w:hAnsi="Calibri" w:cs="Calibri Light"/>
          <w:szCs w:val="20"/>
        </w:rPr>
        <w:t>gradbena obnova nogometnega igrišča na Stadionu Stožice</w:t>
      </w:r>
      <w:r w:rsidRPr="006C1D5B">
        <w:rPr>
          <w:rFonts w:ascii="Calibri" w:hAnsi="Calibri" w:cs="Calibri Light"/>
          <w:szCs w:val="20"/>
        </w:rPr>
        <w:t>, predložili kopijo zavarovalne police, iz katere bo razvidno, da imamo sklenjeno zavarovanje, kot je opredeljeno v prejšnji alineji;</w:t>
      </w:r>
    </w:p>
    <w:p w14:paraId="2B75AB61" w14:textId="77777777" w:rsidR="000E4EE1" w:rsidRPr="006C1D5B" w:rsidRDefault="000E4EE1" w:rsidP="000E4EE1">
      <w:pPr>
        <w:pStyle w:val="Odstavekseznama"/>
        <w:ind w:left="1068"/>
        <w:rPr>
          <w:rFonts w:ascii="Calibri" w:hAnsi="Calibri"/>
        </w:rPr>
      </w:pPr>
    </w:p>
    <w:p w14:paraId="597DC9E2" w14:textId="04418581" w:rsidR="00A31A7A" w:rsidRPr="006C1D5B" w:rsidRDefault="006C1D5B" w:rsidP="006C1D5B">
      <w:pPr>
        <w:pStyle w:val="Odstavekseznama"/>
        <w:numPr>
          <w:ilvl w:val="0"/>
          <w:numId w:val="16"/>
        </w:numPr>
        <w:rPr>
          <w:rFonts w:ascii="Calibri" w:hAnsi="Calibri"/>
        </w:rPr>
      </w:pPr>
      <w:r w:rsidRPr="006C1D5B">
        <w:rPr>
          <w:rFonts w:ascii="Calibri" w:hAnsi="Calibri" w:cs="Calibri Light"/>
          <w:szCs w:val="20"/>
        </w:rPr>
        <w:t xml:space="preserve">bomo tekom izvajanja pogodbe o izvedbi javnega naročila, katere predmet bo </w:t>
      </w:r>
      <w:r w:rsidR="00222466">
        <w:rPr>
          <w:rFonts w:ascii="Calibri" w:hAnsi="Calibri" w:cs="Calibri Light"/>
          <w:szCs w:val="20"/>
        </w:rPr>
        <w:t>gradbena obnova nogometnega igrišča na Stadionu Stožice</w:t>
      </w:r>
      <w:r w:rsidRPr="006C1D5B">
        <w:rPr>
          <w:rFonts w:ascii="Calibri" w:hAnsi="Calibri" w:cs="Calibri Light"/>
          <w:szCs w:val="20"/>
        </w:rPr>
        <w:t xml:space="preserve">, vseskozi razpolagali z veljavno zavarovalno polico </w:t>
      </w:r>
      <w:bookmarkStart w:id="9" w:name="_Hlk153464597"/>
      <w:r w:rsidRPr="006C1D5B">
        <w:rPr>
          <w:rFonts w:ascii="Calibri" w:hAnsi="Calibri" w:cs="Calibri Light"/>
          <w:szCs w:val="20"/>
        </w:rPr>
        <w:t>za zavarovanje odgovornosti za škodo v zvezi z opravljanjem naše dejavnosti</w:t>
      </w:r>
      <w:bookmarkEnd w:id="9"/>
      <w:r w:rsidRPr="006C1D5B">
        <w:rPr>
          <w:rFonts w:ascii="Calibri" w:hAnsi="Calibri" w:cs="Calibri Light"/>
          <w:szCs w:val="20"/>
        </w:rPr>
        <w:t>, kot je opredeljena v prvi alineji te izjave.</w:t>
      </w:r>
    </w:p>
    <w:p w14:paraId="50A0CB87" w14:textId="6865DA92" w:rsidR="00A31A7A" w:rsidRDefault="00A31A7A" w:rsidP="002D28C6">
      <w:pPr>
        <w:rPr>
          <w:rFonts w:ascii="Calibri" w:hAnsi="Calibri" w:cs="Calibri Light"/>
          <w:szCs w:val="20"/>
        </w:rPr>
      </w:pPr>
    </w:p>
    <w:p w14:paraId="54582D47" w14:textId="77777777" w:rsidR="006C1D5B" w:rsidRDefault="006C1D5B" w:rsidP="002D28C6">
      <w:pPr>
        <w:rPr>
          <w:rFonts w:ascii="Calibri" w:hAnsi="Calibri" w:cs="Calibri Light"/>
          <w:szCs w:val="20"/>
        </w:rPr>
      </w:pPr>
    </w:p>
    <w:p w14:paraId="41E4678B" w14:textId="77777777" w:rsidR="006C1D5B" w:rsidRDefault="006C1D5B" w:rsidP="002D28C6">
      <w:pPr>
        <w:rPr>
          <w:rFonts w:ascii="Calibri" w:hAnsi="Calibri" w:cs="Calibri Light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6C1D5B" w:rsidRPr="009D65F7" w14:paraId="288E64C8" w14:textId="77777777" w:rsidTr="0043788F">
        <w:trPr>
          <w:trHeight w:val="241"/>
        </w:trPr>
        <w:tc>
          <w:tcPr>
            <w:tcW w:w="3348" w:type="dxa"/>
          </w:tcPr>
          <w:p w14:paraId="7EF4BD29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</w:p>
          <w:p w14:paraId="0E09B9DF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62C49C0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0C1604E6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Ime in priimek odgovorne osebe:</w:t>
            </w:r>
          </w:p>
          <w:p w14:paraId="43C69D3B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358ACAAF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6C1D5B" w:rsidRPr="009D65F7" w14:paraId="651CE4CC" w14:textId="77777777" w:rsidTr="0043788F">
        <w:trPr>
          <w:trHeight w:val="483"/>
        </w:trPr>
        <w:tc>
          <w:tcPr>
            <w:tcW w:w="3348" w:type="dxa"/>
          </w:tcPr>
          <w:p w14:paraId="79BD11E3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65642B5F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4EE0C9BB" w14:textId="77777777" w:rsidR="006C1D5B" w:rsidRPr="009D65F7" w:rsidRDefault="006C1D5B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20A7EC31" w14:textId="77777777" w:rsidR="006C1D5B" w:rsidRPr="009D65F7" w:rsidRDefault="006C1D5B" w:rsidP="0043788F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</w:p>
        </w:tc>
      </w:tr>
    </w:tbl>
    <w:p w14:paraId="56F75C45" w14:textId="77777777" w:rsidR="006C1D5B" w:rsidRDefault="006C1D5B" w:rsidP="002D28C6">
      <w:pPr>
        <w:rPr>
          <w:rFonts w:ascii="Calibri" w:hAnsi="Calibri" w:cs="Calibri Light"/>
          <w:szCs w:val="20"/>
        </w:rPr>
      </w:pPr>
    </w:p>
    <w:p w14:paraId="27615DDC" w14:textId="77777777" w:rsidR="00222466" w:rsidRDefault="00222466" w:rsidP="002D28C6">
      <w:pPr>
        <w:rPr>
          <w:rFonts w:ascii="Calibri" w:hAnsi="Calibri" w:cs="Calibri Light"/>
          <w:szCs w:val="20"/>
        </w:rPr>
      </w:pPr>
    </w:p>
    <w:p w14:paraId="6DECBBC5" w14:textId="77777777" w:rsidR="00222466" w:rsidRDefault="00222466" w:rsidP="002D28C6">
      <w:pPr>
        <w:rPr>
          <w:rFonts w:ascii="Calibri" w:hAnsi="Calibri" w:cs="Calibri Light"/>
          <w:szCs w:val="20"/>
        </w:rPr>
        <w:sectPr w:rsidR="00222466" w:rsidSect="008E5280">
          <w:headerReference w:type="default" r:id="rId34"/>
          <w:footerReference w:type="default" r:id="rId35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3AF0564A" w14:textId="77777777" w:rsidR="0028130F" w:rsidRPr="00572ACE" w:rsidRDefault="0028130F" w:rsidP="0028130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72ACE">
        <w:rPr>
          <w:rFonts w:asciiTheme="minorHAnsi" w:hAnsiTheme="minorHAnsi" w:cstheme="minorHAnsi"/>
          <w:b/>
          <w:bCs/>
          <w:sz w:val="28"/>
          <w:szCs w:val="28"/>
        </w:rPr>
        <w:lastRenderedPageBreak/>
        <w:t>REFERENČNA LISTA PONUDNIKA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ZA VGRADNJO/POLAGANJE ŠPORTNE IGRALNE POVRŠINE Z NARAVNO TRAVO</w:t>
      </w:r>
    </w:p>
    <w:p w14:paraId="312B18FE" w14:textId="77777777" w:rsidR="0028130F" w:rsidRPr="00572ACE" w:rsidRDefault="0028130F" w:rsidP="0028130F">
      <w:pPr>
        <w:pStyle w:val="Telobesedila34"/>
        <w:jc w:val="center"/>
        <w:rPr>
          <w:rFonts w:asciiTheme="minorHAnsi" w:hAnsiTheme="minorHAnsi" w:cstheme="minorHAnsi"/>
          <w:b/>
          <w:sz w:val="20"/>
        </w:rPr>
      </w:pPr>
      <w:r w:rsidRPr="00572ACE">
        <w:rPr>
          <w:rFonts w:asciiTheme="minorHAnsi" w:hAnsiTheme="minorHAnsi" w:cstheme="minorHAnsi"/>
          <w:b/>
          <w:sz w:val="20"/>
        </w:rPr>
        <w:t>»</w:t>
      </w:r>
      <w:r>
        <w:rPr>
          <w:rFonts w:asciiTheme="minorHAnsi" w:hAnsiTheme="minorHAnsi" w:cstheme="minorHAnsi"/>
          <w:b/>
        </w:rPr>
        <w:t>Gradbena obnova nogometnega igrišča na Stadionu Stožice</w:t>
      </w:r>
      <w:r w:rsidRPr="00572ACE">
        <w:rPr>
          <w:rFonts w:asciiTheme="minorHAnsi" w:hAnsiTheme="minorHAnsi" w:cstheme="minorHAnsi"/>
          <w:b/>
          <w:sz w:val="20"/>
        </w:rPr>
        <w:t>«</w:t>
      </w:r>
      <w:r>
        <w:rPr>
          <w:rFonts w:asciiTheme="minorHAnsi" w:hAnsiTheme="minorHAnsi" w:cstheme="minorHAnsi"/>
          <w:b/>
          <w:sz w:val="20"/>
        </w:rPr>
        <w:t xml:space="preserve">, </w:t>
      </w:r>
      <w:r w:rsidRPr="00222466">
        <w:rPr>
          <w:rFonts w:asciiTheme="minorHAnsi" w:hAnsiTheme="minorHAnsi" w:cstheme="minorHAnsi"/>
          <w:b/>
        </w:rPr>
        <w:t xml:space="preserve">Sklop </w:t>
      </w:r>
      <w:r>
        <w:rPr>
          <w:rFonts w:asciiTheme="minorHAnsi" w:hAnsiTheme="minorHAnsi" w:cstheme="minorHAnsi"/>
          <w:b/>
        </w:rPr>
        <w:t>2</w:t>
      </w:r>
    </w:p>
    <w:p w14:paraId="5D6AA662" w14:textId="77777777" w:rsidR="0028130F" w:rsidRPr="00572ACE" w:rsidRDefault="0028130F" w:rsidP="0028130F">
      <w:pPr>
        <w:rPr>
          <w:rFonts w:asciiTheme="minorHAnsi" w:hAnsiTheme="minorHAnsi" w:cstheme="minorHAnsi"/>
        </w:rPr>
      </w:pPr>
    </w:p>
    <w:p w14:paraId="5F7DDCD5" w14:textId="77777777" w:rsidR="0028130F" w:rsidRPr="003E40B6" w:rsidRDefault="0028130F" w:rsidP="0028130F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7A8DD268" w14:textId="77777777" w:rsidR="0028130F" w:rsidRPr="00061CCD" w:rsidRDefault="0028130F" w:rsidP="0028130F">
      <w:pPr>
        <w:ind w:left="3540" w:firstLine="708"/>
        <w:rPr>
          <w:rFonts w:ascii="Calibri" w:hAnsi="Calibri"/>
          <w:sz w:val="16"/>
          <w:szCs w:val="16"/>
        </w:rPr>
      </w:pPr>
      <w:r w:rsidRPr="00061CCD">
        <w:rPr>
          <w:rFonts w:ascii="Calibri" w:hAnsi="Calibri"/>
          <w:sz w:val="16"/>
          <w:szCs w:val="16"/>
        </w:rPr>
        <w:t>(navede se gospodarski subjekt, ki je imetnik reference)</w:t>
      </w:r>
    </w:p>
    <w:p w14:paraId="2DCDE9BA" w14:textId="77777777" w:rsidR="0028130F" w:rsidRDefault="0028130F" w:rsidP="0028130F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4F8C477B" w14:textId="77777777" w:rsidR="0028130F" w:rsidRDefault="0028130F" w:rsidP="0028130F">
      <w:pPr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539F1B64" w14:textId="77777777" w:rsidR="0028130F" w:rsidRDefault="0028130F" w:rsidP="0028130F">
      <w:pPr>
        <w:rPr>
          <w:rFonts w:asciiTheme="minorHAnsi" w:hAnsiTheme="minorHAnsi" w:cstheme="minorHAnsi"/>
        </w:rPr>
      </w:pPr>
    </w:p>
    <w:p w14:paraId="19EA9FC6" w14:textId="77777777" w:rsidR="0028130F" w:rsidRPr="00572ACE" w:rsidRDefault="0028130F" w:rsidP="0028130F">
      <w:pPr>
        <w:rPr>
          <w:rFonts w:asciiTheme="minorHAnsi" w:hAnsiTheme="minorHAnsi" w:cstheme="minorHAnsi"/>
          <w:b/>
          <w:szCs w:val="20"/>
        </w:rPr>
      </w:pPr>
      <w:r w:rsidRPr="00572ACE">
        <w:rPr>
          <w:rFonts w:asciiTheme="minorHAnsi" w:hAnsiTheme="minorHAnsi" w:cstheme="minorHAnsi"/>
          <w:b/>
          <w:szCs w:val="20"/>
        </w:rPr>
        <w:t>REFERENČNA LISTA: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4394"/>
        <w:gridCol w:w="1843"/>
        <w:gridCol w:w="1701"/>
        <w:gridCol w:w="2409"/>
        <w:gridCol w:w="993"/>
      </w:tblGrid>
      <w:tr w:rsidR="0028130F" w:rsidRPr="00572ACE" w14:paraId="3F3F5C8C" w14:textId="77777777" w:rsidTr="001605BD"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59003D9A" w14:textId="77777777" w:rsidR="0028130F" w:rsidRPr="00572ACE" w:rsidRDefault="0028130F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72AC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Naziv investitorja oz. naročnika referenčnega posla ter kontaktna oseba naročnika (ime, priimek, e-pošta in telefonska številka)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9483281" w14:textId="77777777" w:rsidR="0028130F" w:rsidRPr="00222466" w:rsidRDefault="0028130F" w:rsidP="001605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Predmet referenčnega posla</w:t>
            </w:r>
          </w:p>
          <w:p w14:paraId="61C67ED7" w14:textId="77777777" w:rsidR="0028130F" w:rsidRPr="00222466" w:rsidRDefault="0028130F" w:rsidP="001605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(naziv in lokacija nogometnega igrišča, na katerem se je izvedel posel vgradnje/polaganja športne igralne površine z naravno travo ter kategorija stadiona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po UEFA Stadium Categories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, na katerem je bil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a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vgrajena/položena predmetna naravna trava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  <w:vAlign w:val="center"/>
          </w:tcPr>
          <w:p w14:paraId="16FCE13D" w14:textId="77777777" w:rsidR="0028130F" w:rsidRPr="00572ACE" w:rsidRDefault="0028130F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5"/>
                <w:szCs w:val="15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Datum začetka posla in datum končanja posla</w:t>
            </w:r>
          </w:p>
        </w:tc>
        <w:tc>
          <w:tcPr>
            <w:tcW w:w="3402" w:type="dxa"/>
            <w:gridSpan w:val="2"/>
            <w:shd w:val="clear" w:color="auto" w:fill="D0CECE" w:themeFill="background2" w:themeFillShade="E6"/>
            <w:vAlign w:val="center"/>
          </w:tcPr>
          <w:p w14:paraId="7E59A08C" w14:textId="77777777" w:rsidR="0028130F" w:rsidRPr="00222466" w:rsidRDefault="0028130F" w:rsidP="001605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Vrednost vgradnje/polaganja športne igralne površine z naravno travo</w:t>
            </w:r>
          </w:p>
          <w:p w14:paraId="4F710E53" w14:textId="77777777" w:rsidR="0028130F" w:rsidRPr="00572ACE" w:rsidRDefault="0028130F" w:rsidP="001605BD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 EUR brez DDV</w:t>
            </w:r>
          </w:p>
        </w:tc>
      </w:tr>
      <w:tr w:rsidR="0028130F" w:rsidRPr="00572ACE" w14:paraId="36E76B60" w14:textId="77777777" w:rsidTr="001605BD">
        <w:trPr>
          <w:trHeight w:val="1441"/>
        </w:trPr>
        <w:tc>
          <w:tcPr>
            <w:tcW w:w="3261" w:type="dxa"/>
          </w:tcPr>
          <w:p w14:paraId="7CCE2AE4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0C506A56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040C2250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608D0BF6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1E10BF5A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03899127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4F923426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8130F" w:rsidRPr="00572ACE" w14:paraId="1A7908B8" w14:textId="77777777" w:rsidTr="001605BD">
        <w:trPr>
          <w:trHeight w:val="1691"/>
        </w:trPr>
        <w:tc>
          <w:tcPr>
            <w:tcW w:w="3261" w:type="dxa"/>
          </w:tcPr>
          <w:p w14:paraId="670F05FC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394" w:type="dxa"/>
          </w:tcPr>
          <w:p w14:paraId="466572A8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544" w:type="dxa"/>
            <w:gridSpan w:val="2"/>
          </w:tcPr>
          <w:p w14:paraId="3CEC7644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402" w:type="dxa"/>
            <w:gridSpan w:val="2"/>
          </w:tcPr>
          <w:p w14:paraId="5681E35F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4FFC9717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283D368E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4F62C053" w14:textId="77777777" w:rsidR="0028130F" w:rsidRPr="00572ACE" w:rsidRDefault="0028130F" w:rsidP="001605BD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8130F" w:rsidRPr="00572ACE" w14:paraId="51BB1A9A" w14:textId="77777777" w:rsidTr="00A02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241"/>
        </w:trPr>
        <w:tc>
          <w:tcPr>
            <w:tcW w:w="9498" w:type="dxa"/>
            <w:gridSpan w:val="3"/>
          </w:tcPr>
          <w:p w14:paraId="30504925" w14:textId="77777777" w:rsidR="0028130F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</w:p>
          <w:p w14:paraId="1312E32A" w14:textId="77777777" w:rsidR="0028130F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 xml:space="preserve">Kraj: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56A18A1D" w14:textId="77777777" w:rsidR="0028130F" w:rsidRPr="00572ACE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0E3C5BCC" w14:textId="77777777" w:rsidR="0028130F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</w:p>
          <w:p w14:paraId="3C9A4BBE" w14:textId="77777777" w:rsidR="0028130F" w:rsidRPr="00572ACE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Ime in priimek odgovorne osebe:</w:t>
            </w:r>
          </w:p>
          <w:p w14:paraId="10E8E58D" w14:textId="2E44F787" w:rsidR="0028130F" w:rsidRPr="00572ACE" w:rsidRDefault="0028130F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A0293C" w:rsidRPr="00572ACE" w14:paraId="3DF47E00" w14:textId="77777777" w:rsidTr="00A02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93" w:type="dxa"/>
          <w:trHeight w:val="241"/>
        </w:trPr>
        <w:tc>
          <w:tcPr>
            <w:tcW w:w="9498" w:type="dxa"/>
            <w:gridSpan w:val="3"/>
          </w:tcPr>
          <w:p w14:paraId="52BA3437" w14:textId="77777777" w:rsidR="00A0293C" w:rsidRPr="00572ACE" w:rsidRDefault="00A0293C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Datum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r w:rsidRPr="00572ACE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  <w:tc>
          <w:tcPr>
            <w:tcW w:w="4110" w:type="dxa"/>
            <w:gridSpan w:val="2"/>
          </w:tcPr>
          <w:p w14:paraId="4C71FE84" w14:textId="77777777" w:rsidR="00A0293C" w:rsidRPr="00572ACE" w:rsidRDefault="00A0293C" w:rsidP="001605BD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________________________</w:t>
            </w:r>
          </w:p>
          <w:p w14:paraId="4C3DF44E" w14:textId="77777777" w:rsidR="00A0293C" w:rsidRPr="00A0293C" w:rsidRDefault="00A0293C" w:rsidP="001605BD">
            <w:pPr>
              <w:rPr>
                <w:rFonts w:asciiTheme="minorHAnsi" w:hAnsiTheme="minorHAnsi" w:cstheme="minorHAnsi"/>
                <w:szCs w:val="20"/>
              </w:rPr>
            </w:pPr>
            <w:r w:rsidRPr="00A0293C">
              <w:rPr>
                <w:rFonts w:asciiTheme="minorHAnsi" w:hAnsiTheme="minorHAnsi" w:cstheme="minorHAnsi"/>
                <w:szCs w:val="20"/>
              </w:rPr>
              <w:t>Podpis odgovorne osebe</w:t>
            </w:r>
          </w:p>
          <w:p w14:paraId="7FD232D1" w14:textId="77777777" w:rsidR="00A0293C" w:rsidRPr="00A0293C" w:rsidRDefault="00A0293C" w:rsidP="00A0293C">
            <w:pPr>
              <w:rPr>
                <w:rFonts w:asciiTheme="minorHAnsi" w:hAnsiTheme="minorHAnsi" w:cstheme="minorHAnsi"/>
                <w:szCs w:val="20"/>
              </w:rPr>
            </w:pPr>
            <w:r w:rsidRPr="00A0293C">
              <w:rPr>
                <w:rFonts w:asciiTheme="minorHAnsi" w:hAnsiTheme="minorHAnsi" w:cstheme="minorHAnsi"/>
                <w:szCs w:val="20"/>
              </w:rPr>
              <w:tab/>
            </w:r>
          </w:p>
        </w:tc>
      </w:tr>
    </w:tbl>
    <w:p w14:paraId="690DD53B" w14:textId="77777777" w:rsidR="00A0293C" w:rsidRDefault="00A0293C" w:rsidP="001605BD">
      <w:pPr>
        <w:rPr>
          <w:rFonts w:asciiTheme="minorHAnsi" w:hAnsiTheme="minorHAnsi" w:cstheme="minorHAnsi"/>
          <w:szCs w:val="20"/>
        </w:rPr>
      </w:pPr>
    </w:p>
    <w:p w14:paraId="0054D3C2" w14:textId="77777777" w:rsidR="00A0293C" w:rsidRDefault="00A0293C" w:rsidP="001605BD">
      <w:pPr>
        <w:rPr>
          <w:rFonts w:asciiTheme="minorHAnsi" w:hAnsiTheme="minorHAnsi" w:cstheme="minorHAnsi"/>
          <w:szCs w:val="20"/>
        </w:rPr>
        <w:sectPr w:rsidR="00A0293C" w:rsidSect="00222466">
          <w:headerReference w:type="default" r:id="rId36"/>
          <w:footerReference w:type="default" r:id="rId37"/>
          <w:pgSz w:w="16838" w:h="11906" w:orient="landscape" w:code="9"/>
          <w:pgMar w:top="1418" w:right="1134" w:bottom="1418" w:left="1134" w:header="709" w:footer="559" w:gutter="0"/>
          <w:pgNumType w:start="1"/>
          <w:cols w:space="708"/>
          <w:docGrid w:linePitch="360"/>
        </w:sectPr>
      </w:pPr>
    </w:p>
    <w:p w14:paraId="2977BBAD" w14:textId="661451BF" w:rsidR="00222466" w:rsidRPr="00572ACE" w:rsidRDefault="00222466" w:rsidP="0022246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72ACE">
        <w:rPr>
          <w:rFonts w:asciiTheme="minorHAnsi" w:hAnsiTheme="minorHAnsi" w:cstheme="minorHAnsi"/>
          <w:b/>
          <w:bCs/>
          <w:sz w:val="28"/>
          <w:szCs w:val="28"/>
        </w:rPr>
        <w:lastRenderedPageBreak/>
        <w:t>REFERENČNA LISTA PONUDNIKA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ZA ŠIVANJE SINTETIČNIH VLAKEN V TRAVNATO PODLAGO</w:t>
      </w:r>
    </w:p>
    <w:p w14:paraId="7167AFFD" w14:textId="730A8732" w:rsidR="00222466" w:rsidRPr="00222466" w:rsidRDefault="00222466" w:rsidP="00222466">
      <w:pPr>
        <w:pStyle w:val="Telobesedila34"/>
        <w:jc w:val="center"/>
        <w:rPr>
          <w:rFonts w:asciiTheme="minorHAnsi" w:hAnsiTheme="minorHAnsi" w:cstheme="minorHAnsi"/>
          <w:b/>
        </w:rPr>
      </w:pPr>
      <w:r w:rsidRPr="00572ACE">
        <w:rPr>
          <w:rFonts w:asciiTheme="minorHAnsi" w:hAnsiTheme="minorHAnsi" w:cstheme="minorHAnsi"/>
          <w:b/>
          <w:sz w:val="20"/>
        </w:rPr>
        <w:t>»</w:t>
      </w:r>
      <w:r>
        <w:rPr>
          <w:rFonts w:asciiTheme="minorHAnsi" w:hAnsiTheme="minorHAnsi" w:cstheme="minorHAnsi"/>
          <w:b/>
        </w:rPr>
        <w:t>Gradbena obnova nogometnega igrišča na Stadionu Stožice</w:t>
      </w:r>
      <w:r w:rsidRPr="00222466">
        <w:rPr>
          <w:rFonts w:asciiTheme="minorHAnsi" w:hAnsiTheme="minorHAnsi" w:cstheme="minorHAnsi"/>
          <w:b/>
        </w:rPr>
        <w:t xml:space="preserve">«, Sklop </w:t>
      </w:r>
      <w:r w:rsidR="00D23549">
        <w:rPr>
          <w:rFonts w:asciiTheme="minorHAnsi" w:hAnsiTheme="minorHAnsi" w:cstheme="minorHAnsi"/>
          <w:b/>
        </w:rPr>
        <w:t>3</w:t>
      </w:r>
    </w:p>
    <w:p w14:paraId="31D77C70" w14:textId="77777777" w:rsidR="00222466" w:rsidRPr="00572ACE" w:rsidRDefault="00222466" w:rsidP="00222466">
      <w:pPr>
        <w:rPr>
          <w:rFonts w:asciiTheme="minorHAnsi" w:hAnsiTheme="minorHAnsi" w:cstheme="minorHAnsi"/>
        </w:rPr>
      </w:pPr>
    </w:p>
    <w:p w14:paraId="32CDB486" w14:textId="77777777" w:rsidR="00222466" w:rsidRPr="003E40B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1893385F" w14:textId="77777777" w:rsidR="00222466" w:rsidRPr="00061CCD" w:rsidRDefault="00222466" w:rsidP="00222466">
      <w:pPr>
        <w:ind w:left="3540" w:firstLine="708"/>
        <w:rPr>
          <w:rFonts w:ascii="Calibri" w:hAnsi="Calibri"/>
          <w:sz w:val="16"/>
          <w:szCs w:val="16"/>
        </w:rPr>
      </w:pPr>
      <w:r w:rsidRPr="00061CCD">
        <w:rPr>
          <w:rFonts w:ascii="Calibri" w:hAnsi="Calibri"/>
          <w:sz w:val="16"/>
          <w:szCs w:val="16"/>
        </w:rPr>
        <w:t>(navede se gospodarski subjekt, ki je imetnik reference)</w:t>
      </w:r>
    </w:p>
    <w:p w14:paraId="62E6571F" w14:textId="77777777" w:rsidR="0022246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9A92C75" w14:textId="77777777" w:rsidR="00222466" w:rsidRDefault="00222466" w:rsidP="00222466">
      <w:pPr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_______________________________________</w:t>
      </w:r>
    </w:p>
    <w:p w14:paraId="2A1B696F" w14:textId="77777777" w:rsidR="00222466" w:rsidRDefault="00222466" w:rsidP="00222466">
      <w:pPr>
        <w:rPr>
          <w:rFonts w:asciiTheme="minorHAnsi" w:hAnsiTheme="minorHAnsi" w:cstheme="minorHAnsi"/>
        </w:rPr>
      </w:pPr>
    </w:p>
    <w:p w14:paraId="78A8947F" w14:textId="77777777" w:rsidR="00222466" w:rsidRPr="00572ACE" w:rsidRDefault="00222466" w:rsidP="00222466">
      <w:pPr>
        <w:rPr>
          <w:rFonts w:asciiTheme="minorHAnsi" w:hAnsiTheme="minorHAnsi" w:cstheme="minorHAnsi"/>
          <w:b/>
          <w:szCs w:val="20"/>
        </w:rPr>
      </w:pPr>
      <w:r w:rsidRPr="00572ACE">
        <w:rPr>
          <w:rFonts w:asciiTheme="minorHAnsi" w:hAnsiTheme="minorHAnsi" w:cstheme="minorHAnsi"/>
          <w:b/>
          <w:szCs w:val="20"/>
        </w:rPr>
        <w:t>REFERENČNA LISTA:</w:t>
      </w:r>
    </w:p>
    <w:tbl>
      <w:tblPr>
        <w:tblW w:w="18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3119"/>
        <w:gridCol w:w="4819"/>
        <w:gridCol w:w="1560"/>
        <w:gridCol w:w="850"/>
        <w:gridCol w:w="3119"/>
        <w:gridCol w:w="3401"/>
      </w:tblGrid>
      <w:tr w:rsidR="00222466" w:rsidRPr="00572ACE" w14:paraId="5A2F4E1F" w14:textId="77777777" w:rsidTr="00222466">
        <w:trPr>
          <w:gridAfter w:val="1"/>
          <w:wAfter w:w="3401" w:type="dxa"/>
        </w:trPr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7655CFC8" w14:textId="42341D02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Zaporedna št.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21A8FC99" w14:textId="4B804CDB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572AC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Naziv investitorja oz. naročnika referenčnega posla ter kontaktna oseba naročnika (ime, priimek, e-pošta in telefonska številka)</w:t>
            </w:r>
          </w:p>
        </w:tc>
        <w:tc>
          <w:tcPr>
            <w:tcW w:w="4819" w:type="dxa"/>
            <w:shd w:val="clear" w:color="auto" w:fill="D0CECE" w:themeFill="background2" w:themeFillShade="E6"/>
            <w:vAlign w:val="center"/>
          </w:tcPr>
          <w:p w14:paraId="55113167" w14:textId="6E508270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Predmet referenčnega posla</w:t>
            </w:r>
          </w:p>
          <w:p w14:paraId="0FA11F1A" w14:textId="0C4D6F49" w:rsidR="00222466" w:rsidRPr="00222466" w:rsidRDefault="00222466" w:rsidP="006D37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(naziv in lokacija nogometnega igrišča, na katerem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je imetnik reference izvedel šivanje sintetičnih vlaken v travnato površino nogometnega igrišča v polni velikosti</w:t>
            </w: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shd w:val="clear" w:color="auto" w:fill="D0CECE" w:themeFill="background2" w:themeFillShade="E6"/>
            <w:vAlign w:val="center"/>
          </w:tcPr>
          <w:p w14:paraId="3332E464" w14:textId="677E35A7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5"/>
                <w:szCs w:val="15"/>
              </w:rPr>
            </w:pPr>
            <w:r w:rsidRPr="0022246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Datum začetka posla in datum končanja posla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34932D0" w14:textId="2547DC73" w:rsidR="00222466" w:rsidRPr="00572ACE" w:rsidRDefault="00222466" w:rsidP="006D370F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Model/tip stroja, s katerim je bilo izvedeno šivanje sintetičnih vlaken</w:t>
            </w:r>
          </w:p>
        </w:tc>
      </w:tr>
      <w:tr w:rsidR="00222466" w:rsidRPr="00572ACE" w14:paraId="3FFE099B" w14:textId="77777777" w:rsidTr="00222466">
        <w:trPr>
          <w:gridAfter w:val="1"/>
          <w:wAfter w:w="3401" w:type="dxa"/>
          <w:trHeight w:val="888"/>
        </w:trPr>
        <w:tc>
          <w:tcPr>
            <w:tcW w:w="1134" w:type="dxa"/>
            <w:gridSpan w:val="2"/>
            <w:vAlign w:val="center"/>
          </w:tcPr>
          <w:p w14:paraId="63D4DF24" w14:textId="392AB5A1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1.</w:t>
            </w:r>
          </w:p>
        </w:tc>
        <w:tc>
          <w:tcPr>
            <w:tcW w:w="3119" w:type="dxa"/>
          </w:tcPr>
          <w:p w14:paraId="77AE46F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788146C9" w14:textId="6AEF4170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12857DA4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2631B05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5B475A3D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5B5DC56D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376BDCA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0F7DEA99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FC34598" w14:textId="67F30C86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2.</w:t>
            </w:r>
          </w:p>
        </w:tc>
        <w:tc>
          <w:tcPr>
            <w:tcW w:w="3119" w:type="dxa"/>
          </w:tcPr>
          <w:p w14:paraId="2084CBDD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51519A3B" w14:textId="73E4830F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4296A43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2827E46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1D72CD6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583F2E9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  <w:p w14:paraId="0AEBB4A6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74D7B7AB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89308F2" w14:textId="5F34D2C8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3.</w:t>
            </w:r>
          </w:p>
        </w:tc>
        <w:tc>
          <w:tcPr>
            <w:tcW w:w="3119" w:type="dxa"/>
          </w:tcPr>
          <w:p w14:paraId="0BCAD9D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00141A93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1E4C2A7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6B06898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70BDC9B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3FF5618" w14:textId="46DAD214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4.</w:t>
            </w:r>
          </w:p>
        </w:tc>
        <w:tc>
          <w:tcPr>
            <w:tcW w:w="3119" w:type="dxa"/>
          </w:tcPr>
          <w:p w14:paraId="75968FA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2C10D876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1D4CF552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2C6C0516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7059BEFC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2B0E90C9" w14:textId="26FE5330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5.</w:t>
            </w:r>
          </w:p>
        </w:tc>
        <w:tc>
          <w:tcPr>
            <w:tcW w:w="3119" w:type="dxa"/>
          </w:tcPr>
          <w:p w14:paraId="68D533E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563415C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27355C3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451FCF1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7E2836BE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2BD85D4F" w14:textId="38792528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lastRenderedPageBreak/>
              <w:t>6.</w:t>
            </w:r>
          </w:p>
        </w:tc>
        <w:tc>
          <w:tcPr>
            <w:tcW w:w="3119" w:type="dxa"/>
          </w:tcPr>
          <w:p w14:paraId="268074B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290B7D15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38CA633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474D5E5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132D3F7B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5FBA9062" w14:textId="1DCEE611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7.</w:t>
            </w:r>
          </w:p>
        </w:tc>
        <w:tc>
          <w:tcPr>
            <w:tcW w:w="3119" w:type="dxa"/>
          </w:tcPr>
          <w:p w14:paraId="1341E72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624D9E0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56B56596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080717E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68EC02D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2B390680" w14:textId="782724D9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8.</w:t>
            </w:r>
          </w:p>
        </w:tc>
        <w:tc>
          <w:tcPr>
            <w:tcW w:w="3119" w:type="dxa"/>
          </w:tcPr>
          <w:p w14:paraId="45BB25C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37A535D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5810085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7A1D067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7928DE69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195ECAB3" w14:textId="54D87DB0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9.</w:t>
            </w:r>
          </w:p>
        </w:tc>
        <w:tc>
          <w:tcPr>
            <w:tcW w:w="3119" w:type="dxa"/>
          </w:tcPr>
          <w:p w14:paraId="6492E1E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71F179E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57DEF0C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1EC7FC5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6B6F5065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AAB1861" w14:textId="0BEC52E5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10.</w:t>
            </w:r>
          </w:p>
        </w:tc>
        <w:tc>
          <w:tcPr>
            <w:tcW w:w="3119" w:type="dxa"/>
          </w:tcPr>
          <w:p w14:paraId="60D306D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1ABA82D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003AE51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6E73CC3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6B04D58A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1BCBD35F" w14:textId="751FA70F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11.</w:t>
            </w:r>
          </w:p>
        </w:tc>
        <w:tc>
          <w:tcPr>
            <w:tcW w:w="3119" w:type="dxa"/>
          </w:tcPr>
          <w:p w14:paraId="7578A99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310E1983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04F5778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57F8489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4381FA2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46BE1E4B" w14:textId="03584AF7" w:rsidR="00222466" w:rsidRPr="00572ACE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12.</w:t>
            </w:r>
          </w:p>
        </w:tc>
        <w:tc>
          <w:tcPr>
            <w:tcW w:w="3119" w:type="dxa"/>
          </w:tcPr>
          <w:p w14:paraId="069CEFA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4DA38947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15D642EF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57D2920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6AC43497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4917C06" w14:textId="694550F5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13.</w:t>
            </w:r>
          </w:p>
        </w:tc>
        <w:tc>
          <w:tcPr>
            <w:tcW w:w="3119" w:type="dxa"/>
          </w:tcPr>
          <w:p w14:paraId="5C4F9492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74038D3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474C56B5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56A749B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E247674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22319C6C" w14:textId="2F41F3A3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14.</w:t>
            </w:r>
          </w:p>
        </w:tc>
        <w:tc>
          <w:tcPr>
            <w:tcW w:w="3119" w:type="dxa"/>
          </w:tcPr>
          <w:p w14:paraId="644AABC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1FACFB9D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4A3D7559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32CBC3D4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0C226EB3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6F3EC9E" w14:textId="24D83097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lastRenderedPageBreak/>
              <w:t>15.</w:t>
            </w:r>
          </w:p>
        </w:tc>
        <w:tc>
          <w:tcPr>
            <w:tcW w:w="3119" w:type="dxa"/>
          </w:tcPr>
          <w:p w14:paraId="56C92C45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7EB44478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64B3993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590ABDD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31A71544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7C85C712" w14:textId="32324F42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16.</w:t>
            </w:r>
          </w:p>
        </w:tc>
        <w:tc>
          <w:tcPr>
            <w:tcW w:w="3119" w:type="dxa"/>
          </w:tcPr>
          <w:p w14:paraId="3332F786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454E9E6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7420B82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26449F7C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0C9024AC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4A5C4140" w14:textId="6211722E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17.</w:t>
            </w:r>
          </w:p>
        </w:tc>
        <w:tc>
          <w:tcPr>
            <w:tcW w:w="3119" w:type="dxa"/>
          </w:tcPr>
          <w:p w14:paraId="50400BB1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440D5E2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4FE25B6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39DA739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E0ED5D6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4997987" w14:textId="312ADBFD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18.</w:t>
            </w:r>
          </w:p>
        </w:tc>
        <w:tc>
          <w:tcPr>
            <w:tcW w:w="3119" w:type="dxa"/>
          </w:tcPr>
          <w:p w14:paraId="0ED7D97B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09BF0852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00AEF3F4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52D19A07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5A8A66D9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848C5AF" w14:textId="1A84059D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19.</w:t>
            </w:r>
          </w:p>
        </w:tc>
        <w:tc>
          <w:tcPr>
            <w:tcW w:w="3119" w:type="dxa"/>
          </w:tcPr>
          <w:p w14:paraId="6AD47A27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745F111E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7E209BEA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440A4F2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486D5836" w14:textId="77777777" w:rsidTr="00222466">
        <w:trPr>
          <w:gridAfter w:val="1"/>
          <w:wAfter w:w="3401" w:type="dxa"/>
          <w:trHeight w:val="932"/>
        </w:trPr>
        <w:tc>
          <w:tcPr>
            <w:tcW w:w="1134" w:type="dxa"/>
            <w:gridSpan w:val="2"/>
            <w:vAlign w:val="center"/>
          </w:tcPr>
          <w:p w14:paraId="04CC2E22" w14:textId="0B5763D0" w:rsidR="00222466" w:rsidRDefault="00222466" w:rsidP="0022246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20.</w:t>
            </w:r>
          </w:p>
        </w:tc>
        <w:tc>
          <w:tcPr>
            <w:tcW w:w="3119" w:type="dxa"/>
          </w:tcPr>
          <w:p w14:paraId="28128A72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4819" w:type="dxa"/>
          </w:tcPr>
          <w:p w14:paraId="6A5604D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2410" w:type="dxa"/>
            <w:gridSpan w:val="2"/>
          </w:tcPr>
          <w:p w14:paraId="010391C2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  <w:tc>
          <w:tcPr>
            <w:tcW w:w="3119" w:type="dxa"/>
          </w:tcPr>
          <w:p w14:paraId="00FB6C10" w14:textId="77777777" w:rsidR="00222466" w:rsidRPr="00572ACE" w:rsidRDefault="00222466" w:rsidP="006D370F">
            <w:pPr>
              <w:pStyle w:val="Glav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i/>
                <w:sz w:val="22"/>
              </w:rPr>
            </w:pPr>
          </w:p>
        </w:tc>
      </w:tr>
      <w:tr w:rsidR="00222466" w:rsidRPr="00572ACE" w14:paraId="6477EF6F" w14:textId="77777777" w:rsidTr="002224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426" w:type="dxa"/>
          </w:tcPr>
          <w:p w14:paraId="529AB09C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206" w:type="dxa"/>
            <w:gridSpan w:val="4"/>
          </w:tcPr>
          <w:p w14:paraId="45A990DB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  <w:p w14:paraId="7579F425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 xml:space="preserve">Kraj: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62982EE5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370" w:type="dxa"/>
            <w:gridSpan w:val="3"/>
          </w:tcPr>
          <w:p w14:paraId="034BDFFC" w14:textId="77777777" w:rsidR="00222466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  <w:p w14:paraId="10DC8364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Ime in priimek odgovorne osebe:</w:t>
            </w:r>
          </w:p>
          <w:p w14:paraId="76A959AF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  <w:p w14:paraId="59E294EB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22466" w:rsidRPr="00572ACE" w14:paraId="3E988CEF" w14:textId="77777777" w:rsidTr="002224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3"/>
        </w:trPr>
        <w:tc>
          <w:tcPr>
            <w:tcW w:w="426" w:type="dxa"/>
          </w:tcPr>
          <w:p w14:paraId="3857E91B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206" w:type="dxa"/>
            <w:gridSpan w:val="4"/>
          </w:tcPr>
          <w:p w14:paraId="68295D06" w14:textId="1376318F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Datum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  <w:r w:rsidRPr="00572ACE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572ACE">
              <w:rPr>
                <w:rFonts w:asciiTheme="minorHAnsi" w:hAnsiTheme="minorHAnsi" w:cstheme="minorHAnsi"/>
                <w:szCs w:val="20"/>
              </w:rPr>
              <w:instrText xml:space="preserve"> FORMTEXT </w:instrText>
            </w:r>
            <w:r w:rsidRPr="00572ACE">
              <w:rPr>
                <w:rFonts w:asciiTheme="minorHAnsi" w:hAnsiTheme="minorHAnsi" w:cstheme="minorHAnsi"/>
                <w:szCs w:val="20"/>
              </w:rPr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t> </w:t>
            </w:r>
            <w:r w:rsidRPr="00572ACE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  <w:tc>
          <w:tcPr>
            <w:tcW w:w="7370" w:type="dxa"/>
            <w:gridSpan w:val="3"/>
          </w:tcPr>
          <w:p w14:paraId="15E29802" w14:textId="77777777" w:rsidR="00222466" w:rsidRPr="00572ACE" w:rsidRDefault="00222466" w:rsidP="006D370F">
            <w:pPr>
              <w:rPr>
                <w:rFonts w:asciiTheme="minorHAnsi" w:hAnsiTheme="minorHAnsi" w:cstheme="minorHAnsi"/>
                <w:szCs w:val="20"/>
              </w:rPr>
            </w:pPr>
            <w:r w:rsidRPr="00572ACE">
              <w:rPr>
                <w:rFonts w:asciiTheme="minorHAnsi" w:hAnsiTheme="minorHAnsi" w:cstheme="minorHAnsi"/>
                <w:szCs w:val="20"/>
              </w:rPr>
              <w:t>________________________</w:t>
            </w:r>
          </w:p>
          <w:p w14:paraId="30EE3CA0" w14:textId="77777777" w:rsidR="00222466" w:rsidRPr="00572ACE" w:rsidRDefault="00222466" w:rsidP="006D37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72ACE">
              <w:rPr>
                <w:rFonts w:asciiTheme="minorHAnsi" w:hAnsiTheme="minorHAnsi" w:cstheme="minorHAnsi"/>
                <w:sz w:val="16"/>
                <w:szCs w:val="16"/>
              </w:rPr>
              <w:t>Podpis odgovorne osebe</w:t>
            </w:r>
          </w:p>
        </w:tc>
      </w:tr>
    </w:tbl>
    <w:p w14:paraId="73BA0D02" w14:textId="77777777" w:rsidR="00222466" w:rsidRDefault="00222466" w:rsidP="002D28C6">
      <w:pPr>
        <w:rPr>
          <w:rFonts w:ascii="Calibri" w:hAnsi="Calibri" w:cs="Calibri Light"/>
          <w:szCs w:val="20"/>
        </w:rPr>
      </w:pPr>
    </w:p>
    <w:p w14:paraId="6FEA95EC" w14:textId="77777777" w:rsidR="006C1D5B" w:rsidRDefault="006C1D5B" w:rsidP="002D28C6">
      <w:pPr>
        <w:rPr>
          <w:rFonts w:ascii="Calibri" w:hAnsi="Calibri" w:cs="Calibri Light"/>
          <w:szCs w:val="20"/>
        </w:rPr>
      </w:pPr>
    </w:p>
    <w:p w14:paraId="7E243E1F" w14:textId="77777777" w:rsidR="00222466" w:rsidRDefault="00222466" w:rsidP="002D28C6">
      <w:pPr>
        <w:rPr>
          <w:rFonts w:ascii="Calibri" w:hAnsi="Calibri" w:cs="Calibri Light"/>
          <w:szCs w:val="20"/>
        </w:rPr>
        <w:sectPr w:rsidR="00222466" w:rsidSect="00222466">
          <w:headerReference w:type="default" r:id="rId38"/>
          <w:pgSz w:w="16838" w:h="11906" w:orient="landscape" w:code="9"/>
          <w:pgMar w:top="1418" w:right="1134" w:bottom="1418" w:left="1134" w:header="709" w:footer="559" w:gutter="0"/>
          <w:pgNumType w:start="1"/>
          <w:cols w:space="708"/>
          <w:docGrid w:linePitch="360"/>
        </w:sectPr>
      </w:pPr>
    </w:p>
    <w:p w14:paraId="08BE12C5" w14:textId="77777777" w:rsidR="00222466" w:rsidRDefault="00222466" w:rsidP="00222466">
      <w:pPr>
        <w:spacing w:line="256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F1AC7A" w14:textId="3922D7D0" w:rsidR="00222466" w:rsidRDefault="00222466" w:rsidP="00222466">
      <w:pPr>
        <w:spacing w:line="256" w:lineRule="auto"/>
        <w:ind w:right="4"/>
        <w:jc w:val="center"/>
        <w:rPr>
          <w:rFonts w:asciiTheme="minorHAnsi" w:hAnsiTheme="minorHAnsi" w:cstheme="minorHAnsi"/>
          <w:b/>
        </w:rPr>
      </w:pPr>
      <w:r w:rsidRPr="0095279E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IZJAVA O IZPOLNJEVANJU POGOJEV 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KADROVSKE IN TEHNIČNE SPOSOBNOSTI</w:t>
      </w:r>
      <w:r w:rsidRPr="0054247A">
        <w:rPr>
          <w:rFonts w:asciiTheme="minorHAnsi" w:hAnsiTheme="minorHAnsi" w:cstheme="minorHAnsi"/>
          <w:b/>
        </w:rPr>
        <w:t xml:space="preserve"> </w:t>
      </w:r>
    </w:p>
    <w:p w14:paraId="38727A1F" w14:textId="3C21443F" w:rsidR="00222466" w:rsidRPr="0054247A" w:rsidRDefault="00222466" w:rsidP="00222466">
      <w:pPr>
        <w:spacing w:line="256" w:lineRule="auto"/>
        <w:ind w:right="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(SKLOP </w:t>
      </w:r>
      <w:r w:rsidR="00971798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)</w:t>
      </w:r>
    </w:p>
    <w:p w14:paraId="1AC3BAC6" w14:textId="77777777" w:rsidR="00222466" w:rsidRPr="009D65F7" w:rsidRDefault="00222466" w:rsidP="00222466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61E10AA8" w14:textId="77777777" w:rsidR="00222466" w:rsidRDefault="00222466" w:rsidP="00222466">
      <w:pPr>
        <w:pStyle w:val="HTML-oblikovano"/>
        <w:jc w:val="both"/>
        <w:rPr>
          <w:rFonts w:ascii="Calibri" w:hAnsi="Calibri" w:cs="Calibri Light"/>
          <w:sz w:val="20"/>
          <w:szCs w:val="20"/>
        </w:rPr>
      </w:pPr>
    </w:p>
    <w:p w14:paraId="1162A8E0" w14:textId="77777777" w:rsidR="00222466" w:rsidRPr="003E40B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10F544B0" w14:textId="77777777" w:rsidR="0022246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2C58C6F7" w14:textId="77777777" w:rsidR="00222466" w:rsidRPr="003E40B6" w:rsidRDefault="00222466" w:rsidP="00222466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64D5BFF4" w14:textId="77777777" w:rsidR="00222466" w:rsidRDefault="00222466" w:rsidP="00222466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7731E5C1" w14:textId="77777777" w:rsidR="00222466" w:rsidRDefault="00222466" w:rsidP="00222466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50480F74" w14:textId="77777777" w:rsidR="00222466" w:rsidRDefault="00222466" w:rsidP="00222466">
      <w:pPr>
        <w:pStyle w:val="HTML-oblikovano"/>
        <w:jc w:val="both"/>
        <w:rPr>
          <w:rFonts w:asciiTheme="minorHAnsi" w:hAnsiTheme="minorHAnsi" w:cstheme="minorHAnsi"/>
          <w:bCs/>
          <w:iCs/>
          <w:sz w:val="22"/>
        </w:rPr>
      </w:pPr>
    </w:p>
    <w:p w14:paraId="7785B62B" w14:textId="77777777" w:rsidR="00222466" w:rsidRPr="0095279E" w:rsidRDefault="00222466" w:rsidP="00222466">
      <w:pPr>
        <w:rPr>
          <w:rFonts w:ascii="Calibri" w:hAnsi="Calibri" w:cs="Calibri Light"/>
          <w:szCs w:val="20"/>
        </w:rPr>
      </w:pPr>
      <w:r w:rsidRPr="0095279E">
        <w:rPr>
          <w:rFonts w:ascii="Calibri" w:hAnsi="Calibri" w:cs="Calibri Light"/>
          <w:szCs w:val="20"/>
        </w:rPr>
        <w:t>S podpisom te izjave pod kazensko in materialno odgovornostjo izjavljamo, da:</w:t>
      </w:r>
    </w:p>
    <w:p w14:paraId="5FAA9870" w14:textId="77777777" w:rsidR="00222466" w:rsidRDefault="00222466" w:rsidP="00222466">
      <w:pPr>
        <w:rPr>
          <w:rFonts w:ascii="Calibri" w:hAnsi="Calibri" w:cs="Calibri Light"/>
          <w:szCs w:val="20"/>
        </w:rPr>
      </w:pPr>
    </w:p>
    <w:p w14:paraId="2EA6F49A" w14:textId="35C5B0B0" w:rsidR="00222466" w:rsidRPr="00222466" w:rsidRDefault="00222466" w:rsidP="00222466">
      <w:pPr>
        <w:pStyle w:val="Odstavekseznama"/>
        <w:numPr>
          <w:ilvl w:val="0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/>
        </w:rPr>
        <w:t>razpolagamo s strokovnim kadrom za kvalitetno izvedbo celotnega javnega naročila, skladno z zahtevami iz razpisne dokumentacije, pravili stroke in določili predpisov ter standardov s področja predmeta javnega naročila</w:t>
      </w:r>
      <w:r>
        <w:rPr>
          <w:rFonts w:asciiTheme="minorHAnsi" w:hAnsiTheme="minorHAnsi" w:cstheme="minorHAnsi"/>
          <w:szCs w:val="20"/>
        </w:rPr>
        <w:t>;</w:t>
      </w:r>
    </w:p>
    <w:p w14:paraId="4AA0CAE3" w14:textId="77777777" w:rsidR="00222466" w:rsidRPr="00222466" w:rsidRDefault="00222466" w:rsidP="00222466">
      <w:pPr>
        <w:pStyle w:val="Odstavekseznama"/>
        <w:ind w:left="510"/>
        <w:rPr>
          <w:rFonts w:ascii="Calibri" w:hAnsi="Calibri" w:cs="Calibri Light"/>
          <w:szCs w:val="20"/>
        </w:rPr>
      </w:pPr>
    </w:p>
    <w:p w14:paraId="55ACD055" w14:textId="13B8E637" w:rsidR="00222466" w:rsidRPr="005A1C07" w:rsidRDefault="00222466" w:rsidP="00222466">
      <w:pPr>
        <w:pStyle w:val="Odstavekseznama"/>
        <w:numPr>
          <w:ilvl w:val="0"/>
          <w:numId w:val="8"/>
        </w:numPr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Cs w:val="20"/>
        </w:rPr>
        <w:t xml:space="preserve">razpolagamo </w:t>
      </w:r>
      <w:r>
        <w:rPr>
          <w:rFonts w:asciiTheme="minorHAnsi" w:hAnsiTheme="minorHAnsi" w:cstheme="minorHAnsi"/>
          <w:position w:val="-2"/>
          <w:szCs w:val="20"/>
        </w:rPr>
        <w:t>z</w:t>
      </w:r>
      <w:r w:rsidRPr="0025180B">
        <w:rPr>
          <w:rFonts w:asciiTheme="minorHAnsi" w:hAnsiTheme="minorHAnsi" w:cstheme="minorHAnsi"/>
          <w:position w:val="-2"/>
          <w:szCs w:val="20"/>
        </w:rPr>
        <w:t xml:space="preserve"> ustrezn</w:t>
      </w:r>
      <w:r>
        <w:rPr>
          <w:rFonts w:asciiTheme="minorHAnsi" w:hAnsiTheme="minorHAnsi" w:cstheme="minorHAnsi"/>
          <w:position w:val="-2"/>
          <w:szCs w:val="20"/>
        </w:rPr>
        <w:t>imi šivalnimi stroji za všitje sintetičnih vlaken v travnato površino nogometnega igrišča, kot jih zahteva naročnik za predmetno javno naročilo.</w:t>
      </w:r>
    </w:p>
    <w:p w14:paraId="560291B5" w14:textId="77777777" w:rsidR="00222466" w:rsidRPr="005A1C07" w:rsidRDefault="00222466" w:rsidP="00222466">
      <w:pPr>
        <w:pStyle w:val="Odstavekseznama"/>
        <w:ind w:left="510"/>
        <w:rPr>
          <w:rFonts w:ascii="Calibri" w:hAnsi="Calibri" w:cs="Calibri Light"/>
          <w:szCs w:val="20"/>
        </w:rPr>
      </w:pPr>
    </w:p>
    <w:p w14:paraId="3804452E" w14:textId="7B81FF23" w:rsidR="00222466" w:rsidRPr="005A1C07" w:rsidRDefault="00222466" w:rsidP="00222466">
      <w:pPr>
        <w:ind w:left="567"/>
        <w:rPr>
          <w:rFonts w:ascii="Calibri" w:hAnsi="Calibri" w:cs="Calibri Light"/>
          <w:szCs w:val="20"/>
        </w:rPr>
      </w:pPr>
    </w:p>
    <w:p w14:paraId="16DED4B9" w14:textId="77777777" w:rsidR="00222466" w:rsidRDefault="00222466" w:rsidP="00222466">
      <w:pPr>
        <w:rPr>
          <w:rFonts w:ascii="Calibri" w:hAnsi="Calibri" w:cs="Calibri"/>
          <w:szCs w:val="20"/>
        </w:rPr>
      </w:pPr>
    </w:p>
    <w:p w14:paraId="7D937CF8" w14:textId="77777777" w:rsidR="00222466" w:rsidRDefault="00222466" w:rsidP="00222466">
      <w:pPr>
        <w:rPr>
          <w:rFonts w:ascii="Calibri" w:hAnsi="Calibri" w:cs="Calibri"/>
          <w:szCs w:val="20"/>
        </w:rPr>
      </w:pPr>
    </w:p>
    <w:p w14:paraId="1E2E260A" w14:textId="77777777" w:rsidR="00222466" w:rsidRPr="005A1C07" w:rsidRDefault="00222466" w:rsidP="00222466">
      <w:pPr>
        <w:rPr>
          <w:rFonts w:ascii="Calibri" w:hAnsi="Calibri" w:cs="Calibri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22466" w:rsidRPr="009D65F7" w14:paraId="4B9DB060" w14:textId="77777777" w:rsidTr="006D370F">
        <w:trPr>
          <w:trHeight w:val="241"/>
        </w:trPr>
        <w:tc>
          <w:tcPr>
            <w:tcW w:w="3348" w:type="dxa"/>
          </w:tcPr>
          <w:p w14:paraId="6B760F7E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</w:p>
          <w:p w14:paraId="2B3D4804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69008303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53AF07D2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Ime in priimek odgovorne osebe:</w:t>
            </w:r>
          </w:p>
          <w:p w14:paraId="7CCBD52F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32BE5A5F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222466" w:rsidRPr="009D65F7" w14:paraId="332F5028" w14:textId="77777777" w:rsidTr="006D370F">
        <w:trPr>
          <w:trHeight w:val="483"/>
        </w:trPr>
        <w:tc>
          <w:tcPr>
            <w:tcW w:w="3348" w:type="dxa"/>
          </w:tcPr>
          <w:p w14:paraId="7B841FC0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16C2F087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4F92348C" w14:textId="77777777" w:rsidR="00222466" w:rsidRPr="009D65F7" w:rsidRDefault="00222466" w:rsidP="006D370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36F6BFF8" w14:textId="77777777" w:rsidR="00222466" w:rsidRPr="009D65F7" w:rsidRDefault="00222466" w:rsidP="006D370F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</w:p>
        </w:tc>
      </w:tr>
    </w:tbl>
    <w:p w14:paraId="151F775D" w14:textId="77777777" w:rsidR="00222466" w:rsidRDefault="00222466" w:rsidP="002D28C6">
      <w:pPr>
        <w:rPr>
          <w:rFonts w:ascii="Calibri" w:hAnsi="Calibri" w:cs="Calibri Light"/>
          <w:szCs w:val="20"/>
        </w:rPr>
      </w:pPr>
    </w:p>
    <w:p w14:paraId="05BE5164" w14:textId="77777777" w:rsidR="00222466" w:rsidRDefault="00222466" w:rsidP="002D28C6">
      <w:pPr>
        <w:rPr>
          <w:rFonts w:ascii="Calibri" w:hAnsi="Calibri" w:cs="Calibri Light"/>
          <w:szCs w:val="20"/>
        </w:rPr>
      </w:pPr>
    </w:p>
    <w:p w14:paraId="63BDAF23" w14:textId="77777777" w:rsidR="006C1D5B" w:rsidRDefault="006C1D5B" w:rsidP="002D28C6">
      <w:pPr>
        <w:rPr>
          <w:rFonts w:ascii="Calibri" w:hAnsi="Calibri" w:cs="Calibri Light"/>
          <w:szCs w:val="20"/>
        </w:rPr>
      </w:pPr>
    </w:p>
    <w:p w14:paraId="3C7986FA" w14:textId="77777777" w:rsidR="008F3C3C" w:rsidRDefault="008F3C3C">
      <w:pPr>
        <w:spacing w:line="240" w:lineRule="auto"/>
        <w:jc w:val="left"/>
        <w:rPr>
          <w:rFonts w:ascii="Calibri" w:hAnsi="Calibri" w:cs="Calibri Light"/>
          <w:szCs w:val="20"/>
        </w:rPr>
        <w:sectPr w:rsidR="008F3C3C" w:rsidSect="00222466">
          <w:headerReference w:type="default" r:id="rId39"/>
          <w:footerReference w:type="default" r:id="rId40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3BA6C869" w14:textId="77777777" w:rsidR="00A31EA3" w:rsidRDefault="00A31EA3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4D9BD931" w14:textId="79F4B3E8" w:rsidR="00520060" w:rsidRDefault="00520060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IZJAVA O IZPOLNJEVANJU TEHNIČNIH SPECIFIKACIJ</w:t>
      </w:r>
    </w:p>
    <w:p w14:paraId="4F60E104" w14:textId="4F418249" w:rsidR="00520060" w:rsidRPr="001944BF" w:rsidRDefault="00520060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(Sklop 1)</w:t>
      </w:r>
    </w:p>
    <w:p w14:paraId="6EE7FBD9" w14:textId="77777777" w:rsidR="00520060" w:rsidRPr="009D65F7" w:rsidRDefault="00520060" w:rsidP="00520060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54B5A5DF" w14:textId="77777777" w:rsidR="00520060" w:rsidRPr="00B44CB5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Cs w:val="20"/>
        </w:rPr>
      </w:pPr>
    </w:p>
    <w:p w14:paraId="57A94788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142A1F59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2F01653C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639588B5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7AAA86C1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B0095BE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59A12A2" w14:textId="041FDD8E" w:rsidR="00520060" w:rsidRPr="00520060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szCs w:val="20"/>
        </w:rPr>
        <w:t xml:space="preserve">v okviru javnega naročila </w:t>
      </w:r>
      <w:r w:rsidRPr="00B44CB5">
        <w:rPr>
          <w:rFonts w:asciiTheme="minorHAnsi" w:hAnsiTheme="minorHAnsi" w:cstheme="minorHAnsi"/>
          <w:color w:val="000000"/>
          <w:szCs w:val="20"/>
        </w:rPr>
        <w:t>»</w:t>
      </w:r>
      <w:r>
        <w:rPr>
          <w:rFonts w:asciiTheme="minorHAnsi" w:hAnsiTheme="minorHAnsi" w:cstheme="minorHAnsi"/>
          <w:b/>
          <w:szCs w:val="20"/>
        </w:rPr>
        <w:t>Gradbena obnova nogometnega igrišča na Stadionu Stožice</w:t>
      </w:r>
      <w:r w:rsidRPr="00B44CB5">
        <w:rPr>
          <w:rFonts w:asciiTheme="minorHAnsi" w:hAnsiTheme="minorHAnsi" w:cstheme="minorHAnsi"/>
          <w:bCs/>
          <w:szCs w:val="20"/>
        </w:rPr>
        <w:t>«</w:t>
      </w:r>
      <w:r>
        <w:rPr>
          <w:rFonts w:asciiTheme="minorHAnsi" w:hAnsiTheme="minorHAnsi" w:cstheme="minorHAnsi"/>
          <w:bCs/>
          <w:szCs w:val="20"/>
        </w:rPr>
        <w:t xml:space="preserve"> </w:t>
      </w:r>
      <w:r>
        <w:rPr>
          <w:rFonts w:ascii="Calibri" w:hAnsi="Calibri" w:cs="Calibri"/>
          <w:szCs w:val="20"/>
        </w:rPr>
        <w:t>s</w:t>
      </w:r>
      <w:r w:rsidRPr="003E40B6">
        <w:rPr>
          <w:rFonts w:ascii="Calibri" w:hAnsi="Calibri" w:cs="Calibri"/>
          <w:szCs w:val="20"/>
        </w:rPr>
        <w:t xml:space="preserve"> podpisom te izjave pod kazensko in materialno odgovornostjo izjavljamo, da:</w:t>
      </w:r>
    </w:p>
    <w:p w14:paraId="32C9C990" w14:textId="77777777" w:rsidR="00520060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</w:p>
    <w:p w14:paraId="024664C5" w14:textId="24DC49EA" w:rsidR="00520060" w:rsidRPr="00287E54" w:rsidRDefault="00520060" w:rsidP="00520060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ponudba, ki jo podajamo v okviru predmetnega </w:t>
      </w:r>
      <w:r w:rsidRPr="00287E54">
        <w:rPr>
          <w:rFonts w:asciiTheme="minorHAnsi" w:hAnsiTheme="minorHAnsi" w:cstheme="minorHAnsi"/>
          <w:szCs w:val="20"/>
        </w:rPr>
        <w:t xml:space="preserve">javnega naročila </w:t>
      </w:r>
      <w:r>
        <w:rPr>
          <w:rFonts w:asciiTheme="minorHAnsi" w:hAnsiTheme="minorHAnsi" w:cstheme="minorHAnsi"/>
          <w:bCs/>
          <w:szCs w:val="20"/>
        </w:rPr>
        <w:t>izpolnjuje vse minimalne tehnične zahteve naročnika, zahtevane z razpisno dokumentacijo;</w:t>
      </w:r>
    </w:p>
    <w:p w14:paraId="619489AB" w14:textId="77777777" w:rsidR="00520060" w:rsidRPr="00287E54" w:rsidRDefault="00520060" w:rsidP="00520060">
      <w:pPr>
        <w:pStyle w:val="Odstavekseznama"/>
        <w:autoSpaceDE w:val="0"/>
        <w:autoSpaceDN w:val="0"/>
        <w:adjustRightInd w:val="0"/>
        <w:spacing w:line="240" w:lineRule="auto"/>
        <w:ind w:left="510"/>
        <w:rPr>
          <w:rFonts w:asciiTheme="minorHAnsi" w:hAnsiTheme="minorHAnsi" w:cstheme="minorHAnsi"/>
          <w:szCs w:val="20"/>
        </w:rPr>
      </w:pPr>
    </w:p>
    <w:p w14:paraId="1A72567E" w14:textId="688D081B" w:rsidR="00520060" w:rsidRPr="001D7304" w:rsidRDefault="00520060" w:rsidP="00520060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da bomo v primeru izbora v postopku predmetnega javnega naročila </w:t>
      </w:r>
      <w:r>
        <w:rPr>
          <w:rFonts w:asciiTheme="minorHAnsi" w:hAnsiTheme="minorHAnsi" w:cstheme="minorHAnsi"/>
          <w:bCs/>
          <w:szCs w:val="20"/>
        </w:rPr>
        <w:t>pri izvedbi del izpolnili vse minimalne tehnične zahteve naročnika in tudi uporabili material in blago, ki izpolnjuje tehnične zahteve naročnika;</w:t>
      </w:r>
    </w:p>
    <w:p w14:paraId="2F6CE36F" w14:textId="77777777" w:rsidR="00520060" w:rsidRPr="00971798" w:rsidRDefault="00520060" w:rsidP="00971798">
      <w:pPr>
        <w:rPr>
          <w:rFonts w:asciiTheme="minorHAnsi" w:hAnsiTheme="minorHAnsi" w:cstheme="minorHAnsi"/>
          <w:szCs w:val="20"/>
        </w:rPr>
      </w:pPr>
    </w:p>
    <w:p w14:paraId="1BC1C6EA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73F8C1C4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292E7657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767E9E13" w14:textId="77777777" w:rsidR="00520060" w:rsidRPr="003E40B6" w:rsidRDefault="00520060" w:rsidP="00520060">
      <w:pPr>
        <w:rPr>
          <w:rFonts w:asciiTheme="minorHAnsi" w:hAnsiTheme="minorHAnsi" w:cstheme="minorHAnsi"/>
          <w:szCs w:val="20"/>
          <w:lang w:eastAsia="sl-SI"/>
        </w:rPr>
      </w:pPr>
      <w:r w:rsidRPr="003E40B6">
        <w:rPr>
          <w:rFonts w:asciiTheme="minorHAnsi" w:hAnsiTheme="minorHAnsi" w:cstheme="minorHAnsi"/>
          <w:szCs w:val="20"/>
        </w:rPr>
        <w:t xml:space="preserve">Kraj: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3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Ime in priimek odgovorne osebe:</w:t>
      </w:r>
    </w:p>
    <w:p w14:paraId="72834120" w14:textId="77777777" w:rsidR="00520060" w:rsidRPr="003E40B6" w:rsidRDefault="00520060" w:rsidP="00520060">
      <w:pPr>
        <w:ind w:left="4248" w:firstLine="708"/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</w:p>
    <w:p w14:paraId="30665D24" w14:textId="77777777" w:rsidR="00520060" w:rsidRPr="003E40B6" w:rsidRDefault="00520060" w:rsidP="00520060">
      <w:pPr>
        <w:rPr>
          <w:rFonts w:asciiTheme="minorHAnsi" w:hAnsiTheme="minorHAnsi" w:cstheme="minorHAnsi"/>
          <w:szCs w:val="20"/>
          <w:highlight w:val="yellow"/>
        </w:rPr>
      </w:pPr>
    </w:p>
    <w:p w14:paraId="620FF2EF" w14:textId="77777777" w:rsidR="00520060" w:rsidRPr="003E40B6" w:rsidRDefault="00520060" w:rsidP="00520060">
      <w:pPr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t>Datum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 xml:space="preserve">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39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________________________</w:t>
      </w:r>
    </w:p>
    <w:p w14:paraId="18E7B842" w14:textId="77777777" w:rsidR="00520060" w:rsidRPr="003E40B6" w:rsidRDefault="00520060" w:rsidP="00520060">
      <w:pPr>
        <w:ind w:left="4248" w:firstLine="708"/>
        <w:rPr>
          <w:rFonts w:asciiTheme="minorHAnsi" w:hAnsiTheme="minorHAnsi" w:cstheme="minorHAnsi"/>
          <w:szCs w:val="20"/>
          <w:highlight w:val="yellow"/>
        </w:rPr>
      </w:pPr>
      <w:r w:rsidRPr="003E40B6">
        <w:rPr>
          <w:rFonts w:asciiTheme="minorHAnsi" w:hAnsiTheme="minorHAnsi" w:cstheme="minorHAnsi"/>
          <w:szCs w:val="20"/>
        </w:rPr>
        <w:t>Podpis odgovorne osebe</w:t>
      </w:r>
    </w:p>
    <w:p w14:paraId="267EF7E5" w14:textId="033C5445" w:rsidR="00A31A7A" w:rsidRDefault="00A31A7A">
      <w:pPr>
        <w:spacing w:line="240" w:lineRule="auto"/>
        <w:jc w:val="left"/>
        <w:rPr>
          <w:rFonts w:ascii="Calibri" w:hAnsi="Calibri" w:cs="Calibri Light"/>
          <w:b/>
          <w:bCs/>
          <w:szCs w:val="20"/>
        </w:rPr>
      </w:pPr>
    </w:p>
    <w:p w14:paraId="211B7C19" w14:textId="77777777" w:rsidR="00520060" w:rsidRDefault="00520060">
      <w:pPr>
        <w:spacing w:line="240" w:lineRule="auto"/>
        <w:jc w:val="left"/>
        <w:rPr>
          <w:rFonts w:ascii="Calibri" w:hAnsi="Calibri" w:cs="Calibri Light"/>
          <w:b/>
          <w:bCs/>
          <w:szCs w:val="20"/>
        </w:rPr>
        <w:sectPr w:rsidR="00520060" w:rsidSect="008E5280">
          <w:headerReference w:type="default" r:id="rId41"/>
          <w:footerReference w:type="default" r:id="rId42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3FF0F4B5" w14:textId="77777777" w:rsidR="00971798" w:rsidRDefault="00971798" w:rsidP="00971798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E8A337" w14:textId="77777777" w:rsidR="00971798" w:rsidRDefault="00971798" w:rsidP="00971798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IZJAVA O IZPOLNJEVANJU TEHNIČNIH SPECIFIKACIJ</w:t>
      </w:r>
    </w:p>
    <w:p w14:paraId="0CCA3832" w14:textId="56CD86E8" w:rsidR="00971798" w:rsidRPr="001944BF" w:rsidRDefault="00971798" w:rsidP="00971798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(Sklop </w:t>
      </w:r>
      <w:r w:rsidR="00E33B5A">
        <w:rPr>
          <w:rFonts w:asciiTheme="minorHAnsi" w:hAnsiTheme="minorHAnsi" w:cstheme="minorHAnsi"/>
          <w:b/>
          <w:bCs/>
          <w:caps/>
          <w:sz w:val="24"/>
          <w:szCs w:val="24"/>
        </w:rPr>
        <w:t>2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)</w:t>
      </w:r>
    </w:p>
    <w:p w14:paraId="44DA8704" w14:textId="77777777" w:rsidR="00971798" w:rsidRPr="009D65F7" w:rsidRDefault="00971798" w:rsidP="00971798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0E7A8EC8" w14:textId="77777777" w:rsidR="00971798" w:rsidRPr="00B44CB5" w:rsidRDefault="00971798" w:rsidP="0097179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Cs w:val="20"/>
        </w:rPr>
      </w:pPr>
    </w:p>
    <w:p w14:paraId="0EC43878" w14:textId="77777777" w:rsidR="00971798" w:rsidRPr="003E40B6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18B714B6" w14:textId="77777777" w:rsidR="00971798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42A237AC" w14:textId="77777777" w:rsidR="00971798" w:rsidRPr="003E40B6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643EAC1B" w14:textId="77777777" w:rsidR="00971798" w:rsidRPr="003E40B6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535D73DB" w14:textId="77777777" w:rsidR="00971798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43326F8D" w14:textId="77777777" w:rsidR="00971798" w:rsidRDefault="00971798" w:rsidP="00971798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00EE49A5" w14:textId="77777777" w:rsidR="00971798" w:rsidRPr="00520060" w:rsidRDefault="00971798" w:rsidP="0097179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szCs w:val="20"/>
        </w:rPr>
        <w:t xml:space="preserve">v okviru javnega naročila </w:t>
      </w:r>
      <w:r w:rsidRPr="00B44CB5">
        <w:rPr>
          <w:rFonts w:asciiTheme="minorHAnsi" w:hAnsiTheme="minorHAnsi" w:cstheme="minorHAnsi"/>
          <w:color w:val="000000"/>
          <w:szCs w:val="20"/>
        </w:rPr>
        <w:t>»</w:t>
      </w:r>
      <w:r>
        <w:rPr>
          <w:rFonts w:asciiTheme="minorHAnsi" w:hAnsiTheme="minorHAnsi" w:cstheme="minorHAnsi"/>
          <w:b/>
          <w:szCs w:val="20"/>
        </w:rPr>
        <w:t>Gradbena obnova nogometnega igrišča na Stadionu Stožice</w:t>
      </w:r>
      <w:r w:rsidRPr="00B44CB5">
        <w:rPr>
          <w:rFonts w:asciiTheme="minorHAnsi" w:hAnsiTheme="minorHAnsi" w:cstheme="minorHAnsi"/>
          <w:bCs/>
          <w:szCs w:val="20"/>
        </w:rPr>
        <w:t>«</w:t>
      </w:r>
      <w:r>
        <w:rPr>
          <w:rFonts w:asciiTheme="minorHAnsi" w:hAnsiTheme="minorHAnsi" w:cstheme="minorHAnsi"/>
          <w:bCs/>
          <w:szCs w:val="20"/>
        </w:rPr>
        <w:t xml:space="preserve"> </w:t>
      </w:r>
      <w:r>
        <w:rPr>
          <w:rFonts w:ascii="Calibri" w:hAnsi="Calibri" w:cs="Calibri"/>
          <w:szCs w:val="20"/>
        </w:rPr>
        <w:t>s</w:t>
      </w:r>
      <w:r w:rsidRPr="003E40B6">
        <w:rPr>
          <w:rFonts w:ascii="Calibri" w:hAnsi="Calibri" w:cs="Calibri"/>
          <w:szCs w:val="20"/>
        </w:rPr>
        <w:t xml:space="preserve"> podpisom te izjave pod kazensko in materialno odgovornostjo izjavljamo, da:</w:t>
      </w:r>
    </w:p>
    <w:p w14:paraId="508BF51D" w14:textId="77777777" w:rsidR="00971798" w:rsidRDefault="00971798" w:rsidP="0097179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</w:p>
    <w:p w14:paraId="24473FE4" w14:textId="77777777" w:rsidR="00971798" w:rsidRPr="00287E54" w:rsidRDefault="00971798" w:rsidP="00971798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ponudba, ki jo podajamo v okviru predmetnega </w:t>
      </w:r>
      <w:r w:rsidRPr="00287E54">
        <w:rPr>
          <w:rFonts w:asciiTheme="minorHAnsi" w:hAnsiTheme="minorHAnsi" w:cstheme="minorHAnsi"/>
          <w:szCs w:val="20"/>
        </w:rPr>
        <w:t xml:space="preserve">javnega naročila </w:t>
      </w:r>
      <w:r>
        <w:rPr>
          <w:rFonts w:asciiTheme="minorHAnsi" w:hAnsiTheme="minorHAnsi" w:cstheme="minorHAnsi"/>
          <w:bCs/>
          <w:szCs w:val="20"/>
        </w:rPr>
        <w:t>izpolnjuje vse minimalne tehnične zahteve naročnika, zahtevane z razpisno dokumentacijo;</w:t>
      </w:r>
    </w:p>
    <w:p w14:paraId="5C6AD169" w14:textId="77777777" w:rsidR="00971798" w:rsidRPr="00287E54" w:rsidRDefault="00971798" w:rsidP="00971798">
      <w:pPr>
        <w:pStyle w:val="Odstavekseznama"/>
        <w:autoSpaceDE w:val="0"/>
        <w:autoSpaceDN w:val="0"/>
        <w:adjustRightInd w:val="0"/>
        <w:spacing w:line="240" w:lineRule="auto"/>
        <w:ind w:left="510"/>
        <w:rPr>
          <w:rFonts w:asciiTheme="minorHAnsi" w:hAnsiTheme="minorHAnsi" w:cstheme="minorHAnsi"/>
          <w:szCs w:val="20"/>
        </w:rPr>
      </w:pPr>
    </w:p>
    <w:p w14:paraId="08F0A335" w14:textId="77777777" w:rsidR="00971798" w:rsidRPr="001D7304" w:rsidRDefault="00971798" w:rsidP="00971798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da bomo v primeru izbora v postopku predmetnega javnega naročila </w:t>
      </w:r>
      <w:r>
        <w:rPr>
          <w:rFonts w:asciiTheme="minorHAnsi" w:hAnsiTheme="minorHAnsi" w:cstheme="minorHAnsi"/>
          <w:bCs/>
          <w:szCs w:val="20"/>
        </w:rPr>
        <w:t>pri izvedbi del izpolnili vse minimalne tehnične zahteve naročnika in tudi uporabili material in blago, ki izpolnjuje tehnične zahteve naročnika;</w:t>
      </w:r>
    </w:p>
    <w:p w14:paraId="12B1D79D" w14:textId="77777777" w:rsidR="00971798" w:rsidRPr="001D7304" w:rsidRDefault="00971798" w:rsidP="00971798">
      <w:pPr>
        <w:pStyle w:val="Odstavekseznama"/>
        <w:rPr>
          <w:rFonts w:asciiTheme="minorHAnsi" w:hAnsiTheme="minorHAnsi" w:cstheme="minorHAnsi"/>
          <w:szCs w:val="20"/>
        </w:rPr>
      </w:pPr>
    </w:p>
    <w:p w14:paraId="4BA94DB8" w14:textId="067F0326" w:rsidR="00971798" w:rsidRDefault="00971798" w:rsidP="00971798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da ponujena travna ruša izpolnjuje minimalne tehnične zahteve naročnika,</w:t>
      </w:r>
    </w:p>
    <w:p w14:paraId="4D0C1881" w14:textId="77777777" w:rsidR="00971798" w:rsidRPr="00971798" w:rsidRDefault="00971798" w:rsidP="00971798">
      <w:pPr>
        <w:pStyle w:val="Odstavekseznama"/>
        <w:rPr>
          <w:rFonts w:asciiTheme="minorHAnsi" w:hAnsiTheme="minorHAnsi" w:cstheme="minorHAnsi"/>
          <w:szCs w:val="20"/>
        </w:rPr>
      </w:pPr>
    </w:p>
    <w:p w14:paraId="4907D891" w14:textId="6507F16C" w:rsidR="00971798" w:rsidRPr="00287E54" w:rsidRDefault="00971798" w:rsidP="00971798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se strinjamo in dovoljujemo naročniku oz. njegovemu zunanjemu sodelavcu </w:t>
      </w:r>
      <w:r w:rsidRPr="0006786A">
        <w:rPr>
          <w:rFonts w:ascii="Calibri" w:hAnsi="Calibri"/>
        </w:rPr>
        <w:t>ProPitch Ltd</w:t>
      </w:r>
      <w:r>
        <w:rPr>
          <w:rFonts w:ascii="Calibri" w:hAnsi="Calibri"/>
        </w:rPr>
        <w:t xml:space="preserve">., da pri </w:t>
      </w:r>
      <w:r w:rsidR="00E33B5A">
        <w:rPr>
          <w:rFonts w:ascii="Calibri" w:hAnsi="Calibri"/>
        </w:rPr>
        <w:t xml:space="preserve">gojitelju travne ruše, ki jo ponujamo, </w:t>
      </w:r>
      <w:r w:rsidR="004F6F04">
        <w:rPr>
          <w:rFonts w:ascii="Calibri" w:hAnsi="Calibri"/>
        </w:rPr>
        <w:t xml:space="preserve">ali kjerkoli drugje, kjer se ponujena travna ruša nahaja, </w:t>
      </w:r>
      <w:r w:rsidR="00E33B5A">
        <w:rPr>
          <w:rFonts w:ascii="Calibri" w:hAnsi="Calibri"/>
        </w:rPr>
        <w:t>vzame vzorec ponujene travne ruše in izvede njeno ocenjevanje, kot je opredeljeno z razpisno dokumentacijo naročnika.</w:t>
      </w:r>
    </w:p>
    <w:p w14:paraId="391761B6" w14:textId="77777777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510C631A" w14:textId="1719C57A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Zavezujemo se, da bomo, če bo naročnik tako zahteval, slednjemu predložili tudi</w:t>
      </w:r>
      <w:r w:rsidR="00E33B5A">
        <w:rPr>
          <w:rFonts w:asciiTheme="minorHAnsi" w:hAnsiTheme="minorHAnsi" w:cstheme="minorHAnsi"/>
          <w:i/>
          <w:szCs w:val="20"/>
        </w:rPr>
        <w:t xml:space="preserve"> dodatna</w:t>
      </w:r>
      <w:r>
        <w:rPr>
          <w:rFonts w:asciiTheme="minorHAnsi" w:hAnsiTheme="minorHAnsi" w:cstheme="minorHAnsi"/>
          <w:i/>
          <w:szCs w:val="20"/>
        </w:rPr>
        <w:t xml:space="preserve"> </w:t>
      </w:r>
      <w:r w:rsidRPr="00F0400E">
        <w:rPr>
          <w:rFonts w:asciiTheme="minorHAnsi" w:hAnsiTheme="minorHAnsi" w:cstheme="minorHAnsi"/>
          <w:i/>
          <w:szCs w:val="20"/>
        </w:rPr>
        <w:t xml:space="preserve">dokazila, da </w:t>
      </w:r>
      <w:r>
        <w:rPr>
          <w:rFonts w:asciiTheme="minorHAnsi" w:hAnsiTheme="minorHAnsi" w:cstheme="minorHAnsi"/>
          <w:i/>
          <w:szCs w:val="20"/>
        </w:rPr>
        <w:t>ponujena travna ruša</w:t>
      </w:r>
      <w:r w:rsidRPr="00520060">
        <w:t xml:space="preserve"> </w:t>
      </w:r>
      <w:r w:rsidRPr="00520060">
        <w:rPr>
          <w:rFonts w:asciiTheme="minorHAnsi" w:hAnsiTheme="minorHAnsi" w:cstheme="minorHAnsi"/>
          <w:i/>
          <w:szCs w:val="20"/>
        </w:rPr>
        <w:t>izpolnjuje minimalne tehnične zahteve naročnika</w:t>
      </w:r>
      <w:r w:rsidRPr="00F0400E">
        <w:rPr>
          <w:rFonts w:asciiTheme="minorHAnsi" w:hAnsiTheme="minorHAnsi" w:cstheme="minorHAnsi"/>
          <w:i/>
          <w:szCs w:val="20"/>
        </w:rPr>
        <w:t xml:space="preserve">. </w:t>
      </w:r>
    </w:p>
    <w:p w14:paraId="6342AA12" w14:textId="77777777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0F835546" w14:textId="63A7A675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Seznanjeni smo, da v kolikor bi</w:t>
      </w:r>
      <w:r w:rsidR="00E33B5A">
        <w:rPr>
          <w:rFonts w:asciiTheme="minorHAnsi" w:hAnsiTheme="minorHAnsi" w:cstheme="minorHAnsi"/>
          <w:i/>
          <w:szCs w:val="20"/>
        </w:rPr>
        <w:t xml:space="preserve"> ocena naročnika oz. zunanjega sodelavca naročnika ali če bi </w:t>
      </w:r>
      <w:r>
        <w:rPr>
          <w:rFonts w:asciiTheme="minorHAnsi" w:hAnsiTheme="minorHAnsi" w:cstheme="minorHAnsi"/>
          <w:i/>
          <w:szCs w:val="20"/>
        </w:rPr>
        <w:t xml:space="preserve"> sejalna in/ali kemijska analiza pokazala, da ponujena travna ruša ne izpolnjuje minimalnih tehničnih zahtev naročnika, bo naša ponudba izločena kot nedopustna.</w:t>
      </w:r>
    </w:p>
    <w:p w14:paraId="3C6B2503" w14:textId="77777777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7577C1F9" w14:textId="77777777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0E595E27" w14:textId="77777777" w:rsidR="00971798" w:rsidRDefault="00971798" w:rsidP="00971798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157DB8D7" w14:textId="77777777" w:rsidR="00971798" w:rsidRPr="003E40B6" w:rsidRDefault="00971798" w:rsidP="00971798">
      <w:pPr>
        <w:rPr>
          <w:rFonts w:asciiTheme="minorHAnsi" w:hAnsiTheme="minorHAnsi" w:cstheme="minorHAnsi"/>
          <w:szCs w:val="20"/>
          <w:lang w:eastAsia="sl-SI"/>
        </w:rPr>
      </w:pPr>
      <w:r w:rsidRPr="003E40B6">
        <w:rPr>
          <w:rFonts w:asciiTheme="minorHAnsi" w:hAnsiTheme="minorHAnsi" w:cstheme="minorHAnsi"/>
          <w:szCs w:val="20"/>
        </w:rPr>
        <w:t xml:space="preserve">Kraj: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3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Ime in priimek odgovorne osebe:</w:t>
      </w:r>
    </w:p>
    <w:p w14:paraId="1328CC33" w14:textId="77777777" w:rsidR="00971798" w:rsidRPr="003E40B6" w:rsidRDefault="00971798" w:rsidP="00971798">
      <w:pPr>
        <w:ind w:left="4248" w:firstLine="708"/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</w:p>
    <w:p w14:paraId="1F2E8DEE" w14:textId="77777777" w:rsidR="00971798" w:rsidRPr="003E40B6" w:rsidRDefault="00971798" w:rsidP="00971798">
      <w:pPr>
        <w:rPr>
          <w:rFonts w:asciiTheme="minorHAnsi" w:hAnsiTheme="minorHAnsi" w:cstheme="minorHAnsi"/>
          <w:szCs w:val="20"/>
          <w:highlight w:val="yellow"/>
        </w:rPr>
      </w:pPr>
    </w:p>
    <w:p w14:paraId="5807AF4A" w14:textId="77777777" w:rsidR="00971798" w:rsidRPr="003E40B6" w:rsidRDefault="00971798" w:rsidP="00971798">
      <w:pPr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t>Datum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 xml:space="preserve">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39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________________________</w:t>
      </w:r>
    </w:p>
    <w:p w14:paraId="521B3CB4" w14:textId="39DC7CD4" w:rsidR="00971798" w:rsidRDefault="00971798" w:rsidP="00971798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3E40B6">
        <w:rPr>
          <w:rFonts w:asciiTheme="minorHAnsi" w:hAnsiTheme="minorHAnsi" w:cstheme="minorHAnsi"/>
          <w:szCs w:val="20"/>
        </w:rPr>
        <w:t>Podpis odgovorne osebe</w:t>
      </w:r>
    </w:p>
    <w:p w14:paraId="344C86E5" w14:textId="77777777" w:rsidR="00971798" w:rsidRDefault="00971798" w:rsidP="004F6F04">
      <w:pPr>
        <w:pStyle w:val="Natevanjestevilkami2"/>
      </w:pPr>
      <w:r>
        <w:br w:type="page"/>
      </w:r>
    </w:p>
    <w:p w14:paraId="446D21C6" w14:textId="77777777" w:rsidR="00A31EA3" w:rsidRDefault="00A31EA3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03DB0796" w14:textId="096DBDE9" w:rsidR="00520060" w:rsidRDefault="00520060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IZJAVA O IZPOLNJEVANJU TEHNIČNIH SPECIFIKACIJ</w:t>
      </w:r>
    </w:p>
    <w:p w14:paraId="04BEB96C" w14:textId="06B28352" w:rsidR="00520060" w:rsidRPr="001944BF" w:rsidRDefault="00520060" w:rsidP="00520060">
      <w:pPr>
        <w:spacing w:line="240" w:lineRule="auto"/>
        <w:ind w:right="4"/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(Sklop </w:t>
      </w:r>
      <w:r w:rsidR="00E33B5A">
        <w:rPr>
          <w:rFonts w:asciiTheme="minorHAnsi" w:hAnsiTheme="minorHAnsi" w:cstheme="minorHAnsi"/>
          <w:b/>
          <w:bCs/>
          <w:caps/>
          <w:sz w:val="24"/>
          <w:szCs w:val="24"/>
        </w:rPr>
        <w:t>3</w:t>
      </w:r>
      <w:r>
        <w:rPr>
          <w:rFonts w:asciiTheme="minorHAnsi" w:hAnsiTheme="minorHAnsi" w:cstheme="minorHAnsi"/>
          <w:b/>
          <w:bCs/>
          <w:caps/>
          <w:sz w:val="24"/>
          <w:szCs w:val="24"/>
        </w:rPr>
        <w:t>)</w:t>
      </w:r>
    </w:p>
    <w:p w14:paraId="23DC12FE" w14:textId="77777777" w:rsidR="00520060" w:rsidRPr="009D65F7" w:rsidRDefault="00520060" w:rsidP="00520060">
      <w:pPr>
        <w:pStyle w:val="HTML-oblikovano"/>
        <w:jc w:val="center"/>
        <w:rPr>
          <w:rFonts w:ascii="Calibri" w:hAnsi="Calibri" w:cs="Calibri Light"/>
          <w:b/>
          <w:sz w:val="20"/>
          <w:szCs w:val="20"/>
        </w:rPr>
      </w:pPr>
    </w:p>
    <w:p w14:paraId="4CD15AF0" w14:textId="77777777" w:rsidR="00520060" w:rsidRPr="00B44CB5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Cs w:val="20"/>
        </w:rPr>
      </w:pPr>
    </w:p>
    <w:p w14:paraId="169A79AA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 xml:space="preserve">Naziv gospodarskega subjekta: </w:t>
      </w:r>
      <w:r w:rsidRPr="003E40B6">
        <w:rPr>
          <w:rFonts w:asciiTheme="minorHAnsi" w:hAnsiTheme="minorHAnsi" w:cstheme="minorHAnsi"/>
          <w:bCs/>
          <w:iCs/>
          <w:sz w:val="22"/>
        </w:rPr>
        <w:tab/>
        <w:t>____________________________________________________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3F3A2562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4B8E40A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4111964" w14:textId="77777777" w:rsidR="00520060" w:rsidRPr="003E40B6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  <w:r w:rsidRPr="003E40B6">
        <w:rPr>
          <w:rFonts w:asciiTheme="minorHAnsi" w:hAnsiTheme="minorHAnsi" w:cstheme="minorHAnsi"/>
          <w:bCs/>
          <w:iCs/>
          <w:sz w:val="22"/>
        </w:rPr>
        <w:t>Sedež (naslov) gospodarskega subjekta: _____________________________________________</w:t>
      </w:r>
      <w:r>
        <w:rPr>
          <w:rFonts w:asciiTheme="minorHAnsi" w:hAnsiTheme="minorHAnsi" w:cstheme="minorHAnsi"/>
          <w:bCs/>
          <w:iCs/>
          <w:sz w:val="22"/>
        </w:rPr>
        <w:t>___</w:t>
      </w:r>
    </w:p>
    <w:p w14:paraId="0F07EF4B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3E73BB2E" w14:textId="77777777" w:rsidR="00520060" w:rsidRDefault="00520060" w:rsidP="00520060">
      <w:pPr>
        <w:pStyle w:val="Glava"/>
        <w:rPr>
          <w:rFonts w:asciiTheme="minorHAnsi" w:hAnsiTheme="minorHAnsi" w:cstheme="minorHAnsi"/>
          <w:bCs/>
          <w:iCs/>
          <w:sz w:val="22"/>
        </w:rPr>
      </w:pPr>
    </w:p>
    <w:p w14:paraId="78E0B09E" w14:textId="77777777" w:rsidR="00520060" w:rsidRPr="00520060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szCs w:val="20"/>
        </w:rPr>
        <w:t xml:space="preserve">v okviru javnega naročila </w:t>
      </w:r>
      <w:r w:rsidRPr="00B44CB5">
        <w:rPr>
          <w:rFonts w:asciiTheme="minorHAnsi" w:hAnsiTheme="minorHAnsi" w:cstheme="minorHAnsi"/>
          <w:color w:val="000000"/>
          <w:szCs w:val="20"/>
        </w:rPr>
        <w:t>»</w:t>
      </w:r>
      <w:r>
        <w:rPr>
          <w:rFonts w:asciiTheme="minorHAnsi" w:hAnsiTheme="minorHAnsi" w:cstheme="minorHAnsi"/>
          <w:b/>
          <w:szCs w:val="20"/>
        </w:rPr>
        <w:t>Gradbena obnova nogometnega igrišča na Stadionu Stožice</w:t>
      </w:r>
      <w:r w:rsidRPr="00B44CB5">
        <w:rPr>
          <w:rFonts w:asciiTheme="minorHAnsi" w:hAnsiTheme="minorHAnsi" w:cstheme="minorHAnsi"/>
          <w:bCs/>
          <w:szCs w:val="20"/>
        </w:rPr>
        <w:t>«</w:t>
      </w:r>
      <w:r>
        <w:rPr>
          <w:rFonts w:asciiTheme="minorHAnsi" w:hAnsiTheme="minorHAnsi" w:cstheme="minorHAnsi"/>
          <w:bCs/>
          <w:szCs w:val="20"/>
        </w:rPr>
        <w:t xml:space="preserve"> </w:t>
      </w:r>
      <w:r>
        <w:rPr>
          <w:rFonts w:ascii="Calibri" w:hAnsi="Calibri" w:cs="Calibri"/>
          <w:szCs w:val="20"/>
        </w:rPr>
        <w:t>s</w:t>
      </w:r>
      <w:r w:rsidRPr="003E40B6">
        <w:rPr>
          <w:rFonts w:ascii="Calibri" w:hAnsi="Calibri" w:cs="Calibri"/>
          <w:szCs w:val="20"/>
        </w:rPr>
        <w:t xml:space="preserve"> podpisom te izjave pod kazensko in materialno odgovornostjo izjavljamo, da:</w:t>
      </w:r>
    </w:p>
    <w:p w14:paraId="5EE4A697" w14:textId="77777777" w:rsidR="00520060" w:rsidRDefault="00520060" w:rsidP="005200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</w:p>
    <w:p w14:paraId="04D7DF2D" w14:textId="77777777" w:rsidR="00520060" w:rsidRPr="00287E54" w:rsidRDefault="00520060" w:rsidP="00520060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ponudba, ki jo podajamo v okviru predmetnega </w:t>
      </w:r>
      <w:r w:rsidRPr="00287E54">
        <w:rPr>
          <w:rFonts w:asciiTheme="minorHAnsi" w:hAnsiTheme="minorHAnsi" w:cstheme="minorHAnsi"/>
          <w:szCs w:val="20"/>
        </w:rPr>
        <w:t xml:space="preserve">javnega naročila </w:t>
      </w:r>
      <w:r>
        <w:rPr>
          <w:rFonts w:asciiTheme="minorHAnsi" w:hAnsiTheme="minorHAnsi" w:cstheme="minorHAnsi"/>
          <w:bCs/>
          <w:szCs w:val="20"/>
        </w:rPr>
        <w:t>izpolnjuje vse minimalne tehnične zahteve naročnika, zahtevane z razpisno dokumentacijo;</w:t>
      </w:r>
    </w:p>
    <w:p w14:paraId="68997F89" w14:textId="77777777" w:rsidR="00520060" w:rsidRPr="00287E54" w:rsidRDefault="00520060" w:rsidP="00520060">
      <w:pPr>
        <w:pStyle w:val="Odstavekseznama"/>
        <w:autoSpaceDE w:val="0"/>
        <w:autoSpaceDN w:val="0"/>
        <w:adjustRightInd w:val="0"/>
        <w:spacing w:line="240" w:lineRule="auto"/>
        <w:ind w:left="510"/>
        <w:rPr>
          <w:rFonts w:asciiTheme="minorHAnsi" w:hAnsiTheme="minorHAnsi" w:cstheme="minorHAnsi"/>
          <w:szCs w:val="20"/>
        </w:rPr>
      </w:pPr>
    </w:p>
    <w:p w14:paraId="63BEA1D4" w14:textId="64ED188A" w:rsidR="00520060" w:rsidRPr="001D7304" w:rsidRDefault="00520060" w:rsidP="00520060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da bomo v primeru izbora v postopku predmetnega javnega naročila </w:t>
      </w:r>
      <w:r>
        <w:rPr>
          <w:rFonts w:asciiTheme="minorHAnsi" w:hAnsiTheme="minorHAnsi" w:cstheme="minorHAnsi"/>
          <w:bCs/>
          <w:szCs w:val="20"/>
        </w:rPr>
        <w:t>pri izvedbi del izpolnili vse minimalne tehnične zahteve naročnika in tudi uporabili sintetična vlakna, ki izpolnjuje tehnične zahteve naročnika;</w:t>
      </w:r>
    </w:p>
    <w:p w14:paraId="4355E1BA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6BD577B7" w14:textId="6837CC74" w:rsidR="00520060" w:rsidRPr="00520060" w:rsidRDefault="00520060" w:rsidP="00520060">
      <w:pPr>
        <w:pStyle w:val="Brezrazmikov"/>
        <w:rPr>
          <w:rFonts w:asciiTheme="minorHAnsi" w:hAnsiTheme="minorHAnsi" w:cstheme="minorHAnsi"/>
          <w:iCs/>
          <w:szCs w:val="20"/>
        </w:rPr>
      </w:pPr>
      <w:r>
        <w:rPr>
          <w:rFonts w:asciiTheme="minorHAnsi" w:hAnsiTheme="minorHAnsi" w:cstheme="minorHAnsi"/>
          <w:iCs/>
          <w:szCs w:val="20"/>
        </w:rPr>
        <w:t>Hkrati k tej izjavi prilagamo Poročilo</w:t>
      </w:r>
      <w:r w:rsidRPr="007F3F2D">
        <w:rPr>
          <w:rFonts w:ascii="Calibri" w:hAnsi="Calibri"/>
        </w:rPr>
        <w:t xml:space="preserve"> o preskusu, ki ga izda laboratorij, ki ga je akreditiral FIFA, o testiranju vlaken do staranja (5000 ur), ki kaže največjo spremembo natezne trdnosti 8 % po 5000 urah</w:t>
      </w:r>
      <w:r>
        <w:rPr>
          <w:rFonts w:asciiTheme="minorHAnsi" w:hAnsiTheme="minorHAnsi" w:cstheme="minorHAnsi"/>
          <w:i/>
          <w:szCs w:val="20"/>
        </w:rPr>
        <w:t>.</w:t>
      </w:r>
    </w:p>
    <w:p w14:paraId="775EA236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0481DFD7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0574F614" w14:textId="77777777" w:rsidR="00520060" w:rsidRDefault="00520060" w:rsidP="00520060">
      <w:pPr>
        <w:pStyle w:val="Brezrazmikov"/>
        <w:rPr>
          <w:rFonts w:asciiTheme="minorHAnsi" w:hAnsiTheme="minorHAnsi" w:cstheme="minorHAnsi"/>
          <w:i/>
          <w:szCs w:val="20"/>
        </w:rPr>
      </w:pPr>
    </w:p>
    <w:p w14:paraId="73110EDE" w14:textId="77777777" w:rsidR="00520060" w:rsidRPr="003E40B6" w:rsidRDefault="00520060" w:rsidP="00520060">
      <w:pPr>
        <w:rPr>
          <w:rFonts w:asciiTheme="minorHAnsi" w:hAnsiTheme="minorHAnsi" w:cstheme="minorHAnsi"/>
          <w:szCs w:val="20"/>
          <w:lang w:eastAsia="sl-SI"/>
        </w:rPr>
      </w:pPr>
      <w:r w:rsidRPr="003E40B6">
        <w:rPr>
          <w:rFonts w:asciiTheme="minorHAnsi" w:hAnsiTheme="minorHAnsi" w:cstheme="minorHAnsi"/>
          <w:szCs w:val="20"/>
        </w:rPr>
        <w:t xml:space="preserve">Kraj: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3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Ime in priimek odgovorne osebe:</w:t>
      </w:r>
    </w:p>
    <w:p w14:paraId="70743DED" w14:textId="77777777" w:rsidR="00520060" w:rsidRPr="003E40B6" w:rsidRDefault="00520060" w:rsidP="00520060">
      <w:pPr>
        <w:ind w:left="4248" w:firstLine="708"/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</w:p>
    <w:p w14:paraId="3678A0DD" w14:textId="77777777" w:rsidR="00520060" w:rsidRPr="003E40B6" w:rsidRDefault="00520060" w:rsidP="00520060">
      <w:pPr>
        <w:rPr>
          <w:rFonts w:asciiTheme="minorHAnsi" w:hAnsiTheme="minorHAnsi" w:cstheme="minorHAnsi"/>
          <w:szCs w:val="20"/>
          <w:highlight w:val="yellow"/>
        </w:rPr>
      </w:pPr>
    </w:p>
    <w:p w14:paraId="4CC00A30" w14:textId="77777777" w:rsidR="00520060" w:rsidRPr="003E40B6" w:rsidRDefault="00520060" w:rsidP="00520060">
      <w:pPr>
        <w:rPr>
          <w:rFonts w:asciiTheme="minorHAnsi" w:hAnsiTheme="minorHAnsi" w:cstheme="minorHAnsi"/>
          <w:szCs w:val="20"/>
        </w:rPr>
      </w:pPr>
      <w:r w:rsidRPr="003E40B6">
        <w:rPr>
          <w:rFonts w:asciiTheme="minorHAnsi" w:hAnsiTheme="minorHAnsi" w:cstheme="minorHAnsi"/>
          <w:szCs w:val="20"/>
        </w:rPr>
        <w:t>Datum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 xml:space="preserve">: </w:t>
      </w:r>
      <w:r w:rsidRPr="003E40B6">
        <w:rPr>
          <w:rFonts w:asciiTheme="minorHAnsi" w:hAnsiTheme="minorHAnsi" w:cstheme="minorHAnsi"/>
          <w:szCs w:val="20"/>
        </w:rPr>
        <w:fldChar w:fldCharType="begin">
          <w:ffData>
            <w:name w:val="Besedilo39"/>
            <w:enabled/>
            <w:calcOnExit w:val="0"/>
            <w:textInput/>
          </w:ffData>
        </w:fldChar>
      </w:r>
      <w:r w:rsidRPr="003E40B6">
        <w:rPr>
          <w:rFonts w:asciiTheme="minorHAnsi" w:hAnsiTheme="minorHAnsi" w:cstheme="minorHAnsi"/>
          <w:szCs w:val="20"/>
        </w:rPr>
        <w:instrText xml:space="preserve"> FORMTEXT </w:instrText>
      </w:r>
      <w:r w:rsidRPr="003E40B6">
        <w:rPr>
          <w:rFonts w:asciiTheme="minorHAnsi" w:hAnsiTheme="minorHAnsi" w:cstheme="minorHAnsi"/>
          <w:szCs w:val="20"/>
        </w:rPr>
      </w:r>
      <w:r w:rsidRPr="003E40B6">
        <w:rPr>
          <w:rFonts w:asciiTheme="minorHAnsi" w:hAnsiTheme="minorHAnsi" w:cstheme="minorHAnsi"/>
          <w:szCs w:val="20"/>
        </w:rPr>
        <w:fldChar w:fldCharType="separate"/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t> </w:t>
      </w:r>
      <w:r w:rsidRPr="003E40B6">
        <w:rPr>
          <w:rFonts w:asciiTheme="minorHAnsi" w:hAnsiTheme="minorHAnsi" w:cstheme="minorHAnsi"/>
          <w:szCs w:val="20"/>
        </w:rPr>
        <w:fldChar w:fldCharType="end"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</w:r>
      <w:r w:rsidRPr="003E40B6">
        <w:rPr>
          <w:rFonts w:asciiTheme="minorHAnsi" w:hAnsiTheme="minorHAnsi" w:cstheme="minorHAnsi"/>
          <w:szCs w:val="20"/>
        </w:rPr>
        <w:tab/>
        <w:t>________________________</w:t>
      </w:r>
    </w:p>
    <w:p w14:paraId="7E53AD59" w14:textId="77777777" w:rsidR="00520060" w:rsidRPr="003E40B6" w:rsidRDefault="00520060" w:rsidP="00520060">
      <w:pPr>
        <w:ind w:left="4248" w:firstLine="708"/>
        <w:rPr>
          <w:rFonts w:asciiTheme="minorHAnsi" w:hAnsiTheme="minorHAnsi" w:cstheme="minorHAnsi"/>
          <w:szCs w:val="20"/>
          <w:highlight w:val="yellow"/>
        </w:rPr>
      </w:pPr>
      <w:r w:rsidRPr="003E40B6">
        <w:rPr>
          <w:rFonts w:asciiTheme="minorHAnsi" w:hAnsiTheme="minorHAnsi" w:cstheme="minorHAnsi"/>
          <w:szCs w:val="20"/>
        </w:rPr>
        <w:t>Podpis odgovorne osebe</w:t>
      </w:r>
    </w:p>
    <w:p w14:paraId="1E04ED5C" w14:textId="77777777" w:rsidR="00520060" w:rsidRDefault="00520060">
      <w:pPr>
        <w:spacing w:line="240" w:lineRule="auto"/>
        <w:jc w:val="left"/>
        <w:rPr>
          <w:rFonts w:ascii="Calibri" w:hAnsi="Calibri" w:cs="Calibri Light"/>
          <w:b/>
          <w:bCs/>
          <w:szCs w:val="20"/>
        </w:rPr>
      </w:pPr>
    </w:p>
    <w:p w14:paraId="6D6043F2" w14:textId="77777777" w:rsidR="00520060" w:rsidRPr="00520060" w:rsidRDefault="00520060">
      <w:pPr>
        <w:spacing w:line="240" w:lineRule="auto"/>
        <w:jc w:val="left"/>
        <w:rPr>
          <w:rFonts w:ascii="Calibri" w:hAnsi="Calibri" w:cs="Calibri Light"/>
          <w:b/>
          <w:bCs/>
          <w:szCs w:val="20"/>
        </w:rPr>
      </w:pPr>
    </w:p>
    <w:p w14:paraId="7F7F3186" w14:textId="77777777" w:rsidR="00520060" w:rsidRDefault="00520060">
      <w:pPr>
        <w:spacing w:line="240" w:lineRule="auto"/>
        <w:jc w:val="left"/>
        <w:rPr>
          <w:rFonts w:ascii="Calibri" w:hAnsi="Calibri" w:cs="Calibri Light"/>
          <w:szCs w:val="20"/>
        </w:rPr>
      </w:pPr>
    </w:p>
    <w:p w14:paraId="6507DF68" w14:textId="77777777" w:rsidR="00DE4F97" w:rsidRDefault="00DE4F97" w:rsidP="002D28C6">
      <w:pPr>
        <w:rPr>
          <w:rFonts w:ascii="Calibri" w:hAnsi="Calibri" w:cs="Calibri Light"/>
          <w:szCs w:val="20"/>
        </w:rPr>
      </w:pPr>
    </w:p>
    <w:p w14:paraId="032FAF28" w14:textId="77777777" w:rsidR="00520060" w:rsidRDefault="00520060" w:rsidP="002D28C6">
      <w:pPr>
        <w:rPr>
          <w:rFonts w:ascii="Calibri" w:hAnsi="Calibri" w:cs="Calibri Light"/>
          <w:szCs w:val="20"/>
        </w:rPr>
        <w:sectPr w:rsidR="00520060" w:rsidSect="008E5280">
          <w:headerReference w:type="default" r:id="rId43"/>
          <w:footerReference w:type="default" r:id="rId44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262F9508" w14:textId="77777777" w:rsidR="00222466" w:rsidRDefault="00222466" w:rsidP="002D28C6">
      <w:pPr>
        <w:rPr>
          <w:rFonts w:ascii="Calibri" w:hAnsi="Calibri" w:cs="Calibri Light"/>
          <w:szCs w:val="20"/>
        </w:rPr>
      </w:pPr>
    </w:p>
    <w:p w14:paraId="47EDDDA9" w14:textId="77777777" w:rsidR="00222466" w:rsidRPr="0042562E" w:rsidRDefault="00222466" w:rsidP="002D28C6">
      <w:pPr>
        <w:rPr>
          <w:rFonts w:ascii="Calibri" w:hAnsi="Calibri" w:cs="Calibri Light"/>
          <w:szCs w:val="20"/>
        </w:rPr>
      </w:pPr>
    </w:p>
    <w:p w14:paraId="30A800E1" w14:textId="431C02A7" w:rsidR="00DE4F97" w:rsidRPr="00E159AE" w:rsidRDefault="00DE4F97" w:rsidP="00DE4F97">
      <w:pPr>
        <w:pStyle w:val="Naslov"/>
        <w:spacing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ZAHTEVA </w:t>
      </w:r>
      <w:r w:rsidR="00C15523">
        <w:rPr>
          <w:rFonts w:ascii="Calibri" w:hAnsi="Calibri" w:cs="Calibri"/>
          <w:sz w:val="28"/>
          <w:szCs w:val="28"/>
        </w:rPr>
        <w:t xml:space="preserve">IN SOGLASJE </w:t>
      </w:r>
      <w:r w:rsidRPr="00E159AE">
        <w:rPr>
          <w:rFonts w:ascii="Calibri" w:hAnsi="Calibri" w:cs="Calibri"/>
          <w:sz w:val="28"/>
          <w:szCs w:val="28"/>
        </w:rPr>
        <w:t>PODIZVAJALCA</w:t>
      </w:r>
    </w:p>
    <w:p w14:paraId="38367A6D" w14:textId="77777777" w:rsidR="00DE4F97" w:rsidRPr="00E159AE" w:rsidRDefault="00DE4F97" w:rsidP="00DE4F97">
      <w:pPr>
        <w:pStyle w:val="Naslov"/>
        <w:spacing w:after="0"/>
        <w:rPr>
          <w:rFonts w:ascii="Calibri" w:hAnsi="Calibri" w:cs="Calibri"/>
          <w:sz w:val="28"/>
          <w:szCs w:val="28"/>
        </w:rPr>
      </w:pPr>
      <w:r w:rsidRPr="00E159AE">
        <w:rPr>
          <w:rFonts w:ascii="Calibri" w:hAnsi="Calibri" w:cs="Calibri"/>
          <w:caps w:val="0"/>
          <w:sz w:val="28"/>
          <w:szCs w:val="28"/>
        </w:rPr>
        <w:t>za neposredna plačila</w:t>
      </w:r>
    </w:p>
    <w:p w14:paraId="1D037467" w14:textId="77777777" w:rsidR="00DE4F97" w:rsidRPr="00E159AE" w:rsidRDefault="00DE4F97" w:rsidP="00DE4F97">
      <w:pPr>
        <w:rPr>
          <w:rFonts w:ascii="Calibri" w:eastAsia="Calibri" w:hAnsi="Calibri" w:cs="Calibri"/>
        </w:rPr>
      </w:pPr>
    </w:p>
    <w:p w14:paraId="28954DDD" w14:textId="77777777" w:rsidR="00DE4F97" w:rsidRPr="00E159AE" w:rsidRDefault="00DE4F97" w:rsidP="00DE4F97">
      <w:pPr>
        <w:rPr>
          <w:rFonts w:ascii="Calibri" w:eastAsia="Calibri" w:hAnsi="Calibri" w:cs="Calibri"/>
        </w:rPr>
      </w:pPr>
    </w:p>
    <w:p w14:paraId="02D8E4D7" w14:textId="77777777" w:rsidR="00DE4F97" w:rsidRPr="00E159AE" w:rsidRDefault="00DE4F97" w:rsidP="00DE4F97">
      <w:pPr>
        <w:spacing w:after="240"/>
        <w:rPr>
          <w:rFonts w:ascii="Calibri" w:eastAsia="Calibri" w:hAnsi="Calibri" w:cs="Calibri"/>
        </w:rPr>
      </w:pPr>
      <w:r w:rsidRPr="00E159AE">
        <w:rPr>
          <w:rFonts w:ascii="Calibri" w:eastAsia="Calibri" w:hAnsi="Calibri" w:cs="Calibri"/>
        </w:rPr>
        <w:t xml:space="preserve">Naziv podizvajalca: </w:t>
      </w:r>
      <w:r w:rsidRPr="00E159AE">
        <w:rPr>
          <w:rFonts w:ascii="Calibri" w:eastAsia="Calibri" w:hAnsi="Calibri" w:cs="Calibri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10" w:name="Besedilo41"/>
      <w:r w:rsidRPr="00E159AE">
        <w:rPr>
          <w:rFonts w:ascii="Calibri" w:eastAsia="Calibri" w:hAnsi="Calibri" w:cs="Calibri"/>
        </w:rPr>
        <w:instrText xml:space="preserve"> FORMTEXT </w:instrText>
      </w:r>
      <w:r w:rsidRPr="00E159AE">
        <w:rPr>
          <w:rFonts w:ascii="Calibri" w:eastAsia="Calibri" w:hAnsi="Calibri" w:cs="Calibri"/>
        </w:rPr>
      </w:r>
      <w:r w:rsidRPr="00E159AE">
        <w:rPr>
          <w:rFonts w:ascii="Calibri" w:eastAsia="Calibri" w:hAnsi="Calibri" w:cs="Calibri"/>
        </w:rPr>
        <w:fldChar w:fldCharType="separate"/>
      </w:r>
      <w:r w:rsidRPr="00E159AE">
        <w:rPr>
          <w:rFonts w:ascii="Calibri" w:eastAsia="Calibri" w:hAnsi="Calibri" w:cs="Calibri"/>
        </w:rPr>
        <w:t> </w:t>
      </w:r>
      <w:r w:rsidRPr="00E159AE">
        <w:rPr>
          <w:rFonts w:ascii="Calibri" w:eastAsia="Calibri" w:hAnsi="Calibri" w:cs="Calibri"/>
        </w:rPr>
        <w:t> </w:t>
      </w:r>
      <w:r w:rsidRPr="00E159AE">
        <w:rPr>
          <w:rFonts w:ascii="Calibri" w:eastAsia="Calibri" w:hAnsi="Calibri" w:cs="Calibri"/>
        </w:rPr>
        <w:t> </w:t>
      </w:r>
      <w:r w:rsidRPr="00E159AE">
        <w:rPr>
          <w:rFonts w:ascii="Calibri" w:eastAsia="Calibri" w:hAnsi="Calibri" w:cs="Calibri"/>
        </w:rPr>
        <w:t> </w:t>
      </w:r>
      <w:r w:rsidRPr="00E159AE">
        <w:rPr>
          <w:rFonts w:ascii="Calibri" w:eastAsia="Calibri" w:hAnsi="Calibri" w:cs="Calibri"/>
        </w:rPr>
        <w:t> </w:t>
      </w:r>
      <w:r w:rsidRPr="00E159AE">
        <w:rPr>
          <w:rFonts w:ascii="Calibri" w:eastAsia="Calibri" w:hAnsi="Calibri" w:cs="Calibri"/>
        </w:rPr>
        <w:fldChar w:fldCharType="end"/>
      </w:r>
      <w:bookmarkEnd w:id="10"/>
    </w:p>
    <w:p w14:paraId="55CFBF81" w14:textId="77777777" w:rsidR="00DE4F97" w:rsidRPr="00E159AE" w:rsidRDefault="00DE4F97" w:rsidP="00DE4F97">
      <w:pPr>
        <w:spacing w:after="240"/>
        <w:rPr>
          <w:rFonts w:ascii="Calibri" w:eastAsia="Calibri" w:hAnsi="Calibri" w:cs="Calibri"/>
        </w:rPr>
      </w:pPr>
      <w:r w:rsidRPr="00E159AE">
        <w:rPr>
          <w:rFonts w:ascii="Calibri" w:eastAsia="Calibri" w:hAnsi="Calibri" w:cs="Calibri"/>
        </w:rPr>
        <w:t xml:space="preserve">Sedež (naslov) podizvajalca: </w:t>
      </w:r>
      <w:r w:rsidRPr="00E159AE">
        <w:rPr>
          <w:rFonts w:ascii="Calibri" w:hAnsi="Calibri" w:cs="Calibri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E159AE">
        <w:rPr>
          <w:rFonts w:ascii="Calibri" w:hAnsi="Calibri" w:cs="Calibri"/>
          <w:szCs w:val="20"/>
        </w:rPr>
        <w:instrText xml:space="preserve"> FORMTEXT </w:instrText>
      </w:r>
      <w:r w:rsidRPr="00E159AE">
        <w:rPr>
          <w:rFonts w:ascii="Calibri" w:hAnsi="Calibri" w:cs="Calibri"/>
          <w:szCs w:val="20"/>
        </w:rPr>
      </w:r>
      <w:r w:rsidRPr="00E159AE">
        <w:rPr>
          <w:rFonts w:ascii="Calibri" w:hAnsi="Calibri" w:cs="Calibri"/>
          <w:szCs w:val="20"/>
        </w:rPr>
        <w:fldChar w:fldCharType="separate"/>
      </w:r>
      <w:r w:rsidRPr="00E159AE">
        <w:rPr>
          <w:rFonts w:ascii="Calibri" w:hAnsi="Calibri" w:cs="Calibri"/>
          <w:noProof/>
          <w:szCs w:val="20"/>
        </w:rPr>
        <w:t> </w:t>
      </w:r>
      <w:r w:rsidRPr="00E159AE">
        <w:rPr>
          <w:rFonts w:ascii="Calibri" w:hAnsi="Calibri" w:cs="Calibri"/>
          <w:noProof/>
          <w:szCs w:val="20"/>
        </w:rPr>
        <w:t> </w:t>
      </w:r>
      <w:r w:rsidRPr="00E159AE">
        <w:rPr>
          <w:rFonts w:ascii="Calibri" w:hAnsi="Calibri" w:cs="Calibri"/>
          <w:noProof/>
          <w:szCs w:val="20"/>
        </w:rPr>
        <w:t> </w:t>
      </w:r>
      <w:r w:rsidRPr="00E159AE">
        <w:rPr>
          <w:rFonts w:ascii="Calibri" w:hAnsi="Calibri" w:cs="Calibri"/>
          <w:noProof/>
          <w:szCs w:val="20"/>
        </w:rPr>
        <w:t> </w:t>
      </w:r>
      <w:r w:rsidRPr="00E159AE">
        <w:rPr>
          <w:rFonts w:ascii="Calibri" w:hAnsi="Calibri" w:cs="Calibri"/>
          <w:noProof/>
          <w:szCs w:val="20"/>
        </w:rPr>
        <w:t> </w:t>
      </w:r>
      <w:r w:rsidRPr="00E159AE">
        <w:rPr>
          <w:rFonts w:ascii="Calibri" w:hAnsi="Calibri" w:cs="Calibri"/>
          <w:szCs w:val="20"/>
        </w:rPr>
        <w:fldChar w:fldCharType="end"/>
      </w:r>
    </w:p>
    <w:p w14:paraId="1DF2A8EF" w14:textId="77777777" w:rsidR="00DE4F97" w:rsidRPr="00E159AE" w:rsidRDefault="00DE4F97" w:rsidP="00DE4F97">
      <w:pPr>
        <w:pStyle w:val="HTML-oblikovano"/>
        <w:rPr>
          <w:rFonts w:ascii="Calibri" w:hAnsi="Calibri" w:cs="Calibri"/>
          <w:sz w:val="20"/>
          <w:szCs w:val="20"/>
        </w:rPr>
      </w:pPr>
    </w:p>
    <w:p w14:paraId="0147A6FB" w14:textId="7D508DD2" w:rsidR="00DE4F97" w:rsidRDefault="00463D49" w:rsidP="00DE4F97">
      <w:pPr>
        <w:pStyle w:val="HTML-oblikovan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 zvezi z javnim naročilom »</w:t>
      </w:r>
      <w:r w:rsidR="00944593">
        <w:rPr>
          <w:rFonts w:ascii="Calibri" w:hAnsi="Calibri" w:cs="Calibri"/>
          <w:sz w:val="20"/>
          <w:szCs w:val="20"/>
        </w:rPr>
        <w:t>Gradbena obnova nogometnega igrišča na Stadionu Stožice</w:t>
      </w:r>
      <w:r>
        <w:rPr>
          <w:rFonts w:ascii="Calibri" w:hAnsi="Calibri" w:cs="Calibri"/>
          <w:sz w:val="20"/>
          <w:szCs w:val="20"/>
        </w:rPr>
        <w:t>« izjavljam:</w:t>
      </w:r>
    </w:p>
    <w:p w14:paraId="2F66C18E" w14:textId="77777777" w:rsidR="00463D49" w:rsidRDefault="00463D49" w:rsidP="00DE4F97">
      <w:pPr>
        <w:pStyle w:val="HTML-oblikovano"/>
        <w:jc w:val="both"/>
        <w:rPr>
          <w:rFonts w:ascii="Calibri" w:hAnsi="Calibri" w:cs="Calibri"/>
          <w:sz w:val="20"/>
          <w:szCs w:val="20"/>
        </w:rPr>
      </w:pPr>
    </w:p>
    <w:p w14:paraId="1B2366CE" w14:textId="46A0814F" w:rsidR="00463D49" w:rsidRDefault="00463D49" w:rsidP="00463D49">
      <w:pPr>
        <w:pStyle w:val="HTML-oblikovano"/>
        <w:numPr>
          <w:ilvl w:val="0"/>
          <w:numId w:val="14"/>
        </w:numPr>
        <w:ind w:left="851" w:hanging="49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da izrecno zahtevam,</w:t>
      </w:r>
      <w:r w:rsidRPr="00463D49">
        <w:rPr>
          <w:rFonts w:ascii="Calibri" w:hAnsi="Calibri" w:cs="Calibri"/>
          <w:sz w:val="20"/>
          <w:szCs w:val="20"/>
        </w:rPr>
        <w:t xml:space="preserve"> da </w:t>
      </w:r>
      <w:r>
        <w:rPr>
          <w:rFonts w:ascii="Calibri" w:hAnsi="Calibri" w:cs="Calibri"/>
          <w:sz w:val="20"/>
          <w:szCs w:val="20"/>
        </w:rPr>
        <w:t>Javni zavod ŠPORT LJUBLJANA, Celovška cesta 25, 1000 Ljubljana, kot naročnik izvaja neposredna plačila na naš račun, skladno s 94. členom ZJN-3</w:t>
      </w:r>
      <w:r w:rsidR="00A31A7A">
        <w:rPr>
          <w:rFonts w:ascii="Calibri" w:hAnsi="Calibri" w:cs="Calibri"/>
          <w:sz w:val="20"/>
          <w:szCs w:val="20"/>
        </w:rPr>
        <w:t>,</w:t>
      </w:r>
    </w:p>
    <w:p w14:paraId="4DC6CC76" w14:textId="77777777" w:rsidR="00A31A7A" w:rsidRDefault="00A31A7A" w:rsidP="00A31A7A">
      <w:pPr>
        <w:pStyle w:val="HTML-oblikovano"/>
        <w:ind w:left="851"/>
        <w:jc w:val="both"/>
        <w:rPr>
          <w:rFonts w:ascii="Calibri" w:hAnsi="Calibri" w:cs="Calibri"/>
          <w:sz w:val="20"/>
          <w:szCs w:val="20"/>
        </w:rPr>
      </w:pPr>
    </w:p>
    <w:p w14:paraId="78EC2A88" w14:textId="6A80DD82" w:rsidR="00463D49" w:rsidRPr="00463D49" w:rsidRDefault="00463D49" w:rsidP="00463D49">
      <w:pPr>
        <w:pStyle w:val="HTML-oblikovano"/>
        <w:numPr>
          <w:ilvl w:val="0"/>
          <w:numId w:val="14"/>
        </w:numPr>
        <w:ind w:left="851" w:hanging="49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 Javnemu</w:t>
      </w:r>
      <w:r w:rsidRPr="00463D4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zavodu ŠPORT LJUBLJANA, Celovška cesta 25, 1000 Ljubljana, kot naročniku </w:t>
      </w:r>
      <w:r w:rsidRPr="00CE19C8">
        <w:rPr>
          <w:rFonts w:ascii="Calibri" w:hAnsi="Calibri" w:cs="Calibri"/>
          <w:b/>
          <w:bCs/>
          <w:sz w:val="20"/>
          <w:szCs w:val="20"/>
        </w:rPr>
        <w:t>dajem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soglasje, </w:t>
      </w:r>
      <w:r w:rsidRPr="00463D49">
        <w:rPr>
          <w:rFonts w:ascii="Calibri" w:hAnsi="Calibri" w:cs="Calibri"/>
          <w:sz w:val="20"/>
          <w:szCs w:val="20"/>
        </w:rPr>
        <w:t xml:space="preserve">da namesto glavnega izvajalca poravna našo </w:t>
      </w:r>
      <w:r>
        <w:rPr>
          <w:rFonts w:ascii="Calibri" w:hAnsi="Calibri" w:cs="Calibri"/>
          <w:sz w:val="20"/>
          <w:szCs w:val="20"/>
        </w:rPr>
        <w:t>terjatev do glavnega izvajalca.</w:t>
      </w:r>
    </w:p>
    <w:p w14:paraId="16B59013" w14:textId="77777777" w:rsidR="00DE4F97" w:rsidRPr="00E159AE" w:rsidRDefault="00DE4F97" w:rsidP="00DE4F97">
      <w:pPr>
        <w:rPr>
          <w:rFonts w:ascii="Calibri" w:hAnsi="Calibri" w:cs="Calibri"/>
          <w:szCs w:val="20"/>
        </w:rPr>
      </w:pPr>
    </w:p>
    <w:p w14:paraId="4E64ED33" w14:textId="77777777" w:rsidR="00DE4F97" w:rsidRPr="00E159AE" w:rsidRDefault="00DE4F97" w:rsidP="00DE4F97">
      <w:pPr>
        <w:pStyle w:val="Odstavekseznama"/>
        <w:ind w:left="0"/>
        <w:rPr>
          <w:rFonts w:ascii="Calibri" w:hAnsi="Calibri" w:cs="Calibri"/>
          <w:szCs w:val="20"/>
        </w:rPr>
      </w:pPr>
    </w:p>
    <w:p w14:paraId="10EC99E1" w14:textId="77777777" w:rsidR="00DE4F97" w:rsidRPr="00E159AE" w:rsidRDefault="00DE4F97" w:rsidP="00DE4F97">
      <w:pPr>
        <w:pStyle w:val="Odstavekseznama"/>
        <w:ind w:left="0"/>
        <w:rPr>
          <w:rFonts w:ascii="Calibri" w:hAnsi="Calibri" w:cs="Calibri"/>
          <w:szCs w:val="20"/>
        </w:rPr>
      </w:pPr>
    </w:p>
    <w:p w14:paraId="5FD80E86" w14:textId="77777777" w:rsidR="00DE4F97" w:rsidRPr="00E159AE" w:rsidRDefault="00DE4F97" w:rsidP="00DE4F97">
      <w:pPr>
        <w:pStyle w:val="Odstavekseznama"/>
        <w:ind w:left="0"/>
        <w:rPr>
          <w:rFonts w:ascii="Calibri" w:hAnsi="Calibri" w:cs="Calibri"/>
          <w:szCs w:val="20"/>
        </w:rPr>
      </w:pPr>
    </w:p>
    <w:p w14:paraId="7EB216F3" w14:textId="77777777" w:rsidR="00DE4F97" w:rsidRPr="00E159AE" w:rsidRDefault="00DE4F97" w:rsidP="00DE4F97">
      <w:pPr>
        <w:pStyle w:val="Odstavekseznama"/>
        <w:ind w:left="0"/>
        <w:rPr>
          <w:rFonts w:ascii="Calibri" w:hAnsi="Calibri" w:cs="Calibri"/>
          <w:szCs w:val="20"/>
        </w:rPr>
      </w:pPr>
    </w:p>
    <w:p w14:paraId="1127542D" w14:textId="77777777" w:rsidR="00DE4F97" w:rsidRPr="00E159AE" w:rsidRDefault="00DE4F97" w:rsidP="00DE4F97">
      <w:pPr>
        <w:rPr>
          <w:rFonts w:ascii="Calibri" w:hAnsi="Calibri" w:cs="Calibri"/>
          <w:szCs w:val="20"/>
        </w:rPr>
      </w:pPr>
    </w:p>
    <w:p w14:paraId="2CD50B67" w14:textId="77777777" w:rsidR="00DE4F97" w:rsidRPr="00E159AE" w:rsidRDefault="00DE4F97" w:rsidP="00DE4F97">
      <w:pPr>
        <w:rPr>
          <w:rFonts w:ascii="Calibri" w:hAnsi="Calibri" w:cs="Calibri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F3C3C" w:rsidRPr="009D65F7" w14:paraId="7284C052" w14:textId="77777777" w:rsidTr="008F3C3C">
        <w:trPr>
          <w:trHeight w:val="241"/>
        </w:trPr>
        <w:tc>
          <w:tcPr>
            <w:tcW w:w="3348" w:type="dxa"/>
          </w:tcPr>
          <w:p w14:paraId="56204489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</w:p>
          <w:p w14:paraId="2EF21DB4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196A4561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1CF45C8D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Ime in priimek odgovorne osebe:</w:t>
            </w:r>
          </w:p>
          <w:p w14:paraId="658F5D8B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480492E9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8F3C3C" w:rsidRPr="009D65F7" w14:paraId="4E0718B0" w14:textId="77777777" w:rsidTr="008F3C3C">
        <w:trPr>
          <w:trHeight w:val="483"/>
        </w:trPr>
        <w:tc>
          <w:tcPr>
            <w:tcW w:w="3348" w:type="dxa"/>
          </w:tcPr>
          <w:p w14:paraId="69D2F529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5D140AF9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64F5CD91" w14:textId="77777777" w:rsidR="008F3C3C" w:rsidRPr="009D65F7" w:rsidRDefault="008F3C3C" w:rsidP="0043788F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44DC2F15" w14:textId="77777777" w:rsidR="008F3C3C" w:rsidRPr="009D65F7" w:rsidRDefault="008F3C3C" w:rsidP="0043788F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</w:p>
        </w:tc>
      </w:tr>
    </w:tbl>
    <w:p w14:paraId="7AF022B0" w14:textId="696FA336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5AF6BBB" w14:textId="77777777" w:rsidR="00463D49" w:rsidRDefault="00463D49" w:rsidP="00463D49">
      <w:pPr>
        <w:contextualSpacing/>
        <w:rPr>
          <w:rFonts w:asciiTheme="minorHAnsi" w:hAnsiTheme="minorHAnsi" w:cstheme="minorHAnsi"/>
          <w:i/>
          <w:iCs/>
          <w:sz w:val="22"/>
        </w:rPr>
      </w:pPr>
    </w:p>
    <w:p w14:paraId="3B8A208F" w14:textId="77777777" w:rsidR="00463D49" w:rsidRDefault="00463D49" w:rsidP="00463D49">
      <w:pPr>
        <w:contextualSpacing/>
        <w:rPr>
          <w:rFonts w:asciiTheme="minorHAnsi" w:hAnsiTheme="minorHAnsi" w:cstheme="minorHAnsi"/>
          <w:i/>
          <w:iCs/>
          <w:sz w:val="22"/>
        </w:rPr>
      </w:pPr>
    </w:p>
    <w:p w14:paraId="27195819" w14:textId="77777777" w:rsidR="00463D49" w:rsidRDefault="00463D49" w:rsidP="00463D49">
      <w:pPr>
        <w:contextualSpacing/>
        <w:rPr>
          <w:rFonts w:asciiTheme="minorHAnsi" w:hAnsiTheme="minorHAnsi" w:cstheme="minorHAnsi"/>
          <w:i/>
          <w:iCs/>
          <w:sz w:val="22"/>
        </w:rPr>
      </w:pPr>
    </w:p>
    <w:p w14:paraId="7604B228" w14:textId="77777777" w:rsidR="00463D49" w:rsidRDefault="00463D49" w:rsidP="00463D49">
      <w:pPr>
        <w:contextualSpacing/>
        <w:rPr>
          <w:rFonts w:asciiTheme="minorHAnsi" w:hAnsiTheme="minorHAnsi" w:cstheme="minorHAnsi"/>
          <w:i/>
          <w:iCs/>
          <w:sz w:val="22"/>
        </w:rPr>
      </w:pPr>
    </w:p>
    <w:p w14:paraId="253B3841" w14:textId="77777777" w:rsidR="00463D49" w:rsidRPr="00463D49" w:rsidRDefault="00463D49" w:rsidP="00463D49">
      <w:pPr>
        <w:contextualSpacing/>
        <w:rPr>
          <w:rFonts w:asciiTheme="minorHAnsi" w:hAnsiTheme="minorHAnsi" w:cstheme="minorHAnsi"/>
          <w:i/>
          <w:iCs/>
          <w:sz w:val="18"/>
          <w:szCs w:val="18"/>
        </w:rPr>
      </w:pPr>
      <w:r w:rsidRPr="00463D49">
        <w:rPr>
          <w:rFonts w:asciiTheme="minorHAnsi" w:hAnsiTheme="minorHAnsi" w:cstheme="minorHAnsi"/>
          <w:i/>
          <w:iCs/>
          <w:sz w:val="18"/>
          <w:szCs w:val="18"/>
        </w:rPr>
        <w:t>Opomba:</w:t>
      </w:r>
    </w:p>
    <w:p w14:paraId="6B6BD9AF" w14:textId="1D1653FE" w:rsidR="00463D49" w:rsidRPr="00463D49" w:rsidRDefault="00463D49" w:rsidP="00463D49">
      <w:pPr>
        <w:contextualSpacing/>
        <w:rPr>
          <w:rFonts w:asciiTheme="minorHAnsi" w:hAnsiTheme="minorHAnsi" w:cstheme="minorHAnsi"/>
          <w:i/>
          <w:iCs/>
          <w:sz w:val="18"/>
          <w:szCs w:val="18"/>
        </w:rPr>
      </w:pPr>
      <w:r w:rsidRPr="00463D49">
        <w:rPr>
          <w:rFonts w:asciiTheme="minorHAnsi" w:hAnsiTheme="minorHAnsi" w:cstheme="minorHAnsi"/>
          <w:i/>
          <w:iCs/>
          <w:sz w:val="18"/>
          <w:szCs w:val="18"/>
        </w:rPr>
        <w:t>V primeru sodelovanja ve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čjega 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>števila pod</w:t>
      </w:r>
      <w:r>
        <w:rPr>
          <w:rFonts w:asciiTheme="minorHAnsi" w:hAnsiTheme="minorHAnsi" w:cstheme="minorHAnsi"/>
          <w:i/>
          <w:iCs/>
          <w:sz w:val="18"/>
          <w:szCs w:val="18"/>
        </w:rPr>
        <w:t>i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>zvaja</w:t>
      </w:r>
      <w:r>
        <w:rPr>
          <w:rFonts w:asciiTheme="minorHAnsi" w:hAnsiTheme="minorHAnsi" w:cstheme="minorHAnsi"/>
          <w:i/>
          <w:iCs/>
          <w:sz w:val="18"/>
          <w:szCs w:val="18"/>
        </w:rPr>
        <w:t>l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>cev se obrazec ustrezno fotokopira in ga</w:t>
      </w:r>
      <w:r w:rsidR="00595FEA">
        <w:rPr>
          <w:rFonts w:asciiTheme="minorHAnsi" w:hAnsiTheme="minorHAnsi" w:cstheme="minorHAnsi"/>
          <w:i/>
          <w:iCs/>
          <w:sz w:val="18"/>
          <w:szCs w:val="18"/>
        </w:rPr>
        <w:t xml:space="preserve"> i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>zpolni vsak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 xml:space="preserve">podizvajalec.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463D49">
        <w:rPr>
          <w:rFonts w:asciiTheme="minorHAnsi" w:hAnsiTheme="minorHAnsi" w:cstheme="minorHAnsi"/>
          <w:i/>
          <w:iCs/>
          <w:sz w:val="18"/>
          <w:szCs w:val="18"/>
        </w:rPr>
        <w:t>V primeru, da podizvajalec ne zahteva izvajanje neposrednih plačil s strani naročnika, mu obrazca ni treba izpolniti in priložiti k ponudbi.</w:t>
      </w:r>
    </w:p>
    <w:p w14:paraId="2894BC1C" w14:textId="77777777" w:rsidR="00463D49" w:rsidRPr="00463D49" w:rsidRDefault="00463D49" w:rsidP="00572ACE">
      <w:pPr>
        <w:contextualSpacing/>
        <w:rPr>
          <w:rFonts w:asciiTheme="minorHAnsi" w:hAnsiTheme="minorHAnsi" w:cstheme="minorHAnsi"/>
          <w:i/>
          <w:iCs/>
          <w:sz w:val="22"/>
        </w:rPr>
      </w:pPr>
    </w:p>
    <w:p w14:paraId="7AD53065" w14:textId="5FAE9477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47828A26" w14:textId="75FAA360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29C8CD8" w14:textId="77777777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  <w:sectPr w:rsidR="00DE4F97" w:rsidSect="008E5280">
          <w:headerReference w:type="default" r:id="rId45"/>
          <w:footerReference w:type="default" r:id="rId46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08409DA2" w14:textId="77777777" w:rsidR="00DE3807" w:rsidRDefault="00DE3807" w:rsidP="00DE3807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1EBF996" w14:textId="77777777" w:rsidR="00DE3807" w:rsidRPr="006458F5" w:rsidRDefault="00DE3807" w:rsidP="00DE3807">
      <w:pPr>
        <w:jc w:val="center"/>
        <w:rPr>
          <w:rFonts w:ascii="Calibri" w:hAnsi="Calibri" w:cs="Calibri Light"/>
          <w:b/>
          <w:color w:val="000000"/>
          <w:sz w:val="28"/>
          <w:szCs w:val="28"/>
        </w:rPr>
      </w:pPr>
      <w:r w:rsidRPr="006458F5">
        <w:rPr>
          <w:rFonts w:ascii="Calibri" w:hAnsi="Calibri" w:cs="Calibri Light"/>
          <w:b/>
          <w:color w:val="000000"/>
          <w:sz w:val="28"/>
          <w:szCs w:val="28"/>
        </w:rPr>
        <w:t>ZAVAROVANJ</w:t>
      </w:r>
      <w:r>
        <w:rPr>
          <w:rFonts w:ascii="Calibri" w:hAnsi="Calibri" w:cs="Calibri Light"/>
          <w:b/>
          <w:color w:val="000000"/>
          <w:sz w:val="28"/>
          <w:szCs w:val="28"/>
        </w:rPr>
        <w:t>E</w:t>
      </w:r>
      <w:r w:rsidRPr="006458F5">
        <w:rPr>
          <w:rFonts w:ascii="Calibri" w:hAnsi="Calibri" w:cs="Calibri Light"/>
          <w:b/>
          <w:color w:val="000000"/>
          <w:sz w:val="28"/>
          <w:szCs w:val="28"/>
        </w:rPr>
        <w:t xml:space="preserve"> ZA </w:t>
      </w:r>
      <w:r>
        <w:rPr>
          <w:rFonts w:ascii="Calibri" w:hAnsi="Calibri" w:cs="Calibri Light"/>
          <w:b/>
          <w:color w:val="000000"/>
          <w:sz w:val="28"/>
          <w:szCs w:val="28"/>
        </w:rPr>
        <w:t>DOBRO IZVEDBO POGOBENIH OBVEZNOSTI</w:t>
      </w:r>
      <w:r w:rsidRPr="006458F5">
        <w:rPr>
          <w:rFonts w:ascii="Calibri" w:hAnsi="Calibri" w:cs="Calibri Light"/>
          <w:b/>
          <w:color w:val="000000"/>
          <w:sz w:val="28"/>
          <w:szCs w:val="28"/>
        </w:rPr>
        <w:t xml:space="preserve"> PO EPGP-758</w:t>
      </w:r>
    </w:p>
    <w:p w14:paraId="44D2D000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6682680A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Glava s podatki o garantu (zavarovalnici/banki) ali SWIFT ključ</w:t>
      </w:r>
    </w:p>
    <w:p w14:paraId="33DE31E2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6E2C744E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 xml:space="preserve">Za: </w:t>
      </w:r>
      <w:r>
        <w:rPr>
          <w:rFonts w:ascii="Calibri" w:hAnsi="Calibri" w:cs="Calibri Light"/>
          <w:szCs w:val="20"/>
        </w:rPr>
        <w:t>_______</w:t>
      </w:r>
      <w:r w:rsidRPr="006458F5">
        <w:rPr>
          <w:rFonts w:ascii="Calibri" w:hAnsi="Calibri" w:cs="Calibri Light"/>
          <w:szCs w:val="20"/>
        </w:rPr>
        <w:t>______________</w:t>
      </w:r>
      <w:r w:rsidRPr="00665EC6">
        <w:rPr>
          <w:rFonts w:ascii="Calibri" w:hAnsi="Calibri" w:cs="Calibri Light"/>
          <w:sz w:val="16"/>
          <w:szCs w:val="16"/>
        </w:rPr>
        <w:t>(vpiše se upravičenca tj. izvajalca postopka javnega naročanja)</w:t>
      </w:r>
    </w:p>
    <w:p w14:paraId="3A76BFEF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Datum: ____</w:t>
      </w:r>
      <w:r>
        <w:rPr>
          <w:rFonts w:ascii="Calibri" w:hAnsi="Calibri" w:cs="Calibri Light"/>
          <w:szCs w:val="20"/>
        </w:rPr>
        <w:t>______</w:t>
      </w:r>
      <w:r w:rsidRPr="006458F5">
        <w:rPr>
          <w:rFonts w:ascii="Calibri" w:hAnsi="Calibri" w:cs="Calibri Light"/>
          <w:szCs w:val="20"/>
        </w:rPr>
        <w:t>________</w:t>
      </w:r>
      <w:r w:rsidRPr="00665EC6">
        <w:rPr>
          <w:rFonts w:ascii="Calibri" w:hAnsi="Calibri" w:cs="Calibri Light"/>
          <w:sz w:val="16"/>
          <w:szCs w:val="16"/>
        </w:rPr>
        <w:t>(vpiše se datum izdaje)</w:t>
      </w:r>
    </w:p>
    <w:p w14:paraId="78AE075E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475D8F4B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VRSTA ZAVAROVANJA:__</w:t>
      </w:r>
      <w:r>
        <w:rPr>
          <w:rFonts w:ascii="Calibri" w:hAnsi="Calibri" w:cs="Calibri Light"/>
          <w:szCs w:val="20"/>
        </w:rPr>
        <w:t>_____________________________________________________________________</w:t>
      </w:r>
      <w:r w:rsidRPr="006458F5">
        <w:rPr>
          <w:rFonts w:ascii="Calibri" w:hAnsi="Calibri" w:cs="Calibri Light"/>
          <w:szCs w:val="20"/>
        </w:rPr>
        <w:t>_</w:t>
      </w:r>
    </w:p>
    <w:p w14:paraId="6B4F0AAF" w14:textId="77777777" w:rsidR="00DE3807" w:rsidRDefault="00DE3807" w:rsidP="00DE3807">
      <w:pPr>
        <w:ind w:left="1416"/>
        <w:rPr>
          <w:rFonts w:ascii="Calibri" w:hAnsi="Calibri" w:cs="Calibri Light"/>
          <w:szCs w:val="20"/>
        </w:rPr>
      </w:pPr>
      <w:r>
        <w:rPr>
          <w:rFonts w:ascii="Calibri" w:hAnsi="Calibri" w:cs="Calibri Light"/>
          <w:sz w:val="16"/>
          <w:szCs w:val="16"/>
        </w:rPr>
        <w:t xml:space="preserve">          </w:t>
      </w:r>
      <w:r w:rsidRPr="00665EC6">
        <w:rPr>
          <w:rFonts w:ascii="Calibri" w:hAnsi="Calibri" w:cs="Calibri Light"/>
          <w:sz w:val="16"/>
          <w:szCs w:val="16"/>
        </w:rPr>
        <w:t xml:space="preserve">(vpiše  se vrsta finančnega  zavarovanja:  kavcijsko zavarovanje/bančna garancija za </w:t>
      </w:r>
      <w:r>
        <w:rPr>
          <w:rFonts w:ascii="Calibri" w:hAnsi="Calibri" w:cs="Calibri Light"/>
          <w:sz w:val="16"/>
          <w:szCs w:val="16"/>
        </w:rPr>
        <w:t>dobro izvedbo del)</w:t>
      </w:r>
    </w:p>
    <w:p w14:paraId="5259BEA1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57F3056C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ŠTEVILKA ZAVAROVANJA: _________</w:t>
      </w:r>
      <w:r>
        <w:rPr>
          <w:rFonts w:ascii="Calibri" w:hAnsi="Calibri" w:cs="Calibri Light"/>
          <w:szCs w:val="20"/>
        </w:rPr>
        <w:t>________________________</w:t>
      </w:r>
      <w:r w:rsidRPr="00665EC6">
        <w:rPr>
          <w:rFonts w:ascii="Calibri" w:hAnsi="Calibri" w:cs="Calibri Light"/>
          <w:sz w:val="16"/>
          <w:szCs w:val="16"/>
        </w:rPr>
        <w:t>(vpiše se številka finančnega zavarovanja)</w:t>
      </w:r>
    </w:p>
    <w:p w14:paraId="2123DF65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783DF364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GARANT: ___________________</w:t>
      </w:r>
      <w:r>
        <w:rPr>
          <w:rFonts w:ascii="Calibri" w:hAnsi="Calibri" w:cs="Calibri Light"/>
          <w:szCs w:val="20"/>
        </w:rPr>
        <w:t>________________________________________________________________</w:t>
      </w:r>
    </w:p>
    <w:p w14:paraId="7BAF2B07" w14:textId="77777777" w:rsidR="00DE3807" w:rsidRPr="00665EC6" w:rsidRDefault="00DE3807" w:rsidP="00DE3807">
      <w:pPr>
        <w:jc w:val="center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se ime in naslov zavarovalnice/banke v kraju izdaje)</w:t>
      </w:r>
    </w:p>
    <w:p w14:paraId="0A12945F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05D2B87D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NAROČNIK  ZAVAROVANJA: ______</w:t>
      </w:r>
      <w:r>
        <w:rPr>
          <w:rFonts w:ascii="Calibri" w:hAnsi="Calibri" w:cs="Calibri Light"/>
          <w:szCs w:val="20"/>
        </w:rPr>
        <w:t>__________________________________________________________</w:t>
      </w:r>
      <w:r w:rsidRPr="006458F5">
        <w:rPr>
          <w:rFonts w:ascii="Calibri" w:hAnsi="Calibri" w:cs="Calibri Light"/>
          <w:szCs w:val="20"/>
        </w:rPr>
        <w:t>____</w:t>
      </w:r>
    </w:p>
    <w:p w14:paraId="7FFC3AD2" w14:textId="77777777" w:rsidR="00DE3807" w:rsidRPr="00665EC6" w:rsidRDefault="00DE3807" w:rsidP="00DE3807">
      <w:pPr>
        <w:ind w:left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ime  in  naslov  naročnika  finančnega zavarovanja, tj. kandidata oziroma ponudnika v postopku javnega naročanja)</w:t>
      </w:r>
    </w:p>
    <w:p w14:paraId="0A6978F6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0B5233C9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UPRAVIČENEC: ____</w:t>
      </w:r>
      <w:r>
        <w:rPr>
          <w:rFonts w:ascii="Calibri" w:hAnsi="Calibri" w:cs="Calibri Light"/>
          <w:szCs w:val="20"/>
        </w:rPr>
        <w:t>______</w:t>
      </w:r>
      <w:r w:rsidRPr="006458F5">
        <w:rPr>
          <w:rFonts w:ascii="Calibri" w:hAnsi="Calibri" w:cs="Calibri Light"/>
          <w:szCs w:val="20"/>
        </w:rPr>
        <w:t>___</w:t>
      </w:r>
      <w:r>
        <w:rPr>
          <w:rFonts w:ascii="Calibri" w:hAnsi="Calibri" w:cs="Calibri Light"/>
          <w:szCs w:val="20"/>
        </w:rPr>
        <w:t>__________________________________________________________</w:t>
      </w:r>
      <w:r w:rsidRPr="006458F5">
        <w:rPr>
          <w:rFonts w:ascii="Calibri" w:hAnsi="Calibri" w:cs="Calibri Light"/>
          <w:szCs w:val="20"/>
        </w:rPr>
        <w:t xml:space="preserve">_______ </w:t>
      </w:r>
    </w:p>
    <w:p w14:paraId="6B996542" w14:textId="77777777" w:rsidR="00DE3807" w:rsidRPr="00665EC6" w:rsidRDefault="00DE3807" w:rsidP="00DE3807">
      <w:pPr>
        <w:ind w:left="2832" w:firstLine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se izvajalca postopka javnega naročanja)</w:t>
      </w:r>
    </w:p>
    <w:p w14:paraId="76CE7A80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6A3E857F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7B9442DB" w14:textId="3B5D8F60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 xml:space="preserve">OSNOVNI POSEL: </w:t>
      </w:r>
      <w:r w:rsidRPr="00AE79FA">
        <w:rPr>
          <w:rFonts w:ascii="Calibri" w:hAnsi="Calibri" w:cs="Calibri Light"/>
          <w:szCs w:val="20"/>
        </w:rPr>
        <w:t xml:space="preserve">obveznost naročnika zavarovanja iz </w:t>
      </w:r>
      <w:r w:rsidR="00CD0F98" w:rsidRPr="00944593">
        <w:rPr>
          <w:rFonts w:ascii="Calibri" w:hAnsi="Calibri" w:cs="Calibri Light"/>
          <w:szCs w:val="20"/>
        </w:rPr>
        <w:t>Pogodb</w:t>
      </w:r>
      <w:r w:rsidR="00CD0F98">
        <w:rPr>
          <w:rFonts w:ascii="Calibri" w:hAnsi="Calibri" w:cs="Calibri Light"/>
          <w:szCs w:val="20"/>
        </w:rPr>
        <w:t xml:space="preserve">e za </w:t>
      </w:r>
      <w:r w:rsidR="00CD0F98" w:rsidRPr="00944593">
        <w:rPr>
          <w:rFonts w:ascii="Calibri" w:hAnsi="Calibri" w:cs="Calibri Light"/>
          <w:szCs w:val="20"/>
        </w:rPr>
        <w:t>gradben</w:t>
      </w:r>
      <w:r w:rsidR="00CD0F98">
        <w:rPr>
          <w:rFonts w:ascii="Calibri" w:hAnsi="Calibri" w:cs="Calibri Light"/>
          <w:szCs w:val="20"/>
        </w:rPr>
        <w:t>o</w:t>
      </w:r>
      <w:r w:rsidR="00CD0F98" w:rsidRPr="00944593">
        <w:rPr>
          <w:rFonts w:ascii="Calibri" w:hAnsi="Calibri" w:cs="Calibri Light"/>
          <w:szCs w:val="20"/>
        </w:rPr>
        <w:t xml:space="preserve"> obnove nogometnega igrišča na Stadionu Stožice</w:t>
      </w:r>
      <w:r w:rsidR="00CD0F98">
        <w:rPr>
          <w:rFonts w:ascii="Calibri" w:hAnsi="Calibri" w:cs="Calibri Light"/>
          <w:szCs w:val="20"/>
        </w:rPr>
        <w:t>,</w:t>
      </w:r>
      <w:r w:rsidR="00CD0F98" w:rsidRPr="00AE79FA">
        <w:rPr>
          <w:rFonts w:ascii="Calibri" w:hAnsi="Calibri" w:cs="Calibri Light"/>
          <w:szCs w:val="20"/>
        </w:rPr>
        <w:t xml:space="preserve"> </w:t>
      </w:r>
      <w:r w:rsidRPr="00AE79FA">
        <w:rPr>
          <w:rFonts w:ascii="Calibri" w:hAnsi="Calibri" w:cs="Calibri Light"/>
          <w:szCs w:val="20"/>
        </w:rPr>
        <w:t>z dne</w:t>
      </w:r>
      <w:r>
        <w:rPr>
          <w:rFonts w:ascii="Calibri" w:hAnsi="Calibri" w:cs="Calibri Light"/>
          <w:szCs w:val="20"/>
        </w:rPr>
        <w:t xml:space="preserve"> ___________</w:t>
      </w:r>
      <w:r w:rsidRPr="00AE79FA">
        <w:rPr>
          <w:rFonts w:ascii="Calibri" w:hAnsi="Calibri" w:cs="Calibri Light"/>
          <w:szCs w:val="20"/>
        </w:rPr>
        <w:t xml:space="preserve"> </w:t>
      </w:r>
      <w:r w:rsidRPr="00665EC6">
        <w:rPr>
          <w:rFonts w:ascii="Calibri" w:hAnsi="Calibri" w:cs="Calibri Light"/>
          <w:sz w:val="16"/>
          <w:szCs w:val="16"/>
        </w:rPr>
        <w:t xml:space="preserve">(vpiše se datum pogodbe o izvedbi javnega naročila, sklenjene na podlagi postopka z oznako JN </w:t>
      </w:r>
      <w:r w:rsidR="00E33B5A">
        <w:rPr>
          <w:rFonts w:ascii="Calibri" w:hAnsi="Calibri" w:cs="Calibri Light"/>
          <w:sz w:val="16"/>
          <w:szCs w:val="16"/>
        </w:rPr>
        <w:t>2</w:t>
      </w:r>
      <w:r w:rsidRPr="00665EC6">
        <w:rPr>
          <w:rFonts w:ascii="Calibri" w:hAnsi="Calibri" w:cs="Calibri Light"/>
          <w:sz w:val="16"/>
          <w:szCs w:val="16"/>
        </w:rPr>
        <w:t>/202</w:t>
      </w:r>
      <w:r w:rsidR="00E33B5A">
        <w:rPr>
          <w:rFonts w:ascii="Calibri" w:hAnsi="Calibri" w:cs="Calibri Light"/>
          <w:sz w:val="16"/>
          <w:szCs w:val="16"/>
        </w:rPr>
        <w:t>5</w:t>
      </w:r>
      <w:r>
        <w:rPr>
          <w:rFonts w:ascii="Calibri" w:hAnsi="Calibri" w:cs="Calibri Light"/>
          <w:sz w:val="16"/>
          <w:szCs w:val="16"/>
        </w:rPr>
        <w:t>–NMV</w:t>
      </w:r>
      <w:r w:rsidRPr="00665EC6">
        <w:rPr>
          <w:rFonts w:ascii="Calibri" w:hAnsi="Calibri" w:cs="Calibri Light"/>
          <w:sz w:val="16"/>
          <w:szCs w:val="16"/>
        </w:rPr>
        <w:t>)</w:t>
      </w:r>
      <w:r w:rsidRPr="00AE79FA">
        <w:rPr>
          <w:rFonts w:ascii="Calibri" w:hAnsi="Calibri" w:cs="Calibri Light"/>
          <w:szCs w:val="20"/>
        </w:rPr>
        <w:t xml:space="preserve"> za</w:t>
      </w:r>
      <w:r>
        <w:rPr>
          <w:rFonts w:ascii="Calibri" w:hAnsi="Calibri" w:cs="Calibri Light"/>
          <w:szCs w:val="20"/>
        </w:rPr>
        <w:t xml:space="preserve"> ____________________________________________________</w:t>
      </w:r>
      <w:r w:rsidRPr="00AE79FA">
        <w:rPr>
          <w:rFonts w:ascii="Calibri" w:hAnsi="Calibri" w:cs="Calibri Light"/>
          <w:szCs w:val="20"/>
        </w:rPr>
        <w:t xml:space="preserve"> </w:t>
      </w:r>
      <w:r w:rsidRPr="00665EC6">
        <w:rPr>
          <w:rFonts w:ascii="Calibri" w:hAnsi="Calibri" w:cs="Calibri Light"/>
          <w:sz w:val="16"/>
          <w:szCs w:val="16"/>
        </w:rPr>
        <w:t>(vpiše se predmet javnega naročila)</w:t>
      </w:r>
      <w:r w:rsidRPr="00AE79FA">
        <w:rPr>
          <w:rFonts w:ascii="Calibri" w:hAnsi="Calibri" w:cs="Calibri Light"/>
          <w:szCs w:val="20"/>
        </w:rPr>
        <w:t>, sklenjene med Upravičencem in Naročnikom zavarovanja</w:t>
      </w:r>
    </w:p>
    <w:p w14:paraId="01D5D714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03A8D623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ZNESEK  IN  VALUTA  ZAVAROVANJA:  ___</w:t>
      </w:r>
      <w:r>
        <w:rPr>
          <w:rFonts w:ascii="Calibri" w:hAnsi="Calibri" w:cs="Calibri Light"/>
          <w:szCs w:val="20"/>
        </w:rPr>
        <w:t>___________________________________________________</w:t>
      </w:r>
      <w:r w:rsidRPr="006458F5">
        <w:rPr>
          <w:rFonts w:ascii="Calibri" w:hAnsi="Calibri" w:cs="Calibri Light"/>
          <w:szCs w:val="20"/>
        </w:rPr>
        <w:t>______</w:t>
      </w:r>
    </w:p>
    <w:p w14:paraId="7F2BB536" w14:textId="77777777" w:rsidR="00DE3807" w:rsidRPr="00665EC6" w:rsidRDefault="00DE3807" w:rsidP="00DE3807">
      <w:pPr>
        <w:ind w:left="2832" w:firstLine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najvišji  znesek  s  številko  in  besedo ter valuta)</w:t>
      </w:r>
    </w:p>
    <w:p w14:paraId="4AD3C7CD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39A4E375" w14:textId="77777777" w:rsidR="00DE3807" w:rsidRPr="00665EC6" w:rsidRDefault="00DE3807" w:rsidP="00DE3807">
      <w:pPr>
        <w:rPr>
          <w:rFonts w:ascii="Calibri" w:hAnsi="Calibri" w:cs="Calibri Light"/>
          <w:sz w:val="16"/>
          <w:szCs w:val="16"/>
        </w:rPr>
      </w:pPr>
      <w:r w:rsidRPr="006458F5">
        <w:rPr>
          <w:rFonts w:ascii="Calibri" w:hAnsi="Calibri" w:cs="Calibri Light"/>
          <w:szCs w:val="20"/>
        </w:rPr>
        <w:t xml:space="preserve">LISTINE, KI JIH JE POLEG IZJAVE TREBA PRILOŽITI ZAHTEVI ZA PLAČILO IN SE IZRECNO ZAHTEVAJO V SPODNJEM BESEDILU: </w:t>
      </w:r>
      <w:r>
        <w:rPr>
          <w:rFonts w:ascii="Calibri" w:hAnsi="Calibri" w:cs="Calibri Light"/>
          <w:szCs w:val="20"/>
        </w:rPr>
        <w:t>__________________________</w:t>
      </w:r>
      <w:r w:rsidRPr="006458F5">
        <w:rPr>
          <w:rFonts w:ascii="Calibri" w:hAnsi="Calibri" w:cs="Calibri Light"/>
          <w:szCs w:val="20"/>
        </w:rPr>
        <w:t>____________</w:t>
      </w:r>
      <w:r w:rsidRPr="00665EC6">
        <w:rPr>
          <w:rFonts w:ascii="Calibri" w:hAnsi="Calibri" w:cs="Calibri Light"/>
          <w:sz w:val="16"/>
          <w:szCs w:val="16"/>
        </w:rPr>
        <w:t>(nobena/navede se listina)</w:t>
      </w:r>
    </w:p>
    <w:p w14:paraId="05B6CD22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50E84BB8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JEZIK V ZAHTEVANIH LISTINAH: slovenski</w:t>
      </w:r>
      <w:r>
        <w:rPr>
          <w:rFonts w:ascii="Calibri" w:hAnsi="Calibri" w:cs="Calibri Light"/>
          <w:szCs w:val="20"/>
        </w:rPr>
        <w:t xml:space="preserve"> </w:t>
      </w:r>
    </w:p>
    <w:p w14:paraId="7AADBEC9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767D2944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OBLIKA PREDLOŽITVE:</w:t>
      </w:r>
      <w:r>
        <w:rPr>
          <w:rFonts w:ascii="Calibri" w:hAnsi="Calibri" w:cs="Calibri Light"/>
          <w:szCs w:val="20"/>
        </w:rPr>
        <w:t xml:space="preserve"> </w:t>
      </w:r>
      <w:r w:rsidRPr="006458F5">
        <w:rPr>
          <w:rFonts w:ascii="Calibri" w:hAnsi="Calibri" w:cs="Calibri Light"/>
          <w:szCs w:val="20"/>
        </w:rPr>
        <w:t>v papirni obliki s priporočeno pošto ali katerokoli obliko hitre pošte ali v elektronski obliki po SWIFT sistemu na naslov _______</w:t>
      </w:r>
      <w:r>
        <w:rPr>
          <w:rFonts w:ascii="Calibri" w:hAnsi="Calibri" w:cs="Calibri Light"/>
          <w:szCs w:val="20"/>
        </w:rPr>
        <w:t>____________________________</w:t>
      </w:r>
      <w:r w:rsidRPr="006458F5">
        <w:rPr>
          <w:rFonts w:ascii="Calibri" w:hAnsi="Calibri" w:cs="Calibri Light"/>
          <w:szCs w:val="20"/>
        </w:rPr>
        <w:t>_____</w:t>
      </w:r>
      <w:r w:rsidRPr="00665EC6">
        <w:rPr>
          <w:rFonts w:ascii="Calibri" w:hAnsi="Calibri" w:cs="Calibri Light"/>
          <w:sz w:val="16"/>
          <w:szCs w:val="16"/>
        </w:rPr>
        <w:t>(navede se SWIFT naslova garanta)</w:t>
      </w:r>
    </w:p>
    <w:p w14:paraId="3AA50679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67F611AB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KRAJ PREDLOŽITVE: ____________</w:t>
      </w:r>
      <w:r>
        <w:rPr>
          <w:rFonts w:ascii="Calibri" w:hAnsi="Calibri" w:cs="Calibri Light"/>
          <w:szCs w:val="20"/>
        </w:rPr>
        <w:t>_____________________________________</w:t>
      </w:r>
      <w:r w:rsidRPr="006458F5">
        <w:rPr>
          <w:rFonts w:ascii="Calibri" w:hAnsi="Calibri" w:cs="Calibri Light"/>
          <w:szCs w:val="20"/>
        </w:rPr>
        <w:t>_</w:t>
      </w:r>
      <w:r w:rsidRPr="00665EC6">
        <w:rPr>
          <w:rFonts w:ascii="Calibri" w:hAnsi="Calibri" w:cs="Calibri Light"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  <w:r w:rsidRPr="006458F5">
        <w:rPr>
          <w:rFonts w:ascii="Calibri" w:hAnsi="Calibri" w:cs="Calibri Light"/>
          <w:szCs w:val="20"/>
        </w:rPr>
        <w:t xml:space="preserve"> Ne glede na navedeno, se predložitev papirnih listin lahko opravi v katerikoli podružnici garanta na območju Republike Slovenije.</w:t>
      </w:r>
    </w:p>
    <w:p w14:paraId="6610B26C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2999C941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DATUM VELJAVNOSTI: ____</w:t>
      </w:r>
      <w:r>
        <w:rPr>
          <w:rFonts w:ascii="Calibri" w:hAnsi="Calibri" w:cs="Calibri Light"/>
          <w:szCs w:val="20"/>
        </w:rPr>
        <w:t>______________</w:t>
      </w:r>
      <w:r w:rsidRPr="006458F5">
        <w:rPr>
          <w:rFonts w:ascii="Calibri" w:hAnsi="Calibri" w:cs="Calibri Light"/>
          <w:szCs w:val="20"/>
        </w:rPr>
        <w:t xml:space="preserve">__________ </w:t>
      </w:r>
      <w:r w:rsidRPr="00665EC6">
        <w:rPr>
          <w:rFonts w:ascii="Calibri" w:hAnsi="Calibri" w:cs="Calibri Light"/>
          <w:sz w:val="16"/>
          <w:szCs w:val="16"/>
        </w:rPr>
        <w:t>(vpiše se datum, ki je naveden v razpisni dokumentaciji za oddajo predmetnega javnega naročila)</w:t>
      </w:r>
    </w:p>
    <w:p w14:paraId="0BCA8B4C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744E9D6D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STRANKA,  KI  JE  DOLŽNA  PLAČATI  STROŠKE:  __________</w:t>
      </w:r>
      <w:r>
        <w:rPr>
          <w:rFonts w:ascii="Calibri" w:hAnsi="Calibri" w:cs="Calibri Light"/>
          <w:szCs w:val="20"/>
        </w:rPr>
        <w:t>______________________</w:t>
      </w:r>
      <w:r w:rsidRPr="006458F5">
        <w:rPr>
          <w:rFonts w:ascii="Calibri" w:hAnsi="Calibri" w:cs="Calibri Light"/>
          <w:szCs w:val="20"/>
        </w:rPr>
        <w:t>_</w:t>
      </w:r>
      <w:r>
        <w:rPr>
          <w:rFonts w:ascii="Calibri" w:hAnsi="Calibri" w:cs="Calibri Light"/>
          <w:szCs w:val="20"/>
        </w:rPr>
        <w:t>_____________________</w:t>
      </w:r>
    </w:p>
    <w:p w14:paraId="06FA4EFE" w14:textId="77777777" w:rsidR="00DE3807" w:rsidRPr="00665EC6" w:rsidRDefault="00DE3807" w:rsidP="00DE3807">
      <w:pPr>
        <w:ind w:left="424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ime  naročnika zavarovanja, tj. kandidata oziroma ponudnika v postopku javnega naročanja)</w:t>
      </w:r>
    </w:p>
    <w:p w14:paraId="4BB52B6F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00500DE8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C13DF7">
        <w:rPr>
          <w:rFonts w:ascii="Calibri" w:hAnsi="Calibri" w:cs="Calibri Light"/>
          <w:szCs w:val="20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</w:t>
      </w:r>
      <w:r w:rsidRPr="00C13DF7">
        <w:rPr>
          <w:rFonts w:ascii="Calibri" w:hAnsi="Calibri" w:cs="Calibri Light"/>
          <w:szCs w:val="20"/>
        </w:rPr>
        <w:lastRenderedPageBreak/>
        <w:t>samo besedilo zahteve za plačilo bodisi na ločeni podpisani listini, ki je priložena zahtevi za plačilo ali se nanjo sklicuje, in v kateri je navedeno, v kakšnem smislu naročnik zavarovanja ni izpolnil svojih obveznosti iz osnovnega posla</w:t>
      </w:r>
      <w:r>
        <w:rPr>
          <w:rFonts w:ascii="Calibri" w:hAnsi="Calibri" w:cs="Calibri Light"/>
          <w:szCs w:val="20"/>
        </w:rPr>
        <w:t>.</w:t>
      </w:r>
    </w:p>
    <w:p w14:paraId="1A3222D3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106EAC35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Katerokoli zahtevo za plačilo po tem zavarovanju moramo prejeti na datum veljavnosti zavarovanja ali pred njim v zgoraj navedenem kraju predložitve.</w:t>
      </w:r>
    </w:p>
    <w:p w14:paraId="00D12DE7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73DAA8E0" w14:textId="77777777" w:rsidR="00DE3807" w:rsidRDefault="00DE3807" w:rsidP="00DE3807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Morebitne  spore  v  zvezi  s  tem  zavarovanjem  rešuje  stvarno  pristojno  sodišče  v  Ljubljani  po slovenskem pravu.</w:t>
      </w:r>
      <w:r>
        <w:rPr>
          <w:rFonts w:ascii="Calibri" w:hAnsi="Calibri" w:cs="Calibri Light"/>
          <w:szCs w:val="20"/>
        </w:rPr>
        <w:t xml:space="preserve"> </w:t>
      </w:r>
      <w:r w:rsidRPr="006458F5">
        <w:rPr>
          <w:rFonts w:ascii="Calibri" w:hAnsi="Calibri" w:cs="Calibri Light"/>
          <w:szCs w:val="20"/>
        </w:rPr>
        <w:t>Za to zavarovanje veljajo Enotna pravila za garancije na poziv (EPGP) revizija iz leta 2010, izdana pri MTZ pod št. 758.</w:t>
      </w:r>
    </w:p>
    <w:p w14:paraId="268D80FC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1D9A1273" w14:textId="77777777" w:rsidR="00DE3807" w:rsidRDefault="00DE3807" w:rsidP="00DE3807">
      <w:pPr>
        <w:rPr>
          <w:rFonts w:ascii="Calibri" w:hAnsi="Calibri" w:cs="Calibri Light"/>
          <w:szCs w:val="20"/>
        </w:rPr>
      </w:pPr>
    </w:p>
    <w:p w14:paraId="3AC28385" w14:textId="77777777" w:rsidR="00DE3807" w:rsidRDefault="00DE3807" w:rsidP="00DE3807">
      <w:pPr>
        <w:rPr>
          <w:rFonts w:ascii="Calibri" w:hAnsi="Calibri" w:cs="Calibri Light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E3807" w:rsidRPr="009D65F7" w14:paraId="6432B933" w14:textId="77777777" w:rsidTr="00631927">
        <w:trPr>
          <w:trHeight w:val="241"/>
        </w:trPr>
        <w:tc>
          <w:tcPr>
            <w:tcW w:w="3348" w:type="dxa"/>
          </w:tcPr>
          <w:p w14:paraId="533C5291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</w:p>
          <w:p w14:paraId="4C3868EE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B1E4DA6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4495B551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  <w:r>
              <w:rPr>
                <w:rFonts w:ascii="Calibri" w:hAnsi="Calibri" w:cs="Calibri Light"/>
                <w:szCs w:val="20"/>
              </w:rPr>
              <w:t>Garant</w:t>
            </w:r>
            <w:r w:rsidRPr="009D65F7">
              <w:rPr>
                <w:rFonts w:ascii="Calibri" w:hAnsi="Calibri" w:cs="Calibri Light"/>
                <w:szCs w:val="20"/>
              </w:rPr>
              <w:t>:</w:t>
            </w:r>
          </w:p>
          <w:p w14:paraId="3E59C05D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143584C2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DE3807" w:rsidRPr="009D65F7" w14:paraId="64BAAEE7" w14:textId="77777777" w:rsidTr="00631927">
        <w:trPr>
          <w:trHeight w:val="483"/>
        </w:trPr>
        <w:tc>
          <w:tcPr>
            <w:tcW w:w="3348" w:type="dxa"/>
          </w:tcPr>
          <w:p w14:paraId="08F7D89C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73D8E8C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7F925B56" w14:textId="77777777" w:rsidR="00DE3807" w:rsidRPr="009D65F7" w:rsidRDefault="00DE3807" w:rsidP="00631927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2CC6E136" w14:textId="77777777" w:rsidR="00DE3807" w:rsidRPr="009D65F7" w:rsidRDefault="00DE3807" w:rsidP="00631927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  <w:r>
              <w:rPr>
                <w:rFonts w:ascii="Calibri" w:hAnsi="Calibri" w:cs="Calibri Light"/>
                <w:sz w:val="16"/>
                <w:szCs w:val="16"/>
              </w:rPr>
              <w:t xml:space="preserve"> garanta in žig garanta</w:t>
            </w:r>
          </w:p>
        </w:tc>
      </w:tr>
    </w:tbl>
    <w:p w14:paraId="68D4CF66" w14:textId="77777777" w:rsidR="00DE3807" w:rsidRDefault="00DE3807" w:rsidP="00DE3807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753536D" w14:textId="7F0640AB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2DEBDC21" w14:textId="4C68A924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591FC42" w14:textId="77777777" w:rsidR="00DE4F97" w:rsidRDefault="00DE4F97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  <w:sectPr w:rsidR="00DE4F97" w:rsidSect="008E5280">
          <w:headerReference w:type="default" r:id="rId47"/>
          <w:footerReference w:type="default" r:id="rId48"/>
          <w:pgSz w:w="11906" w:h="16838" w:code="9"/>
          <w:pgMar w:top="1134" w:right="1418" w:bottom="1134" w:left="1418" w:header="709" w:footer="559" w:gutter="0"/>
          <w:pgNumType w:start="1"/>
          <w:cols w:space="708"/>
          <w:docGrid w:linePitch="360"/>
        </w:sectPr>
      </w:pPr>
    </w:p>
    <w:p w14:paraId="17BF4FCF" w14:textId="77777777" w:rsidR="001E3E7D" w:rsidRDefault="001E3E7D" w:rsidP="00CD0F98">
      <w:pPr>
        <w:rPr>
          <w:rFonts w:asciiTheme="minorHAnsi" w:hAnsiTheme="minorHAnsi" w:cstheme="minorHAnsi"/>
          <w:b/>
          <w:sz w:val="28"/>
          <w:szCs w:val="28"/>
        </w:rPr>
      </w:pPr>
    </w:p>
    <w:p w14:paraId="0FEAE8DA" w14:textId="77777777" w:rsidR="002A0D0F" w:rsidRPr="006458F5" w:rsidRDefault="002A0D0F" w:rsidP="002A0D0F">
      <w:pPr>
        <w:jc w:val="center"/>
        <w:rPr>
          <w:rFonts w:ascii="Calibri" w:hAnsi="Calibri" w:cs="Calibri Light"/>
          <w:b/>
          <w:color w:val="000000"/>
          <w:sz w:val="28"/>
          <w:szCs w:val="28"/>
        </w:rPr>
      </w:pPr>
      <w:r w:rsidRPr="006458F5">
        <w:rPr>
          <w:rFonts w:ascii="Calibri" w:hAnsi="Calibri" w:cs="Calibri Light"/>
          <w:b/>
          <w:color w:val="000000"/>
          <w:sz w:val="28"/>
          <w:szCs w:val="28"/>
        </w:rPr>
        <w:t>ZAVAROVANJ</w:t>
      </w:r>
      <w:r>
        <w:rPr>
          <w:rFonts w:ascii="Calibri" w:hAnsi="Calibri" w:cs="Calibri Light"/>
          <w:b/>
          <w:color w:val="000000"/>
          <w:sz w:val="28"/>
          <w:szCs w:val="28"/>
        </w:rPr>
        <w:t>E</w:t>
      </w:r>
      <w:r w:rsidRPr="006458F5">
        <w:rPr>
          <w:rFonts w:ascii="Calibri" w:hAnsi="Calibri" w:cs="Calibri Light"/>
          <w:b/>
          <w:color w:val="000000"/>
          <w:sz w:val="28"/>
          <w:szCs w:val="28"/>
        </w:rPr>
        <w:t xml:space="preserve"> ZA </w:t>
      </w:r>
      <w:r>
        <w:rPr>
          <w:rFonts w:ascii="Calibri" w:hAnsi="Calibri" w:cs="Calibri Light"/>
          <w:b/>
          <w:color w:val="000000"/>
          <w:sz w:val="28"/>
          <w:szCs w:val="28"/>
        </w:rPr>
        <w:t>ODPRAVO NAPAK V GARANCIJSKEM ROKU</w:t>
      </w:r>
    </w:p>
    <w:p w14:paraId="41F3B9A1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3E252570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Glava s podatki o garantu (zavarovalnici/banki) ali SWIFT ključ</w:t>
      </w:r>
    </w:p>
    <w:p w14:paraId="321A0C42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2C552043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 xml:space="preserve">Za: </w:t>
      </w:r>
      <w:r>
        <w:rPr>
          <w:rFonts w:ascii="Calibri" w:hAnsi="Calibri" w:cs="Calibri Light"/>
          <w:szCs w:val="20"/>
        </w:rPr>
        <w:t>_______</w:t>
      </w:r>
      <w:r w:rsidRPr="006458F5">
        <w:rPr>
          <w:rFonts w:ascii="Calibri" w:hAnsi="Calibri" w:cs="Calibri Light"/>
          <w:szCs w:val="20"/>
        </w:rPr>
        <w:t>______________</w:t>
      </w:r>
      <w:r w:rsidRPr="00665EC6">
        <w:rPr>
          <w:rFonts w:ascii="Calibri" w:hAnsi="Calibri" w:cs="Calibri Light"/>
          <w:sz w:val="16"/>
          <w:szCs w:val="16"/>
        </w:rPr>
        <w:t>(vpiše se upravičenca tj. izvajalca postopka javnega naročanja)</w:t>
      </w:r>
    </w:p>
    <w:p w14:paraId="58C36D79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Datum: ____</w:t>
      </w:r>
      <w:r>
        <w:rPr>
          <w:rFonts w:ascii="Calibri" w:hAnsi="Calibri" w:cs="Calibri Light"/>
          <w:szCs w:val="20"/>
        </w:rPr>
        <w:t>______</w:t>
      </w:r>
      <w:r w:rsidRPr="006458F5">
        <w:rPr>
          <w:rFonts w:ascii="Calibri" w:hAnsi="Calibri" w:cs="Calibri Light"/>
          <w:szCs w:val="20"/>
        </w:rPr>
        <w:t>________</w:t>
      </w:r>
      <w:r w:rsidRPr="00665EC6">
        <w:rPr>
          <w:rFonts w:ascii="Calibri" w:hAnsi="Calibri" w:cs="Calibri Light"/>
          <w:sz w:val="16"/>
          <w:szCs w:val="16"/>
        </w:rPr>
        <w:t>(vpiše se datum izdaje)</w:t>
      </w:r>
    </w:p>
    <w:p w14:paraId="5C4BB191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5EE7F61E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VRSTA ZAVAROVANJA:__</w:t>
      </w:r>
      <w:r>
        <w:rPr>
          <w:rFonts w:ascii="Calibri" w:hAnsi="Calibri" w:cs="Calibri Light"/>
          <w:szCs w:val="20"/>
        </w:rPr>
        <w:t>_____________________________________________________________________</w:t>
      </w:r>
      <w:r w:rsidRPr="006458F5">
        <w:rPr>
          <w:rFonts w:ascii="Calibri" w:hAnsi="Calibri" w:cs="Calibri Light"/>
          <w:szCs w:val="20"/>
        </w:rPr>
        <w:t>____</w:t>
      </w:r>
    </w:p>
    <w:p w14:paraId="03D9D310" w14:textId="77777777" w:rsidR="002A0D0F" w:rsidRDefault="002A0D0F" w:rsidP="002A0D0F">
      <w:pPr>
        <w:ind w:left="1416" w:firstLine="708"/>
        <w:rPr>
          <w:rFonts w:ascii="Calibri" w:hAnsi="Calibri" w:cs="Calibri Light"/>
          <w:szCs w:val="20"/>
        </w:rPr>
      </w:pPr>
      <w:r w:rsidRPr="00665EC6">
        <w:rPr>
          <w:rFonts w:ascii="Calibri" w:hAnsi="Calibri" w:cs="Calibri Light"/>
          <w:sz w:val="16"/>
          <w:szCs w:val="16"/>
        </w:rPr>
        <w:t xml:space="preserve">(vpiše  se vrsta finančnega  zavarovanja:  kavcijsko zavarovanje/bančna garancija) </w:t>
      </w:r>
    </w:p>
    <w:p w14:paraId="5682D172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3A9EAF0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ŠTEVILKA ZAVAROVANJA: _________</w:t>
      </w:r>
      <w:r>
        <w:rPr>
          <w:rFonts w:ascii="Calibri" w:hAnsi="Calibri" w:cs="Calibri Light"/>
          <w:szCs w:val="20"/>
        </w:rPr>
        <w:t>________________________</w:t>
      </w:r>
      <w:r w:rsidRPr="00665EC6">
        <w:rPr>
          <w:rFonts w:ascii="Calibri" w:hAnsi="Calibri" w:cs="Calibri Light"/>
          <w:sz w:val="16"/>
          <w:szCs w:val="16"/>
        </w:rPr>
        <w:t>(vpiše se številka finančnega zavarovanja)</w:t>
      </w:r>
    </w:p>
    <w:p w14:paraId="58A6E1F0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15368BA2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GARANT: ___________________</w:t>
      </w:r>
      <w:r>
        <w:rPr>
          <w:rFonts w:ascii="Calibri" w:hAnsi="Calibri" w:cs="Calibri Light"/>
          <w:szCs w:val="20"/>
        </w:rPr>
        <w:t>__________________________________________________________________</w:t>
      </w:r>
    </w:p>
    <w:p w14:paraId="6897785A" w14:textId="77777777" w:rsidR="002A0D0F" w:rsidRPr="00665EC6" w:rsidRDefault="002A0D0F" w:rsidP="002A0D0F">
      <w:pPr>
        <w:jc w:val="center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se ime in naslov zavarovalnice/banke v kraju izdaje)</w:t>
      </w:r>
    </w:p>
    <w:p w14:paraId="15F0FEDF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596E733F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NAROČNIK  ZAVAROVANJA: ______</w:t>
      </w:r>
      <w:r>
        <w:rPr>
          <w:rFonts w:ascii="Calibri" w:hAnsi="Calibri" w:cs="Calibri Light"/>
          <w:szCs w:val="20"/>
        </w:rPr>
        <w:t>__________________________________________________________</w:t>
      </w:r>
      <w:r w:rsidRPr="006458F5">
        <w:rPr>
          <w:rFonts w:ascii="Calibri" w:hAnsi="Calibri" w:cs="Calibri Light"/>
          <w:szCs w:val="20"/>
        </w:rPr>
        <w:t>______</w:t>
      </w:r>
    </w:p>
    <w:p w14:paraId="7D48279A" w14:textId="77777777" w:rsidR="002A0D0F" w:rsidRPr="00665EC6" w:rsidRDefault="002A0D0F" w:rsidP="002A0D0F">
      <w:pPr>
        <w:ind w:left="708" w:firstLine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ime  in  naslov  naročnika  finančnega zavarovanja, tj. kandidata oziroma ponudnika v postopku javnega naročanja)</w:t>
      </w:r>
    </w:p>
    <w:p w14:paraId="5424387A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0C979224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UPRAVIČENEC: ____</w:t>
      </w:r>
      <w:r>
        <w:rPr>
          <w:rFonts w:ascii="Calibri" w:hAnsi="Calibri" w:cs="Calibri Light"/>
          <w:szCs w:val="20"/>
        </w:rPr>
        <w:t>_________</w:t>
      </w:r>
      <w:r w:rsidRPr="006458F5">
        <w:rPr>
          <w:rFonts w:ascii="Calibri" w:hAnsi="Calibri" w:cs="Calibri Light"/>
          <w:szCs w:val="20"/>
        </w:rPr>
        <w:t>___</w:t>
      </w:r>
      <w:r>
        <w:rPr>
          <w:rFonts w:ascii="Calibri" w:hAnsi="Calibri" w:cs="Calibri Light"/>
          <w:szCs w:val="20"/>
        </w:rPr>
        <w:t>__________________________________________________________</w:t>
      </w:r>
      <w:r w:rsidRPr="006458F5">
        <w:rPr>
          <w:rFonts w:ascii="Calibri" w:hAnsi="Calibri" w:cs="Calibri Light"/>
          <w:szCs w:val="20"/>
        </w:rPr>
        <w:t xml:space="preserve">_______ </w:t>
      </w:r>
    </w:p>
    <w:p w14:paraId="2DCE1F2F" w14:textId="77777777" w:rsidR="002A0D0F" w:rsidRPr="00665EC6" w:rsidRDefault="002A0D0F" w:rsidP="002A0D0F">
      <w:pPr>
        <w:ind w:left="708" w:firstLine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se izvajalca postopka javnega naročanja)</w:t>
      </w:r>
    </w:p>
    <w:p w14:paraId="578F1914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27C1E74A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54D2BF40" w14:textId="7A7A0204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 xml:space="preserve">OSNOVNI POSEL: </w:t>
      </w:r>
      <w:r w:rsidRPr="00AE79FA">
        <w:rPr>
          <w:rFonts w:ascii="Calibri" w:hAnsi="Calibri" w:cs="Calibri Light"/>
          <w:szCs w:val="20"/>
        </w:rPr>
        <w:t>obveznost naročnika zavarovanja</w:t>
      </w:r>
      <w:r>
        <w:rPr>
          <w:rFonts w:ascii="Calibri" w:hAnsi="Calibri" w:cs="Calibri Light"/>
          <w:szCs w:val="20"/>
        </w:rPr>
        <w:t xml:space="preserve"> za odpravo napak v garancijskem roku, ki izhaja</w:t>
      </w:r>
      <w:r w:rsidRPr="00AE79FA">
        <w:rPr>
          <w:rFonts w:ascii="Calibri" w:hAnsi="Calibri" w:cs="Calibri Light"/>
          <w:szCs w:val="20"/>
        </w:rPr>
        <w:t xml:space="preserve"> iz </w:t>
      </w:r>
      <w:r w:rsidR="00944593" w:rsidRPr="00944593">
        <w:rPr>
          <w:rFonts w:ascii="Calibri" w:hAnsi="Calibri" w:cs="Calibri Light"/>
          <w:szCs w:val="20"/>
        </w:rPr>
        <w:t>Pogodb</w:t>
      </w:r>
      <w:r w:rsidR="00944593">
        <w:rPr>
          <w:rFonts w:ascii="Calibri" w:hAnsi="Calibri" w:cs="Calibri Light"/>
          <w:szCs w:val="20"/>
        </w:rPr>
        <w:t xml:space="preserve">e za </w:t>
      </w:r>
      <w:r w:rsidR="00944593" w:rsidRPr="00944593">
        <w:rPr>
          <w:rFonts w:ascii="Calibri" w:hAnsi="Calibri" w:cs="Calibri Light"/>
          <w:szCs w:val="20"/>
        </w:rPr>
        <w:t>gradben</w:t>
      </w:r>
      <w:r w:rsidR="00944593">
        <w:rPr>
          <w:rFonts w:ascii="Calibri" w:hAnsi="Calibri" w:cs="Calibri Light"/>
          <w:szCs w:val="20"/>
        </w:rPr>
        <w:t>o</w:t>
      </w:r>
      <w:r w:rsidR="00944593" w:rsidRPr="00944593">
        <w:rPr>
          <w:rFonts w:ascii="Calibri" w:hAnsi="Calibri" w:cs="Calibri Light"/>
          <w:szCs w:val="20"/>
        </w:rPr>
        <w:t xml:space="preserve"> obnove nogometnega igrišča na Stadionu Stožice</w:t>
      </w:r>
      <w:r>
        <w:rPr>
          <w:rFonts w:ascii="Calibri" w:hAnsi="Calibri" w:cs="Calibri Light"/>
          <w:szCs w:val="20"/>
        </w:rPr>
        <w:t xml:space="preserve">, </w:t>
      </w:r>
      <w:r w:rsidRPr="00AE79FA">
        <w:rPr>
          <w:rFonts w:ascii="Calibri" w:hAnsi="Calibri" w:cs="Calibri Light"/>
          <w:szCs w:val="20"/>
        </w:rPr>
        <w:t>z dne</w:t>
      </w:r>
      <w:r>
        <w:rPr>
          <w:rFonts w:ascii="Calibri" w:hAnsi="Calibri" w:cs="Calibri Light"/>
          <w:szCs w:val="20"/>
        </w:rPr>
        <w:t xml:space="preserve"> ___________</w:t>
      </w:r>
      <w:r w:rsidRPr="00AE79FA">
        <w:rPr>
          <w:rFonts w:ascii="Calibri" w:hAnsi="Calibri" w:cs="Calibri Light"/>
          <w:szCs w:val="20"/>
        </w:rPr>
        <w:t xml:space="preserve"> </w:t>
      </w:r>
      <w:r w:rsidRPr="00665EC6">
        <w:rPr>
          <w:rFonts w:ascii="Calibri" w:hAnsi="Calibri" w:cs="Calibri Light"/>
          <w:sz w:val="16"/>
          <w:szCs w:val="16"/>
        </w:rPr>
        <w:t xml:space="preserve">(vpiše se in datum pogodbe o izvedbi javnega naročila, sklenjene na podlagi postopka z oznako JN </w:t>
      </w:r>
      <w:r w:rsidR="00E33B5A">
        <w:rPr>
          <w:rFonts w:ascii="Calibri" w:hAnsi="Calibri" w:cs="Calibri Light"/>
          <w:sz w:val="16"/>
          <w:szCs w:val="16"/>
        </w:rPr>
        <w:t>2</w:t>
      </w:r>
      <w:r w:rsidRPr="00665EC6">
        <w:rPr>
          <w:rFonts w:ascii="Calibri" w:hAnsi="Calibri" w:cs="Calibri Light"/>
          <w:sz w:val="16"/>
          <w:szCs w:val="16"/>
        </w:rPr>
        <w:t>/202</w:t>
      </w:r>
      <w:r w:rsidR="00E33B5A">
        <w:rPr>
          <w:rFonts w:ascii="Calibri" w:hAnsi="Calibri" w:cs="Calibri Light"/>
          <w:sz w:val="16"/>
          <w:szCs w:val="16"/>
        </w:rPr>
        <w:t>5</w:t>
      </w:r>
      <w:r>
        <w:rPr>
          <w:rFonts w:ascii="Calibri" w:hAnsi="Calibri" w:cs="Calibri Light"/>
          <w:sz w:val="16"/>
          <w:szCs w:val="16"/>
        </w:rPr>
        <w:t>-NMV</w:t>
      </w:r>
      <w:r w:rsidRPr="00665EC6">
        <w:rPr>
          <w:rFonts w:ascii="Calibri" w:hAnsi="Calibri" w:cs="Calibri Light"/>
          <w:sz w:val="16"/>
          <w:szCs w:val="16"/>
        </w:rPr>
        <w:t>)</w:t>
      </w:r>
      <w:r w:rsidRPr="00AE79FA">
        <w:rPr>
          <w:rFonts w:ascii="Calibri" w:hAnsi="Calibri" w:cs="Calibri Light"/>
          <w:szCs w:val="20"/>
        </w:rPr>
        <w:t xml:space="preserve"> za</w:t>
      </w:r>
      <w:r>
        <w:rPr>
          <w:rFonts w:ascii="Calibri" w:hAnsi="Calibri" w:cs="Calibri Light"/>
          <w:szCs w:val="20"/>
        </w:rPr>
        <w:t xml:space="preserve"> ____________________________________________________________________</w:t>
      </w:r>
      <w:r w:rsidRPr="00AE79FA">
        <w:rPr>
          <w:rFonts w:ascii="Calibri" w:hAnsi="Calibri" w:cs="Calibri Light"/>
          <w:szCs w:val="20"/>
        </w:rPr>
        <w:t xml:space="preserve"> </w:t>
      </w:r>
      <w:r w:rsidRPr="00665EC6">
        <w:rPr>
          <w:rFonts w:ascii="Calibri" w:hAnsi="Calibri" w:cs="Calibri Light"/>
          <w:sz w:val="16"/>
          <w:szCs w:val="16"/>
        </w:rPr>
        <w:t>(vpiše se predmet javnega naročila)</w:t>
      </w:r>
      <w:r w:rsidRPr="00AE79FA">
        <w:rPr>
          <w:rFonts w:ascii="Calibri" w:hAnsi="Calibri" w:cs="Calibri Light"/>
          <w:szCs w:val="20"/>
        </w:rPr>
        <w:t>, sklenjene med Upravičencem in Naročnikom zavarovanja</w:t>
      </w:r>
    </w:p>
    <w:p w14:paraId="33FFCB06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71C77AC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ZNESEK  IN  VALUTA  ZAVAROVANJA:  ___</w:t>
      </w:r>
      <w:r>
        <w:rPr>
          <w:rFonts w:ascii="Calibri" w:hAnsi="Calibri" w:cs="Calibri Light"/>
          <w:szCs w:val="20"/>
        </w:rPr>
        <w:t>___________________________________________________</w:t>
      </w:r>
      <w:r w:rsidRPr="006458F5">
        <w:rPr>
          <w:rFonts w:ascii="Calibri" w:hAnsi="Calibri" w:cs="Calibri Light"/>
          <w:szCs w:val="20"/>
        </w:rPr>
        <w:t>_________</w:t>
      </w:r>
    </w:p>
    <w:p w14:paraId="1A28012A" w14:textId="77777777" w:rsidR="002A0D0F" w:rsidRPr="00665EC6" w:rsidRDefault="002A0D0F" w:rsidP="002A0D0F">
      <w:pPr>
        <w:ind w:left="2832" w:firstLine="70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najvišji  znesek  s  številko  in  besedo ter valuta)</w:t>
      </w:r>
    </w:p>
    <w:p w14:paraId="0BC16F85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16DFEAD4" w14:textId="77777777" w:rsidR="002A0D0F" w:rsidRPr="00665EC6" w:rsidRDefault="002A0D0F" w:rsidP="002A0D0F">
      <w:pPr>
        <w:rPr>
          <w:rFonts w:ascii="Calibri" w:hAnsi="Calibri" w:cs="Calibri Light"/>
          <w:sz w:val="16"/>
          <w:szCs w:val="16"/>
        </w:rPr>
      </w:pPr>
      <w:r w:rsidRPr="006458F5">
        <w:rPr>
          <w:rFonts w:ascii="Calibri" w:hAnsi="Calibri" w:cs="Calibri Light"/>
          <w:szCs w:val="20"/>
        </w:rPr>
        <w:t xml:space="preserve">LISTINE, KI JIH JE POLEG IZJAVE TREBA PRILOŽITI ZAHTEVI ZA PLAČILO IN SE IZRECNO ZAHTEVAJO V SPODNJEM BESEDILU: </w:t>
      </w:r>
      <w:r>
        <w:rPr>
          <w:rFonts w:ascii="Calibri" w:hAnsi="Calibri" w:cs="Calibri Light"/>
          <w:szCs w:val="20"/>
        </w:rPr>
        <w:t>__________________________</w:t>
      </w:r>
      <w:r w:rsidRPr="006458F5">
        <w:rPr>
          <w:rFonts w:ascii="Calibri" w:hAnsi="Calibri" w:cs="Calibri Light"/>
          <w:szCs w:val="20"/>
        </w:rPr>
        <w:t>____________</w:t>
      </w:r>
      <w:r w:rsidRPr="00665EC6">
        <w:rPr>
          <w:rFonts w:ascii="Calibri" w:hAnsi="Calibri" w:cs="Calibri Light"/>
          <w:sz w:val="16"/>
          <w:szCs w:val="16"/>
        </w:rPr>
        <w:t>(nobena/navede se listina)</w:t>
      </w:r>
    </w:p>
    <w:p w14:paraId="2740929F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3459BCD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JEZIK V ZAHTEVANIH LISTINAH: slovenski</w:t>
      </w:r>
      <w:r>
        <w:rPr>
          <w:rFonts w:ascii="Calibri" w:hAnsi="Calibri" w:cs="Calibri Light"/>
          <w:szCs w:val="20"/>
        </w:rPr>
        <w:t xml:space="preserve"> </w:t>
      </w:r>
    </w:p>
    <w:p w14:paraId="5076F099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DF8F16C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OBLIKA PREDLOŽITVE:</w:t>
      </w:r>
      <w:r>
        <w:rPr>
          <w:rFonts w:ascii="Calibri" w:hAnsi="Calibri" w:cs="Calibri Light"/>
          <w:szCs w:val="20"/>
        </w:rPr>
        <w:t xml:space="preserve"> </w:t>
      </w:r>
      <w:r w:rsidRPr="006458F5">
        <w:rPr>
          <w:rFonts w:ascii="Calibri" w:hAnsi="Calibri" w:cs="Calibri Light"/>
          <w:szCs w:val="20"/>
        </w:rPr>
        <w:t>v papirni obliki s priporočeno pošto ali katerokoli obliko hitre pošte ali v elektronski obliki po SWIFT sistemu na naslov _______</w:t>
      </w:r>
      <w:r>
        <w:rPr>
          <w:rFonts w:ascii="Calibri" w:hAnsi="Calibri" w:cs="Calibri Light"/>
          <w:szCs w:val="20"/>
        </w:rPr>
        <w:t>____________________________</w:t>
      </w:r>
      <w:r w:rsidRPr="006458F5">
        <w:rPr>
          <w:rFonts w:ascii="Calibri" w:hAnsi="Calibri" w:cs="Calibri Light"/>
          <w:szCs w:val="20"/>
        </w:rPr>
        <w:t>_____</w:t>
      </w:r>
      <w:r w:rsidRPr="00665EC6">
        <w:rPr>
          <w:rFonts w:ascii="Calibri" w:hAnsi="Calibri" w:cs="Calibri Light"/>
          <w:sz w:val="16"/>
          <w:szCs w:val="16"/>
        </w:rPr>
        <w:t>(navede se SWIFT naslova garanta)</w:t>
      </w:r>
    </w:p>
    <w:p w14:paraId="5252C640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4C8C7591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KRAJ PREDLOŽITVE: ____________</w:t>
      </w:r>
      <w:r>
        <w:rPr>
          <w:rFonts w:ascii="Calibri" w:hAnsi="Calibri" w:cs="Calibri Light"/>
          <w:szCs w:val="20"/>
        </w:rPr>
        <w:t>_____________________________________</w:t>
      </w:r>
      <w:r w:rsidRPr="006458F5">
        <w:rPr>
          <w:rFonts w:ascii="Calibri" w:hAnsi="Calibri" w:cs="Calibri Light"/>
          <w:szCs w:val="20"/>
        </w:rPr>
        <w:t>_</w:t>
      </w:r>
      <w:r w:rsidRPr="00665EC6">
        <w:rPr>
          <w:rFonts w:ascii="Calibri" w:hAnsi="Calibri" w:cs="Calibri Light"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  <w:r w:rsidRPr="006458F5">
        <w:rPr>
          <w:rFonts w:ascii="Calibri" w:hAnsi="Calibri" w:cs="Calibri Light"/>
          <w:szCs w:val="20"/>
        </w:rPr>
        <w:t xml:space="preserve"> Ne glede na navedeno, se predložitev papirnih listin lahko opravi v katerikoli podružnici garanta na območju Republike Slovenije.</w:t>
      </w:r>
    </w:p>
    <w:p w14:paraId="4387203B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31EC4822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DATUM VELJAVNOSTI: ____</w:t>
      </w:r>
      <w:r>
        <w:rPr>
          <w:rFonts w:ascii="Calibri" w:hAnsi="Calibri" w:cs="Calibri Light"/>
          <w:szCs w:val="20"/>
        </w:rPr>
        <w:t>______________</w:t>
      </w:r>
      <w:r w:rsidRPr="006458F5">
        <w:rPr>
          <w:rFonts w:ascii="Calibri" w:hAnsi="Calibri" w:cs="Calibri Light"/>
          <w:szCs w:val="20"/>
        </w:rPr>
        <w:t xml:space="preserve">__________ </w:t>
      </w:r>
      <w:r w:rsidRPr="00665EC6">
        <w:rPr>
          <w:rFonts w:ascii="Calibri" w:hAnsi="Calibri" w:cs="Calibri Light"/>
          <w:sz w:val="16"/>
          <w:szCs w:val="16"/>
        </w:rPr>
        <w:t>(vpiše se datum, ki je naveden v razpisni dokumentaciji za oddajo predmetnega javnega naročila)</w:t>
      </w:r>
    </w:p>
    <w:p w14:paraId="50980BE1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40C942C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STRANKA,  KI  JE  DOLŽNA  PLAČATI  STROŠKE:  __________</w:t>
      </w:r>
      <w:r>
        <w:rPr>
          <w:rFonts w:ascii="Calibri" w:hAnsi="Calibri" w:cs="Calibri Light"/>
          <w:szCs w:val="20"/>
        </w:rPr>
        <w:t>______________________</w:t>
      </w:r>
      <w:r w:rsidRPr="006458F5">
        <w:rPr>
          <w:rFonts w:ascii="Calibri" w:hAnsi="Calibri" w:cs="Calibri Light"/>
          <w:szCs w:val="20"/>
        </w:rPr>
        <w:t>_</w:t>
      </w:r>
      <w:r>
        <w:rPr>
          <w:rFonts w:ascii="Calibri" w:hAnsi="Calibri" w:cs="Calibri Light"/>
          <w:szCs w:val="20"/>
        </w:rPr>
        <w:t xml:space="preserve">____________________________ </w:t>
      </w:r>
    </w:p>
    <w:p w14:paraId="219D493B" w14:textId="77777777" w:rsidR="002A0D0F" w:rsidRPr="00665EC6" w:rsidRDefault="002A0D0F" w:rsidP="002A0D0F">
      <w:pPr>
        <w:ind w:left="4248"/>
        <w:rPr>
          <w:rFonts w:ascii="Calibri" w:hAnsi="Calibri" w:cs="Calibri Light"/>
          <w:sz w:val="16"/>
          <w:szCs w:val="16"/>
        </w:rPr>
      </w:pPr>
      <w:r w:rsidRPr="00665EC6">
        <w:rPr>
          <w:rFonts w:ascii="Calibri" w:hAnsi="Calibri" w:cs="Calibri Light"/>
          <w:sz w:val="16"/>
          <w:szCs w:val="16"/>
        </w:rPr>
        <w:t>(vpiše  se  ime  naročnika zavarovanja, tj. kandidata oziroma ponudnika v postopku javnega naročanja)</w:t>
      </w:r>
    </w:p>
    <w:p w14:paraId="2A0F2FFB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23B077F8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C13DF7">
        <w:rPr>
          <w:rFonts w:ascii="Calibri" w:hAnsi="Calibri" w:cs="Calibri Light"/>
          <w:szCs w:val="20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</w:t>
      </w:r>
      <w:r w:rsidRPr="00C13DF7">
        <w:rPr>
          <w:rFonts w:ascii="Calibri" w:hAnsi="Calibri" w:cs="Calibri Light"/>
          <w:szCs w:val="20"/>
        </w:rPr>
        <w:lastRenderedPageBreak/>
        <w:t xml:space="preserve">plačilo bodisi na ločeni podpisani listini, ki je priložena zahtevi za plačilo ali se nanjo sklicuje, in v kateri je navedeno, v kakšnem smislu naročnik zavarovanja </w:t>
      </w:r>
      <w:r w:rsidRPr="00E023CB">
        <w:rPr>
          <w:rFonts w:ascii="Calibri" w:hAnsi="Calibri" w:cs="Calibri Light"/>
          <w:szCs w:val="20"/>
        </w:rPr>
        <w:t>svojih pogodbenih obveznosti iz naslova odprave napak v garancijski dobi ni izpolnil v skladu z določili iz osnovnega posla</w:t>
      </w:r>
      <w:r>
        <w:rPr>
          <w:rFonts w:ascii="Calibri" w:hAnsi="Calibri" w:cs="Calibri Light"/>
          <w:szCs w:val="20"/>
        </w:rPr>
        <w:t>.</w:t>
      </w:r>
    </w:p>
    <w:p w14:paraId="43F71905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7987A9EF" w14:textId="77777777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Katerokoli zahtevo za plačilo po tem zavarovanju moramo prejeti na datum veljavnosti zavarovanja ali pred njim v zgoraj navedenem kraju predložitve.</w:t>
      </w:r>
    </w:p>
    <w:p w14:paraId="648F1CD9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6152A7BE" w14:textId="21B9F69E" w:rsidR="002A0D0F" w:rsidRDefault="002A0D0F" w:rsidP="002A0D0F">
      <w:pPr>
        <w:rPr>
          <w:rFonts w:ascii="Calibri" w:hAnsi="Calibri" w:cs="Calibri Light"/>
          <w:szCs w:val="20"/>
        </w:rPr>
      </w:pPr>
      <w:r w:rsidRPr="006458F5">
        <w:rPr>
          <w:rFonts w:ascii="Calibri" w:hAnsi="Calibri" w:cs="Calibri Light"/>
          <w:szCs w:val="20"/>
        </w:rPr>
        <w:t>Morebitne spore v zvezi s tem  zavarovanjem rešuje stvarno  pristojno sodišče v Ljubljani po slovenskem pravu.</w:t>
      </w:r>
      <w:r>
        <w:rPr>
          <w:rFonts w:ascii="Calibri" w:hAnsi="Calibri" w:cs="Calibri Light"/>
          <w:szCs w:val="20"/>
        </w:rPr>
        <w:t xml:space="preserve"> </w:t>
      </w:r>
      <w:r w:rsidRPr="006458F5">
        <w:rPr>
          <w:rFonts w:ascii="Calibri" w:hAnsi="Calibri" w:cs="Calibri Light"/>
          <w:szCs w:val="20"/>
        </w:rPr>
        <w:t>Za to zavarovanje veljajo Enotna pravila za garancije na poziv (EPGP) revizija iz leta 2010, izdana pri MTZ pod št. 758.</w:t>
      </w:r>
    </w:p>
    <w:p w14:paraId="3AFA07FA" w14:textId="77777777" w:rsidR="002A0D0F" w:rsidRDefault="002A0D0F" w:rsidP="002A0D0F">
      <w:pPr>
        <w:rPr>
          <w:rFonts w:ascii="Calibri" w:hAnsi="Calibri" w:cs="Calibri Light"/>
          <w:szCs w:val="20"/>
        </w:rPr>
      </w:pPr>
    </w:p>
    <w:p w14:paraId="2510E780" w14:textId="77777777" w:rsidR="002A0D0F" w:rsidRDefault="002A0D0F" w:rsidP="002A0D0F">
      <w:pPr>
        <w:rPr>
          <w:rFonts w:ascii="Calibri" w:hAnsi="Calibri" w:cs="Calibri Light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A0D0F" w:rsidRPr="009D65F7" w14:paraId="51481332" w14:textId="77777777" w:rsidTr="00B05CC2">
        <w:trPr>
          <w:trHeight w:val="241"/>
        </w:trPr>
        <w:tc>
          <w:tcPr>
            <w:tcW w:w="3348" w:type="dxa"/>
          </w:tcPr>
          <w:p w14:paraId="148DDFA3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</w:p>
          <w:p w14:paraId="21C9244B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 xml:space="preserve">Kraj: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3C820DF0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645D8EF8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  <w:r>
              <w:rPr>
                <w:rFonts w:ascii="Calibri" w:hAnsi="Calibri" w:cs="Calibri Light"/>
                <w:szCs w:val="20"/>
              </w:rPr>
              <w:t>Garant</w:t>
            </w:r>
            <w:r w:rsidRPr="009D65F7">
              <w:rPr>
                <w:rFonts w:ascii="Calibri" w:hAnsi="Calibri" w:cs="Calibri Light"/>
                <w:szCs w:val="20"/>
              </w:rPr>
              <w:t>:</w:t>
            </w:r>
          </w:p>
          <w:p w14:paraId="7442B7AD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  <w:p w14:paraId="3E8D6427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</w:p>
        </w:tc>
      </w:tr>
      <w:tr w:rsidR="002A0D0F" w:rsidRPr="009D65F7" w14:paraId="5F1CFC64" w14:textId="77777777" w:rsidTr="00B05CC2">
        <w:trPr>
          <w:trHeight w:val="483"/>
        </w:trPr>
        <w:tc>
          <w:tcPr>
            <w:tcW w:w="3348" w:type="dxa"/>
          </w:tcPr>
          <w:p w14:paraId="551535A3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Datum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  <w:r w:rsidRPr="009D65F7">
              <w:rPr>
                <w:rFonts w:ascii="Calibri" w:hAnsi="Calibri" w:cs="Calibri Light"/>
                <w:szCs w:val="20"/>
              </w:rPr>
              <w:t xml:space="preserve">: </w:t>
            </w:r>
            <w:r w:rsidRPr="009D65F7">
              <w:rPr>
                <w:rFonts w:ascii="Calibri" w:hAnsi="Calibri" w:cs="Calibri Light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D65F7">
              <w:rPr>
                <w:rFonts w:ascii="Calibri" w:hAnsi="Calibri" w:cs="Calibri Light"/>
                <w:szCs w:val="20"/>
              </w:rPr>
              <w:instrText xml:space="preserve"> FORMTEXT </w:instrText>
            </w:r>
            <w:r w:rsidRPr="009D65F7">
              <w:rPr>
                <w:rFonts w:ascii="Calibri" w:hAnsi="Calibri" w:cs="Calibri Light"/>
                <w:szCs w:val="20"/>
              </w:rPr>
            </w:r>
            <w:r w:rsidRPr="009D65F7">
              <w:rPr>
                <w:rFonts w:ascii="Calibri" w:hAnsi="Calibri" w:cs="Calibri Light"/>
                <w:szCs w:val="20"/>
              </w:rPr>
              <w:fldChar w:fldCharType="separate"/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t> </w:t>
            </w:r>
            <w:r w:rsidRPr="009D65F7">
              <w:rPr>
                <w:rFonts w:ascii="Calibri" w:hAnsi="Calibri" w:cs="Calibri Light"/>
                <w:szCs w:val="20"/>
              </w:rPr>
              <w:fldChar w:fldCharType="end"/>
            </w:r>
          </w:p>
        </w:tc>
        <w:tc>
          <w:tcPr>
            <w:tcW w:w="1818" w:type="dxa"/>
          </w:tcPr>
          <w:p w14:paraId="29B78B34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</w:p>
        </w:tc>
        <w:tc>
          <w:tcPr>
            <w:tcW w:w="4324" w:type="dxa"/>
          </w:tcPr>
          <w:p w14:paraId="01640D55" w14:textId="77777777" w:rsidR="002A0D0F" w:rsidRPr="009D65F7" w:rsidRDefault="002A0D0F" w:rsidP="00B05CC2">
            <w:pPr>
              <w:rPr>
                <w:rFonts w:ascii="Calibri" w:hAnsi="Calibri" w:cs="Calibri Light"/>
                <w:szCs w:val="20"/>
              </w:rPr>
            </w:pPr>
            <w:r w:rsidRPr="009D65F7">
              <w:rPr>
                <w:rFonts w:ascii="Calibri" w:hAnsi="Calibri" w:cs="Calibri Light"/>
                <w:szCs w:val="20"/>
              </w:rPr>
              <w:t>________________________</w:t>
            </w:r>
          </w:p>
          <w:p w14:paraId="76601545" w14:textId="77777777" w:rsidR="002A0D0F" w:rsidRPr="009D65F7" w:rsidRDefault="002A0D0F" w:rsidP="00B05CC2">
            <w:pPr>
              <w:rPr>
                <w:rFonts w:ascii="Calibri" w:hAnsi="Calibri" w:cs="Calibri Light"/>
                <w:sz w:val="16"/>
                <w:szCs w:val="16"/>
              </w:rPr>
            </w:pPr>
            <w:r w:rsidRPr="009D65F7">
              <w:rPr>
                <w:rFonts w:ascii="Calibri" w:hAnsi="Calibri" w:cs="Calibri Light"/>
                <w:sz w:val="16"/>
                <w:szCs w:val="16"/>
              </w:rPr>
              <w:t>Podpis odgovorne osebe</w:t>
            </w:r>
            <w:r>
              <w:rPr>
                <w:rFonts w:ascii="Calibri" w:hAnsi="Calibri" w:cs="Calibri Light"/>
                <w:sz w:val="16"/>
                <w:szCs w:val="16"/>
              </w:rPr>
              <w:t xml:space="preserve"> garanta in žig garanta</w:t>
            </w:r>
          </w:p>
        </w:tc>
      </w:tr>
    </w:tbl>
    <w:p w14:paraId="760B6529" w14:textId="77777777" w:rsidR="002A0D0F" w:rsidRPr="009D65F7" w:rsidRDefault="002A0D0F" w:rsidP="002A0D0F">
      <w:pPr>
        <w:rPr>
          <w:rFonts w:ascii="Calibri" w:hAnsi="Calibri" w:cs="Calibri Light"/>
          <w:szCs w:val="20"/>
        </w:rPr>
      </w:pPr>
    </w:p>
    <w:p w14:paraId="2E34D81F" w14:textId="77777777" w:rsidR="002A0D0F" w:rsidRPr="00572ACE" w:rsidRDefault="002A0D0F" w:rsidP="002A0D0F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A1DA812" w14:textId="77777777" w:rsidR="00DE4F97" w:rsidRPr="009D65F7" w:rsidRDefault="00DE4F97" w:rsidP="00DE4F97">
      <w:pPr>
        <w:rPr>
          <w:rFonts w:ascii="Calibri" w:hAnsi="Calibri" w:cs="Calibri Light"/>
          <w:szCs w:val="20"/>
        </w:rPr>
      </w:pPr>
    </w:p>
    <w:p w14:paraId="4080934C" w14:textId="77777777" w:rsidR="008F53FB" w:rsidRDefault="008F53FB" w:rsidP="00572ACE">
      <w:pPr>
        <w:contextualSpacing/>
        <w:rPr>
          <w:rFonts w:asciiTheme="minorHAnsi" w:hAnsiTheme="minorHAnsi" w:cstheme="minorHAnsi"/>
          <w:b/>
          <w:bCs/>
          <w:i/>
          <w:iCs/>
          <w:sz w:val="22"/>
        </w:rPr>
        <w:sectPr w:rsidR="008F53FB" w:rsidSect="008E5280">
          <w:headerReference w:type="default" r:id="rId49"/>
          <w:footerReference w:type="even" r:id="rId50"/>
          <w:footerReference w:type="default" r:id="rId51"/>
          <w:pgSz w:w="11906" w:h="16838" w:code="9"/>
          <w:pgMar w:top="426" w:right="1134" w:bottom="284" w:left="993" w:header="709" w:footer="709" w:gutter="0"/>
          <w:pgNumType w:start="1"/>
          <w:cols w:space="708"/>
          <w:docGrid w:linePitch="360"/>
        </w:sectPr>
      </w:pPr>
    </w:p>
    <w:p w14:paraId="525025F0" w14:textId="77777777" w:rsidR="008F53FB" w:rsidRPr="00B8093E" w:rsidRDefault="008F53FB" w:rsidP="008F53FB">
      <w:pPr>
        <w:spacing w:before="69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B8093E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OBRAZEC ZAVAROVANJA ZA RESNOST PRIJAVE IN PONUDB PO EPGP-758</w:t>
      </w:r>
    </w:p>
    <w:p w14:paraId="67CC3D74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215E801B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sz w:val="22"/>
        </w:rPr>
      </w:pPr>
      <w:r w:rsidRPr="00B8093E">
        <w:rPr>
          <w:rFonts w:asciiTheme="minorHAnsi" w:hAnsiTheme="minorHAnsi" w:cstheme="minorHAnsi"/>
          <w:sz w:val="22"/>
        </w:rPr>
        <w:t>Glava s podatki o garantu (zavarovalnici/banki) ali SWIFT ključ</w:t>
      </w:r>
    </w:p>
    <w:p w14:paraId="4165540A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755E15E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 xml:space="preserve">Za:   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 (vpiše se upravičenca tj. izvajalca postopka javnega naročanja)</w:t>
      </w:r>
    </w:p>
    <w:p w14:paraId="64B3B5E7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 xml:space="preserve">Datum: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datum izdaje)</w:t>
      </w:r>
    </w:p>
    <w:p w14:paraId="5D564831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521C6182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>VRSTA ZAVAROVANJA</w:t>
      </w:r>
      <w:r w:rsidRPr="00B8093E">
        <w:rPr>
          <w:rFonts w:asciiTheme="minorHAnsi" w:hAnsiTheme="minorHAnsi" w:cstheme="minorHAnsi"/>
          <w:i/>
          <w:iCs/>
          <w:sz w:val="22"/>
        </w:rPr>
        <w:t xml:space="preserve">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vrsta finančnega zavarovanja: kavcijsko zavarovanje/bančna garancija za resnost prijave in ponudb)</w:t>
      </w:r>
    </w:p>
    <w:p w14:paraId="25D58CAC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0C82712A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ŠTEVILKA ZAVAROVANJA: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številka finančnega zavarovanja)</w:t>
      </w:r>
    </w:p>
    <w:p w14:paraId="033C0119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002CF56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GARANT: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ime in naslov zavarovalnice/banke v kraju izdaje)</w:t>
      </w:r>
    </w:p>
    <w:p w14:paraId="76D8D302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723F07B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NAROČNIK ZAVAROVANJA: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ime in naslov naročnika finančnega zavarovanja, tj. kandidata oziroma ponudnika v postopku javnega naročanja)</w:t>
      </w:r>
    </w:p>
    <w:p w14:paraId="38CD892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4013A1B7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UPRAVIČENEC: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 (vpiše se izvajalca postopka javnega naročanja)</w:t>
      </w:r>
    </w:p>
    <w:p w14:paraId="4C2FCFAF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13F3D1F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OSNOVNI POSEL: </w:t>
      </w:r>
      <w:r w:rsidRPr="00B8093E">
        <w:rPr>
          <w:rFonts w:asciiTheme="minorHAnsi" w:hAnsiTheme="minorHAnsi" w:cstheme="minorHAnsi"/>
          <w:i/>
          <w:iCs/>
          <w:sz w:val="22"/>
        </w:rPr>
        <w:t xml:space="preserve">obveznost naročnika zavarovanja iz njegove prijave in ponudb, predloženih v postopku javnega naročanja št.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številka objave oziroma interna oznaka postopka javnega naročanja), z dne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datum objave), katerega predmet je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</w:p>
    <w:p w14:paraId="5218B237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1879CDA9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>ZNESEK IN VALUTA ZAVAROVANJA:</w:t>
      </w:r>
      <w:r w:rsidRPr="00B8093E">
        <w:rPr>
          <w:rFonts w:asciiTheme="minorHAnsi" w:hAnsiTheme="minorHAnsi" w:cstheme="minorHAnsi"/>
          <w:i/>
          <w:iCs/>
          <w:sz w:val="22"/>
        </w:rPr>
        <w:t xml:space="preserve">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najvišji znesek s številko in besedo ter valuta)</w:t>
      </w:r>
    </w:p>
    <w:p w14:paraId="13D3928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6A91F7B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LISTINE, KI JIH JE POLEG IZJAVE TREBA PRILOŽITI ZAHTEVI ZA PLAČILO IN SE IZRECNO ZAHTEVAJO V SPODNJEM BESEDILU: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(nobena)</w:t>
      </w:r>
    </w:p>
    <w:p w14:paraId="112994BE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033BF573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JEZIK V ZAHTEVANIH LISTINAH: </w:t>
      </w:r>
      <w:r w:rsidRPr="00B8093E">
        <w:rPr>
          <w:rFonts w:asciiTheme="minorHAnsi" w:hAnsiTheme="minorHAnsi" w:cstheme="minorHAnsi"/>
          <w:i/>
          <w:iCs/>
          <w:sz w:val="22"/>
        </w:rPr>
        <w:t>slovenski</w:t>
      </w:r>
    </w:p>
    <w:p w14:paraId="2E43E7A3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E1A2E2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OBLIKA PREDLOŽITVE: </w:t>
      </w:r>
      <w:r w:rsidRPr="00B8093E">
        <w:rPr>
          <w:rFonts w:asciiTheme="minorHAnsi" w:hAnsiTheme="minorHAnsi" w:cstheme="minorHAnsi"/>
          <w:i/>
          <w:iCs/>
          <w:sz w:val="22"/>
        </w:rPr>
        <w:t xml:space="preserve">v papirni obliki s priporočeno pošto ali katerokoli obliko hitre pošte ali v elektronski obliki po SWIFT sistemu na naslov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(navede se SWIFT naslova garanta)</w:t>
      </w:r>
    </w:p>
    <w:p w14:paraId="4D69B27C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AF125EC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KRAJ PREDLOŽITVE: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(garant vpiše naslov podružnice, kjer se opravi predložitev papirnih listin, ali elektronski naslov za predložitev v elektronski obliki, kot na primer garantov SWIFT naslov)</w:t>
      </w:r>
      <w:r>
        <w:rPr>
          <w:rFonts w:asciiTheme="minorHAnsi" w:hAnsiTheme="minorHAnsi" w:cstheme="minorHAnsi"/>
          <w:i/>
          <w:iCs/>
          <w:sz w:val="22"/>
        </w:rPr>
        <w:t>.</w:t>
      </w:r>
      <w:r w:rsidRPr="00B8093E">
        <w:rPr>
          <w:rFonts w:asciiTheme="minorHAnsi" w:hAnsiTheme="minorHAnsi" w:cstheme="minorHAnsi"/>
          <w:i/>
          <w:iCs/>
          <w:sz w:val="22"/>
        </w:rPr>
        <w:t>Ne glede na navedeno, se predložitev papirnih listin lahko opravi v katerikoli podružnici garanta na območju Republike Slovenije.</w:t>
      </w:r>
      <w:r w:rsidRPr="00B8093E" w:rsidDel="00D4087F">
        <w:rPr>
          <w:rFonts w:asciiTheme="minorHAnsi" w:hAnsiTheme="minorHAnsi" w:cstheme="minorHAnsi"/>
          <w:i/>
          <w:iCs/>
          <w:sz w:val="22"/>
        </w:rPr>
        <w:t xml:space="preserve"> </w:t>
      </w:r>
    </w:p>
    <w:p w14:paraId="4048B7A2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40B9A714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DATUM VELJAVNOSTI: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11" w:name="Besedilo2"/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DD. MM. LLLL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bookmarkEnd w:id="11"/>
      <w:r w:rsidRPr="00B8093E">
        <w:rPr>
          <w:rFonts w:asciiTheme="minorHAnsi" w:hAnsiTheme="minorHAnsi" w:cstheme="minorHAnsi"/>
          <w:i/>
          <w:iCs/>
          <w:sz w:val="22"/>
        </w:rPr>
        <w:t xml:space="preserve"> (vpiše se datum, ki je naveden v razpisni dokumentaciji za oddajo predmetnega javnega naročila)</w:t>
      </w:r>
    </w:p>
    <w:p w14:paraId="2D4B9351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475F573A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b/>
          <w:bCs/>
          <w:i/>
          <w:iCs/>
          <w:sz w:val="22"/>
        </w:rPr>
        <w:t xml:space="preserve">STRANKA, KI JE DOLŽNA PLAČATI STROŠKE: 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8093E">
        <w:rPr>
          <w:rFonts w:asciiTheme="minorHAnsi" w:hAnsiTheme="minorHAnsi" w:cstheme="minorHAnsi"/>
          <w:i/>
          <w:iCs/>
          <w:sz w:val="22"/>
        </w:rPr>
        <w:instrText xml:space="preserve"> FORMTEXT </w:instrText>
      </w:r>
      <w:r w:rsidRPr="00B8093E">
        <w:rPr>
          <w:rFonts w:asciiTheme="minorHAnsi" w:hAnsiTheme="minorHAnsi" w:cstheme="minorHAnsi"/>
          <w:i/>
          <w:iCs/>
          <w:sz w:val="22"/>
        </w:rPr>
      </w:r>
      <w:r w:rsidRPr="00B8093E">
        <w:rPr>
          <w:rFonts w:asciiTheme="minorHAnsi" w:hAnsiTheme="minorHAnsi" w:cstheme="minorHAnsi"/>
          <w:i/>
          <w:iCs/>
          <w:sz w:val="22"/>
        </w:rPr>
        <w:fldChar w:fldCharType="separate"/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t> </w:t>
      </w:r>
      <w:r w:rsidRPr="00B8093E">
        <w:rPr>
          <w:rFonts w:asciiTheme="minorHAnsi" w:hAnsiTheme="minorHAnsi" w:cstheme="minorHAnsi"/>
          <w:i/>
          <w:iCs/>
          <w:sz w:val="22"/>
        </w:rPr>
        <w:fldChar w:fldCharType="end"/>
      </w:r>
      <w:r w:rsidRPr="00B8093E">
        <w:rPr>
          <w:rFonts w:asciiTheme="minorHAnsi" w:hAnsiTheme="minorHAnsi" w:cstheme="minorHAnsi"/>
          <w:i/>
          <w:iCs/>
          <w:sz w:val="22"/>
        </w:rPr>
        <w:t xml:space="preserve"> (vpiše se ime naročnika zavarovanja, tj. kandidata oziroma ponudnika v postopku javnega naročanja)</w:t>
      </w:r>
    </w:p>
    <w:p w14:paraId="2FA22CE1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BA08149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lastRenderedPageBreak/>
        <w:t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578CCDA5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4FBA242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 xml:space="preserve">Zavarovanje se lahko unovči iz naslednjih razlogov, ki morajo biti navedeni v izjavi upravičenca oziroma zahtevi za plačilo: </w:t>
      </w:r>
    </w:p>
    <w:p w14:paraId="3309FDFB" w14:textId="77777777" w:rsidR="008F53FB" w:rsidRPr="00B8093E" w:rsidRDefault="008F53FB" w:rsidP="008F53FB">
      <w:pPr>
        <w:numPr>
          <w:ilvl w:val="0"/>
          <w:numId w:val="21"/>
        </w:num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po roku določenem za oddajo prijav svojo prijavo umakne; ali</w:t>
      </w:r>
    </w:p>
    <w:p w14:paraId="21614BCB" w14:textId="77777777" w:rsidR="008F53FB" w:rsidRPr="00B8093E" w:rsidRDefault="008F53FB" w:rsidP="008F53FB">
      <w:pPr>
        <w:numPr>
          <w:ilvl w:val="0"/>
          <w:numId w:val="21"/>
        </w:num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ne predloži ponudbe; ali</w:t>
      </w:r>
    </w:p>
    <w:p w14:paraId="2CA57AC5" w14:textId="77777777" w:rsidR="008F53FB" w:rsidRPr="00B8093E" w:rsidRDefault="008F53FB" w:rsidP="008F53FB">
      <w:pPr>
        <w:numPr>
          <w:ilvl w:val="0"/>
          <w:numId w:val="21"/>
        </w:num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po roku določenem za oddajo ponudbe svojo ponudbo umakne; ali</w:t>
      </w:r>
    </w:p>
    <w:p w14:paraId="6363B11B" w14:textId="77777777" w:rsidR="008F53FB" w:rsidRPr="00B8093E" w:rsidRDefault="008F53FB" w:rsidP="008F53FB">
      <w:pPr>
        <w:numPr>
          <w:ilvl w:val="0"/>
          <w:numId w:val="21"/>
        </w:num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izbrani naročnik zavarovanja na poziv upravičenca ni podpisal pogodbe; ali</w:t>
      </w:r>
    </w:p>
    <w:p w14:paraId="028E34F9" w14:textId="77777777" w:rsidR="008F53FB" w:rsidRPr="00B8093E" w:rsidRDefault="008F53FB" w:rsidP="008F53FB">
      <w:pPr>
        <w:numPr>
          <w:ilvl w:val="0"/>
          <w:numId w:val="21"/>
        </w:num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izbrani naročnik zavarovanja ni pravočasno predložil zavarovanja za dobro izvedbo pogodbenih obveznosti v skladu s pogoji naročila.</w:t>
      </w:r>
    </w:p>
    <w:p w14:paraId="2492F7F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</w:p>
    <w:p w14:paraId="353FB1D3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Katerokoli zahtevo za plačilo po tem zavarovanju moramo prejeti na datum veljavnosti zavarovanja ali pred njim v zgoraj navedenem kraju predložitve.</w:t>
      </w:r>
    </w:p>
    <w:p w14:paraId="6795B621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</w:p>
    <w:p w14:paraId="7578FEF4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Morebitne spore v zvezi s tem zavarovanjem rešuje stvarno pristojno sodišče v Ljubljani po slovenskem pravu.</w:t>
      </w:r>
    </w:p>
    <w:p w14:paraId="3DD9D738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</w:p>
    <w:p w14:paraId="69224D7E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Za to zavarovanje veljajo Enotna pravila za garancije na poziv (EPGP) revizija iz leta 2010, izdana pri MTZ pod št. 758.</w:t>
      </w:r>
    </w:p>
    <w:p w14:paraId="6403C5EB" w14:textId="77777777" w:rsidR="008F53FB" w:rsidRPr="00B8093E" w:rsidRDefault="008F53FB" w:rsidP="008F53FB">
      <w:pPr>
        <w:spacing w:before="69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FCCBED4" w14:textId="77777777" w:rsidR="008F53FB" w:rsidRPr="00B8093E" w:rsidRDefault="008F53FB" w:rsidP="008F53FB">
      <w:pPr>
        <w:spacing w:before="69"/>
        <w:ind w:left="4248"/>
        <w:jc w:val="center"/>
        <w:rPr>
          <w:rFonts w:asciiTheme="minorHAnsi" w:hAnsiTheme="minorHAnsi" w:cstheme="minorHAnsi"/>
          <w:i/>
          <w:i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garant</w:t>
      </w:r>
    </w:p>
    <w:p w14:paraId="6CC1D1E2" w14:textId="77777777" w:rsidR="008F53FB" w:rsidRPr="00B8093E" w:rsidRDefault="008F53FB" w:rsidP="008F53FB">
      <w:pPr>
        <w:spacing w:before="69"/>
        <w:ind w:left="4248"/>
        <w:jc w:val="center"/>
        <w:rPr>
          <w:rFonts w:asciiTheme="minorHAnsi" w:hAnsiTheme="minorHAnsi" w:cstheme="minorHAnsi"/>
          <w:b/>
          <w:bCs/>
          <w:sz w:val="22"/>
        </w:rPr>
      </w:pPr>
      <w:r w:rsidRPr="00B8093E">
        <w:rPr>
          <w:rFonts w:asciiTheme="minorHAnsi" w:hAnsiTheme="minorHAnsi" w:cstheme="minorHAnsi"/>
          <w:i/>
          <w:iCs/>
          <w:sz w:val="22"/>
        </w:rPr>
        <w:t>(žig in podpis)</w:t>
      </w:r>
      <w:r w:rsidRPr="00B8093E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662DAB09" w14:textId="61CBE160" w:rsidR="00DE4F97" w:rsidRPr="008F53FB" w:rsidRDefault="00DE4F97" w:rsidP="00572ACE">
      <w:pPr>
        <w:contextualSpacing/>
        <w:rPr>
          <w:rFonts w:asciiTheme="minorHAnsi" w:hAnsiTheme="minorHAnsi" w:cstheme="minorHAnsi"/>
          <w:b/>
          <w:bCs/>
          <w:sz w:val="22"/>
        </w:rPr>
      </w:pPr>
    </w:p>
    <w:sectPr w:rsidR="00DE4F97" w:rsidRPr="008F53FB" w:rsidSect="008F53FB">
      <w:headerReference w:type="first" r:id="rId52"/>
      <w:footerReference w:type="first" r:id="rId53"/>
      <w:pgSz w:w="11906" w:h="16838" w:code="9"/>
      <w:pgMar w:top="426" w:right="1134" w:bottom="284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5B269" w14:textId="77777777" w:rsidR="00E91782" w:rsidRDefault="00E91782" w:rsidP="00107834">
      <w:pPr>
        <w:spacing w:line="240" w:lineRule="auto"/>
      </w:pPr>
      <w:r>
        <w:separator/>
      </w:r>
    </w:p>
  </w:endnote>
  <w:endnote w:type="continuationSeparator" w:id="0">
    <w:p w14:paraId="546C9774" w14:textId="77777777" w:rsidR="00E91782" w:rsidRDefault="00E91782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taPro-Normal">
    <w:altName w:val="Calibri"/>
    <w:panose1 w:val="00000000000000000000"/>
    <w:charset w:val="00"/>
    <w:family w:val="modern"/>
    <w:notTrueType/>
    <w:pitch w:val="variable"/>
    <w:sig w:usb0="800002AF" w:usb1="4000206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0691" w14:textId="4DB6915F" w:rsidR="00951800" w:rsidRDefault="00830215" w:rsidP="00951800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DD610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DD610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6EE8AC2F" w14:textId="02A1ED01" w:rsidR="00951800" w:rsidRPr="0095713A" w:rsidRDefault="00951800" w:rsidP="00951800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 w:rsidR="008C3D11">
      <w:rPr>
        <w:b/>
        <w:bCs/>
        <w:sz w:val="16"/>
        <w:szCs w:val="16"/>
      </w:rPr>
      <w:t>2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AE012" w14:textId="7FDCE0B8" w:rsidR="00BB382D" w:rsidRDefault="00E6121B" w:rsidP="00951800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4F6F04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4F6F04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3C22F3A6" w14:textId="77777777" w:rsidR="00BB382D" w:rsidRPr="0095713A" w:rsidRDefault="00BB382D" w:rsidP="00951800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2EEE1" w14:textId="7E8C3805" w:rsidR="00222466" w:rsidRDefault="00E6121B" w:rsidP="00951800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4F6F04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4F6F04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62B2D513" w14:textId="6BC9962D" w:rsidR="00222466" w:rsidRPr="0095713A" w:rsidRDefault="00222466" w:rsidP="00951800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 w:rsidR="00E6121B">
      <w:rPr>
        <w:b/>
        <w:bCs/>
        <w:sz w:val="16"/>
        <w:szCs w:val="16"/>
      </w:rPr>
      <w:t>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D4AAB" w14:textId="1C913576" w:rsidR="00C90AAB" w:rsidRDefault="00E6121B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97179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97179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11A31E15" w14:textId="1BC820D7" w:rsidR="009120CA" w:rsidRPr="0095713A" w:rsidRDefault="009120CA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="00D2003B"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 w:rsidR="005A1C07">
      <w:rPr>
        <w:b/>
        <w:bCs/>
        <w:sz w:val="16"/>
        <w:szCs w:val="16"/>
      </w:rPr>
      <w:t>1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E2A3E" w14:textId="2C8DEC57" w:rsidR="00971798" w:rsidRDefault="00971798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>
      <w:rPr>
        <w:sz w:val="16"/>
        <w:szCs w:val="16"/>
      </w:rPr>
      <w:t>2/</w:t>
    </w:r>
    <w:r w:rsidRPr="0049503D">
      <w:rPr>
        <w:sz w:val="16"/>
        <w:szCs w:val="16"/>
      </w:rPr>
      <w:t>202</w:t>
    </w:r>
    <w:r>
      <w:rPr>
        <w:sz w:val="16"/>
        <w:szCs w:val="16"/>
      </w:rPr>
      <w:t xml:space="preserve">5 -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677742FF" w14:textId="77777777" w:rsidR="00971798" w:rsidRPr="0095713A" w:rsidRDefault="00971798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5ADA" w14:textId="1A6EF7E6" w:rsidR="00222466" w:rsidRDefault="00DE3807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D23549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D23549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3ACF4367" w14:textId="178CDCBA" w:rsidR="00222466" w:rsidRPr="0095713A" w:rsidRDefault="00222466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2AE49" w14:textId="20B36770" w:rsidR="00222466" w:rsidRDefault="00DE3807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4F6F04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4F6F04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252531BB" w14:textId="77777777" w:rsidR="00222466" w:rsidRPr="0095713A" w:rsidRDefault="00222466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B0DE3" w14:textId="5D8851DF" w:rsidR="008F3C3C" w:rsidRDefault="00DE3807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97179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97179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6440AD08" w14:textId="58E43063" w:rsidR="008F3C3C" w:rsidRPr="0095713A" w:rsidRDefault="008F3C3C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1C60" w14:textId="677A78A2" w:rsidR="00520060" w:rsidRDefault="00DE3807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97179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97179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335C4DAA" w14:textId="77777777" w:rsidR="00520060" w:rsidRPr="0095713A" w:rsidRDefault="00520060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07F64" w14:textId="77C5424B" w:rsidR="00520060" w:rsidRDefault="00DE3807" w:rsidP="00C90AAB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33B5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33B5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1983E996" w14:textId="77777777" w:rsidR="00520060" w:rsidRPr="0095713A" w:rsidRDefault="00520060" w:rsidP="00C90AAB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1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FD1E9" w14:textId="12EF78E7" w:rsidR="00AA6B99" w:rsidRDefault="00CD0F98" w:rsidP="00AA6B99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33B5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33B5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7E273480" w14:textId="081766DC" w:rsidR="00DE4F97" w:rsidRPr="0095713A" w:rsidRDefault="00DE4F97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049DA" w14:textId="5971674B" w:rsidR="00D03E19" w:rsidRDefault="00830215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7554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7554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6F0E290D" w14:textId="77777777" w:rsidR="00D03E19" w:rsidRPr="0095713A" w:rsidRDefault="00D03E19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sz w:val="16"/>
        <w:szCs w:val="16"/>
      </w:rPr>
      <w:t>4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C091C" w14:textId="77777777" w:rsidR="00E46EE2" w:rsidRDefault="0096689D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156404E" w14:textId="77777777" w:rsidR="00E46EE2" w:rsidRDefault="00E46EE2" w:rsidP="0050102F">
    <w:pPr>
      <w:pStyle w:val="Noga"/>
      <w:ind w:right="360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F7F2" w14:textId="4033D08B" w:rsidR="00AA6B99" w:rsidRDefault="00CD0F98" w:rsidP="00AA6B99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33B5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33B5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26264B72" w14:textId="6DCAD36F" w:rsidR="00E46EE2" w:rsidRPr="008F53FB" w:rsidRDefault="0096689D" w:rsidP="008F53FB">
    <w:pPr>
      <w:pStyle w:val="Noga"/>
      <w:pBdr>
        <w:top w:val="single" w:sz="4" w:space="1" w:color="auto"/>
      </w:pBdr>
      <w:tabs>
        <w:tab w:val="clear" w:pos="4536"/>
      </w:tabs>
      <w:jc w:val="right"/>
      <w:rPr>
        <w:rFonts w:cs="Arial"/>
        <w:sz w:val="16"/>
        <w:szCs w:val="16"/>
      </w:rPr>
    </w:pPr>
    <w:r>
      <w:rPr>
        <w:rFonts w:ascii="MetaPro-Normal" w:hAnsi="MetaPro-Normal"/>
        <w:sz w:val="18"/>
        <w:szCs w:val="18"/>
      </w:rPr>
      <w:tab/>
    </w:r>
    <w:r w:rsidR="005615F4" w:rsidRPr="008F53FB">
      <w:rPr>
        <w:rFonts w:cs="Arial"/>
        <w:sz w:val="16"/>
        <w:szCs w:val="16"/>
      </w:rPr>
      <w:t xml:space="preserve">Stran </w:t>
    </w:r>
    <w:r w:rsidR="005615F4" w:rsidRPr="008F53FB">
      <w:rPr>
        <w:rFonts w:cs="Arial"/>
        <w:b/>
        <w:bCs/>
        <w:sz w:val="16"/>
        <w:szCs w:val="16"/>
      </w:rPr>
      <w:fldChar w:fldCharType="begin"/>
    </w:r>
    <w:r w:rsidR="005615F4" w:rsidRPr="008F53FB">
      <w:rPr>
        <w:rFonts w:cs="Arial"/>
        <w:b/>
        <w:bCs/>
        <w:sz w:val="16"/>
        <w:szCs w:val="16"/>
      </w:rPr>
      <w:instrText>PAGE  \* Arabic  \* MERGEFORMAT</w:instrText>
    </w:r>
    <w:r w:rsidR="005615F4" w:rsidRPr="008F53FB">
      <w:rPr>
        <w:rFonts w:cs="Arial"/>
        <w:b/>
        <w:bCs/>
        <w:sz w:val="16"/>
        <w:szCs w:val="16"/>
      </w:rPr>
      <w:fldChar w:fldCharType="separate"/>
    </w:r>
    <w:r w:rsidR="005615F4" w:rsidRPr="008F53FB">
      <w:rPr>
        <w:rFonts w:cs="Arial"/>
        <w:b/>
        <w:bCs/>
        <w:sz w:val="16"/>
        <w:szCs w:val="16"/>
      </w:rPr>
      <w:t>1</w:t>
    </w:r>
    <w:r w:rsidR="005615F4" w:rsidRPr="008F53FB">
      <w:rPr>
        <w:rFonts w:cs="Arial"/>
        <w:b/>
        <w:bCs/>
        <w:sz w:val="16"/>
        <w:szCs w:val="16"/>
      </w:rPr>
      <w:fldChar w:fldCharType="end"/>
    </w:r>
    <w:r w:rsidR="005615F4" w:rsidRPr="008F53FB">
      <w:rPr>
        <w:rFonts w:cs="Arial"/>
        <w:sz w:val="16"/>
        <w:szCs w:val="16"/>
      </w:rPr>
      <w:t xml:space="preserve"> od </w:t>
    </w:r>
    <w:r w:rsidR="005615F4" w:rsidRPr="008F53FB">
      <w:rPr>
        <w:rFonts w:cs="Arial"/>
        <w:b/>
        <w:bCs/>
        <w:sz w:val="16"/>
        <w:szCs w:val="16"/>
      </w:rPr>
      <w:t>2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05CF" w14:textId="24A29C09" w:rsidR="008F53FB" w:rsidRDefault="00CD0F98" w:rsidP="00951800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33B5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33B5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1AA8C6F8" w14:textId="27E19924" w:rsidR="008F53FB" w:rsidRPr="0095713A" w:rsidRDefault="008F53FB" w:rsidP="00951800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1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121B9" w14:textId="2A670F24" w:rsidR="00727ED4" w:rsidRDefault="00830215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7554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7554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4397A9BF" w14:textId="427962CB" w:rsidR="00727ED4" w:rsidRPr="0095713A" w:rsidRDefault="00727ED4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sz w:val="16"/>
        <w:szCs w:val="16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29818" w14:textId="7E8568B5" w:rsidR="00727ED4" w:rsidRDefault="00830215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7554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7554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200190EF" w14:textId="77777777" w:rsidR="00727ED4" w:rsidRPr="0095713A" w:rsidRDefault="00727ED4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sz w:val="16"/>
        <w:szCs w:val="16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7C333" w14:textId="34801870" w:rsidR="00776281" w:rsidRDefault="00830215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7554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7554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55C85A76" w14:textId="77777777" w:rsidR="00776281" w:rsidRPr="0095713A" w:rsidRDefault="00776281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sz w:val="16"/>
        <w:szCs w:val="16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936D" w14:textId="6B4D79BA" w:rsidR="00A65229" w:rsidRDefault="00830215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E75548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E75548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4721C38B" w14:textId="77777777" w:rsidR="00A65229" w:rsidRPr="0095713A" w:rsidRDefault="00A65229" w:rsidP="00797FD8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Pr="00DF6600">
      <w:rPr>
        <w:b/>
        <w:bCs/>
        <w:sz w:val="16"/>
        <w:szCs w:val="16"/>
      </w:rPr>
      <w:fldChar w:fldCharType="begin"/>
    </w:r>
    <w:r w:rsidRPr="00DF6600">
      <w:rPr>
        <w:b/>
        <w:bCs/>
        <w:sz w:val="16"/>
        <w:szCs w:val="16"/>
      </w:rPr>
      <w:instrText>PAGE  \* Arabic  \* MERGEFORMAT</w:instrText>
    </w:r>
    <w:r w:rsidRPr="00DF6600">
      <w:rPr>
        <w:b/>
        <w:bCs/>
        <w:sz w:val="16"/>
        <w:szCs w:val="16"/>
      </w:rPr>
      <w:fldChar w:fldCharType="separate"/>
    </w:r>
    <w:r w:rsidRPr="00DF6600">
      <w:rPr>
        <w:b/>
        <w:bCs/>
        <w:sz w:val="16"/>
        <w:szCs w:val="16"/>
      </w:rPr>
      <w:t>1</w:t>
    </w:r>
    <w:r w:rsidRPr="00DF6600">
      <w:rPr>
        <w:b/>
        <w:bCs/>
        <w:sz w:val="16"/>
        <w:szCs w:val="16"/>
      </w:rPr>
      <w:fldChar w:fldCharType="end"/>
    </w:r>
    <w:r w:rsidRPr="00DF6600">
      <w:rPr>
        <w:sz w:val="16"/>
        <w:szCs w:val="16"/>
      </w:rPr>
      <w:t xml:space="preserve"> od </w:t>
    </w:r>
    <w:r>
      <w:rPr>
        <w:sz w:val="16"/>
        <w:szCs w:val="16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A7499" w14:textId="1A303978" w:rsidR="000E4EE1" w:rsidRDefault="00E6121B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DD610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DD610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</w:p>
  <w:p w14:paraId="55E7EC52" w14:textId="5FC6F449" w:rsidR="000E4EE1" w:rsidRPr="0095713A" w:rsidRDefault="000E4EE1" w:rsidP="00C800CF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 w:rsidR="00ED19EC">
      <w:rPr>
        <w:b/>
        <w:bCs/>
        <w:sz w:val="16"/>
        <w:szCs w:val="16"/>
      </w:rPr>
      <w:t>2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2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6A7C" w14:textId="4858AC47" w:rsidR="00C800CF" w:rsidRPr="0095713A" w:rsidRDefault="00E6121B" w:rsidP="00C800CF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>J</w:t>
    </w:r>
    <w:r w:rsidRPr="0049503D">
      <w:rPr>
        <w:sz w:val="16"/>
        <w:szCs w:val="16"/>
      </w:rPr>
      <w:t xml:space="preserve">N </w:t>
    </w:r>
    <w:r w:rsidR="00DD610A">
      <w:rPr>
        <w:sz w:val="16"/>
        <w:szCs w:val="16"/>
      </w:rPr>
      <w:t>2</w:t>
    </w:r>
    <w:r>
      <w:rPr>
        <w:sz w:val="16"/>
        <w:szCs w:val="16"/>
      </w:rPr>
      <w:t>/</w:t>
    </w:r>
    <w:r w:rsidRPr="0049503D">
      <w:rPr>
        <w:sz w:val="16"/>
        <w:szCs w:val="16"/>
      </w:rPr>
      <w:t>202</w:t>
    </w:r>
    <w:r w:rsidR="00DD610A">
      <w:rPr>
        <w:sz w:val="16"/>
        <w:szCs w:val="16"/>
      </w:rPr>
      <w:t>5</w:t>
    </w:r>
    <w:r>
      <w:rPr>
        <w:sz w:val="16"/>
        <w:szCs w:val="16"/>
      </w:rPr>
      <w:t xml:space="preserve"> - NMV </w:t>
    </w:r>
    <w:r w:rsidRPr="0049503D">
      <w:rPr>
        <w:sz w:val="16"/>
        <w:szCs w:val="16"/>
      </w:rPr>
      <w:t>(</w:t>
    </w:r>
    <w:r>
      <w:rPr>
        <w:bCs/>
        <w:sz w:val="16"/>
        <w:szCs w:val="16"/>
      </w:rPr>
      <w:t>Gradbena obnova nogometnega igrišča na Stadionu Stožice</w:t>
    </w:r>
    <w:r w:rsidRPr="0049503D">
      <w:rPr>
        <w:sz w:val="16"/>
        <w:szCs w:val="16"/>
      </w:rPr>
      <w:t>)</w:t>
    </w:r>
    <w:r w:rsidR="00C800CF">
      <w:rPr>
        <w:sz w:val="16"/>
        <w:szCs w:val="16"/>
      </w:rPr>
      <w:tab/>
    </w:r>
    <w:r w:rsidR="00C800CF">
      <w:rPr>
        <w:sz w:val="16"/>
        <w:szCs w:val="16"/>
      </w:rPr>
      <w:tab/>
    </w:r>
    <w:r w:rsidR="00C800CF">
      <w:rPr>
        <w:sz w:val="16"/>
        <w:szCs w:val="16"/>
      </w:rPr>
      <w:tab/>
    </w:r>
    <w:r w:rsidR="00C800CF" w:rsidRPr="00DF6600">
      <w:rPr>
        <w:sz w:val="16"/>
        <w:szCs w:val="16"/>
      </w:rPr>
      <w:t xml:space="preserve">Stran </w:t>
    </w:r>
    <w:r w:rsidR="00C800CF" w:rsidRPr="00DF6600">
      <w:rPr>
        <w:b/>
        <w:bCs/>
        <w:sz w:val="16"/>
        <w:szCs w:val="16"/>
      </w:rPr>
      <w:fldChar w:fldCharType="begin"/>
    </w:r>
    <w:r w:rsidR="00C800CF" w:rsidRPr="00DF6600">
      <w:rPr>
        <w:b/>
        <w:bCs/>
        <w:sz w:val="16"/>
        <w:szCs w:val="16"/>
      </w:rPr>
      <w:instrText>PAGE  \* Arabic  \* MERGEFORMAT</w:instrText>
    </w:r>
    <w:r w:rsidR="00C800CF" w:rsidRPr="00DF6600">
      <w:rPr>
        <w:b/>
        <w:bCs/>
        <w:sz w:val="16"/>
        <w:szCs w:val="16"/>
      </w:rPr>
      <w:fldChar w:fldCharType="separate"/>
    </w:r>
    <w:r w:rsidR="00C800CF" w:rsidRPr="00DF6600">
      <w:rPr>
        <w:b/>
        <w:bCs/>
        <w:sz w:val="16"/>
        <w:szCs w:val="16"/>
      </w:rPr>
      <w:t>1</w:t>
    </w:r>
    <w:r w:rsidR="00C800CF" w:rsidRPr="00DF6600">
      <w:rPr>
        <w:b/>
        <w:bCs/>
        <w:sz w:val="16"/>
        <w:szCs w:val="16"/>
      </w:rPr>
      <w:fldChar w:fldCharType="end"/>
    </w:r>
    <w:r w:rsidR="00C800CF" w:rsidRPr="00DF6600">
      <w:rPr>
        <w:sz w:val="16"/>
        <w:szCs w:val="16"/>
      </w:rPr>
      <w:t xml:space="preserve"> od </w:t>
    </w:r>
    <w:r w:rsidR="0095279E">
      <w:rPr>
        <w:b/>
        <w:bCs/>
        <w:sz w:val="16"/>
        <w:szCs w:val="16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A120" w14:textId="7BBCBE3A" w:rsidR="00951800" w:rsidRDefault="00951800" w:rsidP="00797FD8">
    <w:pPr>
      <w:pStyle w:val="Noga"/>
      <w:pBdr>
        <w:top w:val="single" w:sz="4" w:space="1" w:color="auto"/>
      </w:pBdr>
      <w:rPr>
        <w:rFonts w:cs="Arial"/>
        <w:sz w:val="16"/>
        <w:szCs w:val="16"/>
      </w:rPr>
    </w:pPr>
    <w:r w:rsidRPr="0095279E">
      <w:rPr>
        <w:sz w:val="16"/>
        <w:szCs w:val="16"/>
      </w:rPr>
      <w:t xml:space="preserve">JN </w:t>
    </w:r>
    <w:r w:rsidR="00AC2214">
      <w:rPr>
        <w:sz w:val="16"/>
        <w:szCs w:val="16"/>
      </w:rPr>
      <w:t>01</w:t>
    </w:r>
    <w:r w:rsidRPr="0095279E">
      <w:rPr>
        <w:sz w:val="16"/>
        <w:szCs w:val="16"/>
      </w:rPr>
      <w:t>/202</w:t>
    </w:r>
    <w:r w:rsidR="00AC2214">
      <w:rPr>
        <w:sz w:val="16"/>
        <w:szCs w:val="16"/>
      </w:rPr>
      <w:t>4</w:t>
    </w:r>
    <w:r w:rsidRPr="0095279E">
      <w:rPr>
        <w:sz w:val="16"/>
        <w:szCs w:val="16"/>
      </w:rPr>
      <w:t xml:space="preserve"> - NMV (</w:t>
    </w:r>
    <w:r>
      <w:rPr>
        <w:sz w:val="16"/>
        <w:szCs w:val="16"/>
      </w:rPr>
      <w:t>Revitalizacija</w:t>
    </w:r>
    <w:r w:rsidRPr="0095279E">
      <w:rPr>
        <w:sz w:val="16"/>
        <w:szCs w:val="16"/>
      </w:rPr>
      <w:t xml:space="preserve"> travnate površine na nogometnem igrišču stadiona Stožice)</w:t>
    </w:r>
  </w:p>
  <w:p w14:paraId="684C3412" w14:textId="1A51E950" w:rsidR="00951800" w:rsidRPr="0095713A" w:rsidRDefault="00951800" w:rsidP="00C800CF">
    <w:pPr>
      <w:pStyle w:val="Noga"/>
      <w:pBdr>
        <w:top w:val="single" w:sz="4" w:space="1" w:color="auto"/>
      </w:pBdr>
      <w:tabs>
        <w:tab w:val="clear" w:pos="9072"/>
        <w:tab w:val="left" w:pos="231"/>
        <w:tab w:val="right" w:pos="907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F6600">
      <w:rPr>
        <w:sz w:val="16"/>
        <w:szCs w:val="16"/>
      </w:rPr>
      <w:t xml:space="preserve">Stran </w:t>
    </w:r>
    <w:r>
      <w:rPr>
        <w:b/>
        <w:bCs/>
        <w:sz w:val="16"/>
        <w:szCs w:val="16"/>
      </w:rPr>
      <w:t>2</w:t>
    </w:r>
    <w:r w:rsidRPr="00DF6600">
      <w:rPr>
        <w:sz w:val="16"/>
        <w:szCs w:val="16"/>
      </w:rPr>
      <w:t xml:space="preserve"> od </w:t>
    </w:r>
    <w:r>
      <w:rPr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62693" w14:textId="77777777" w:rsidR="00E91782" w:rsidRDefault="00E91782" w:rsidP="00107834">
      <w:pPr>
        <w:spacing w:line="240" w:lineRule="auto"/>
      </w:pPr>
      <w:r>
        <w:separator/>
      </w:r>
    </w:p>
  </w:footnote>
  <w:footnote w:type="continuationSeparator" w:id="0">
    <w:p w14:paraId="4F04AC4C" w14:textId="77777777" w:rsidR="00E91782" w:rsidRDefault="00E91782" w:rsidP="001078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F9DD6" w14:textId="323BD0FF" w:rsidR="00D03E19" w:rsidRDefault="00D03E19">
    <w:pPr>
      <w:pStyle w:val="Glava"/>
    </w:pPr>
    <w:r>
      <w:rPr>
        <w:noProof/>
      </w:rPr>
      <w:drawing>
        <wp:inline distT="0" distB="0" distL="0" distR="0" wp14:anchorId="3BCD8221" wp14:editId="56060E5E">
          <wp:extent cx="1412875" cy="1109980"/>
          <wp:effectExtent l="0" t="0" r="0" b="0"/>
          <wp:docPr id="3" name="Slika 3" descr="ZnakLogotip_primarni_barvn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ZnakLogotip_primarni_barvn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875" cy="110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570E2" w14:textId="0B7A8773" w:rsidR="005615F4" w:rsidRPr="0095713A" w:rsidRDefault="005615F4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 w:rsidR="0095279E">
      <w:rPr>
        <w:sz w:val="16"/>
        <w:szCs w:val="16"/>
      </w:rPr>
      <w:t>Izjava o izpolnjevanju pogojev glede ustreznosti za opravljanje poklicne dejavnosti</w:t>
    </w:r>
    <w:r w:rsidRPr="0095713A">
      <w:rPr>
        <w:sz w:val="16"/>
        <w:szCs w:val="16"/>
      </w:rPr>
      <w:t>«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3D18" w14:textId="77777777" w:rsidR="000538C1" w:rsidRPr="0095713A" w:rsidRDefault="000538C1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Referenčna lista ponudnika</w:t>
    </w:r>
    <w:r w:rsidRPr="0095713A">
      <w:rPr>
        <w:sz w:val="16"/>
        <w:szCs w:val="16"/>
      </w:rPr>
      <w:t>«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CB5E8" w14:textId="49436BCD" w:rsidR="00BB382D" w:rsidRPr="0095713A" w:rsidRDefault="00DD610A" w:rsidP="00B91F1B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Referenčna lista ponudnika za obnovo ali izgradnjo objektov</w:t>
    </w:r>
    <w:r w:rsidRPr="0095713A">
      <w:rPr>
        <w:sz w:val="16"/>
        <w:szCs w:val="16"/>
      </w:rPr>
      <w:t>«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A50B" w14:textId="1A9D3ECC" w:rsidR="00222466" w:rsidRPr="0095713A" w:rsidRDefault="00222466" w:rsidP="00B91F1B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Referenčna lista ponudnika za vgradnjo in montažo namakalnega sistema na nogometnem igrišču</w:t>
    </w:r>
    <w:r w:rsidRPr="0095713A">
      <w:rPr>
        <w:sz w:val="16"/>
        <w:szCs w:val="16"/>
      </w:rPr>
      <w:t>«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823B" w14:textId="229FEE94" w:rsidR="009120CA" w:rsidRPr="0095713A" w:rsidRDefault="009120CA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 w:rsidR="005A1C07">
      <w:rPr>
        <w:rFonts w:cs="Arial"/>
        <w:sz w:val="16"/>
        <w:szCs w:val="16"/>
      </w:rPr>
      <w:t>Izjava o izpolnjevanju pogojev kadrovske in tehnične sposobnosti</w:t>
    </w:r>
    <w:r w:rsidR="00222466">
      <w:rPr>
        <w:rFonts w:cs="Arial"/>
        <w:sz w:val="16"/>
        <w:szCs w:val="16"/>
      </w:rPr>
      <w:t xml:space="preserve"> (Sklop 1)</w:t>
    </w:r>
    <w:r w:rsidRPr="00EA368F">
      <w:rPr>
        <w:rFonts w:cs="Arial"/>
        <w:sz w:val="16"/>
        <w:szCs w:val="16"/>
      </w:rPr>
      <w:t>«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3252E" w14:textId="7FDDB770" w:rsidR="00DE4F97" w:rsidRPr="0095713A" w:rsidRDefault="00DE4F97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 w:rsidR="00A31A7A">
      <w:rPr>
        <w:rFonts w:cs="Arial"/>
        <w:sz w:val="16"/>
        <w:szCs w:val="16"/>
      </w:rPr>
      <w:t>Izjava o izpolnjevanju pogoja zavarovanja odgovornosti</w:t>
    </w:r>
    <w:r w:rsidRPr="00EA368F">
      <w:rPr>
        <w:rFonts w:cs="Arial"/>
        <w:sz w:val="16"/>
        <w:szCs w:val="16"/>
      </w:rPr>
      <w:t>«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A667E" w14:textId="42A2C38C" w:rsidR="00222466" w:rsidRPr="0095713A" w:rsidRDefault="00971798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Referenčna lista ponudnika za vgradnjo/polaganje športne igralne površine z naravno travo</w:t>
    </w:r>
    <w:r w:rsidRPr="0095713A">
      <w:rPr>
        <w:sz w:val="16"/>
        <w:szCs w:val="16"/>
      </w:rPr>
      <w:t>«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0AD36" w14:textId="7D3E88FD" w:rsidR="00971798" w:rsidRPr="0095713A" w:rsidRDefault="00971798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71798">
      <w:rPr>
        <w:sz w:val="16"/>
        <w:szCs w:val="16"/>
      </w:rPr>
      <w:t>»Referenčna lista ponudnika za šivanje sintetičnih vlaken v travnato podlago«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0BC5D" w14:textId="20C8A129" w:rsidR="00222466" w:rsidRPr="0095713A" w:rsidRDefault="00222466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izjava o izpolnjevanju pogojev kadrovske in tehnične sposobnosti (Sklop</w:t>
    </w:r>
    <w:r w:rsidR="00971798">
      <w:rPr>
        <w:sz w:val="16"/>
        <w:szCs w:val="16"/>
      </w:rPr>
      <w:t xml:space="preserve"> 3</w:t>
    </w:r>
    <w:r>
      <w:rPr>
        <w:sz w:val="16"/>
        <w:szCs w:val="16"/>
      </w:rPr>
      <w:t>)</w:t>
    </w:r>
    <w:r w:rsidRPr="0095713A">
      <w:rPr>
        <w:sz w:val="16"/>
        <w:szCs w:val="16"/>
      </w:rPr>
      <w:t>«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9F74" w14:textId="7B9FB5A9" w:rsidR="008F3C3C" w:rsidRPr="0095713A" w:rsidRDefault="008F3C3C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 w:rsidR="00520060">
      <w:rPr>
        <w:rFonts w:cs="Arial"/>
        <w:sz w:val="16"/>
        <w:szCs w:val="16"/>
      </w:rPr>
      <w:t>Izjava o izpolnjevanju tehničnih specifikacij (Sklop 1)</w:t>
    </w:r>
    <w:r w:rsidRPr="00EA368F">
      <w:rPr>
        <w:rFonts w:cs="Arial"/>
        <w:sz w:val="16"/>
        <w:szCs w:val="16"/>
      </w:rPr>
      <w:t>«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1F12" w14:textId="77777777" w:rsidR="00B91F1B" w:rsidRPr="0095713A" w:rsidRDefault="00B91F1B" w:rsidP="00B91F1B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Referenčna lista ponudnika</w:t>
    </w:r>
    <w:r w:rsidRPr="0095713A">
      <w:rPr>
        <w:sz w:val="16"/>
        <w:szCs w:val="16"/>
      </w:rPr>
      <w:t>«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EF735" w14:textId="337735C2" w:rsidR="00520060" w:rsidRPr="0095713A" w:rsidRDefault="00520060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>
      <w:rPr>
        <w:rFonts w:cs="Arial"/>
        <w:sz w:val="16"/>
        <w:szCs w:val="16"/>
      </w:rPr>
      <w:t xml:space="preserve">Izjava o izpolnjevanju tehničnih specifikacij (Sklop </w:t>
    </w:r>
    <w:r w:rsidR="004F6F04">
      <w:rPr>
        <w:rFonts w:cs="Arial"/>
        <w:sz w:val="16"/>
        <w:szCs w:val="16"/>
      </w:rPr>
      <w:t>3</w:t>
    </w:r>
    <w:r>
      <w:rPr>
        <w:rFonts w:cs="Arial"/>
        <w:sz w:val="16"/>
        <w:szCs w:val="16"/>
      </w:rPr>
      <w:t>)</w:t>
    </w:r>
    <w:r w:rsidRPr="00EA368F">
      <w:rPr>
        <w:rFonts w:cs="Arial"/>
        <w:sz w:val="16"/>
        <w:szCs w:val="16"/>
      </w:rPr>
      <w:t>«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ACBB" w14:textId="77777777" w:rsidR="00520060" w:rsidRPr="0095713A" w:rsidRDefault="00520060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>
      <w:rPr>
        <w:rFonts w:cs="Arial"/>
        <w:sz w:val="16"/>
        <w:szCs w:val="16"/>
      </w:rPr>
      <w:t>Zahteva in soglasje podizvajalca za neposredna plačila</w:t>
    </w:r>
    <w:r w:rsidRPr="00EA368F">
      <w:rPr>
        <w:rFonts w:cs="Arial"/>
        <w:sz w:val="16"/>
        <w:szCs w:val="16"/>
      </w:rPr>
      <w:t>«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38BE" w14:textId="0BD92984" w:rsidR="00DE4F97" w:rsidRPr="0095713A" w:rsidRDefault="00DE3807" w:rsidP="0095713A">
    <w:pPr>
      <w:pStyle w:val="Glava"/>
      <w:pBdr>
        <w:bottom w:val="single" w:sz="4" w:space="1" w:color="auto"/>
      </w:pBdr>
      <w:rPr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>
      <w:rPr>
        <w:rFonts w:cs="Arial"/>
        <w:sz w:val="16"/>
        <w:szCs w:val="16"/>
      </w:rPr>
      <w:t>Zavarovanje za dobro izvedbo pogodbenih obveznosti</w:t>
    </w:r>
    <w:r w:rsidRPr="00EA368F">
      <w:rPr>
        <w:rFonts w:cs="Arial"/>
        <w:sz w:val="16"/>
        <w:szCs w:val="16"/>
      </w:rPr>
      <w:t>«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9A26" w14:textId="77777777" w:rsidR="00E46EE2" w:rsidRPr="00EA368F" w:rsidRDefault="0096689D" w:rsidP="00E47FD1">
    <w:pPr>
      <w:pStyle w:val="Glava"/>
      <w:pBdr>
        <w:bottom w:val="single" w:sz="6" w:space="1" w:color="auto"/>
      </w:pBdr>
      <w:rPr>
        <w:rFonts w:cs="Arial"/>
        <w:sz w:val="16"/>
        <w:szCs w:val="16"/>
      </w:rPr>
    </w:pPr>
    <w:r w:rsidRPr="00EA368F">
      <w:rPr>
        <w:rFonts w:cs="Arial"/>
        <w:sz w:val="16"/>
        <w:szCs w:val="16"/>
      </w:rPr>
      <w:t>Obrazec »</w:t>
    </w:r>
    <w:r>
      <w:rPr>
        <w:rFonts w:cs="Arial"/>
        <w:sz w:val="16"/>
        <w:szCs w:val="16"/>
      </w:rPr>
      <w:t>Zavarovanje za odpravo napak v garancijskem roku</w:t>
    </w:r>
    <w:r w:rsidRPr="00EA368F">
      <w:rPr>
        <w:rFonts w:cs="Arial"/>
        <w:sz w:val="16"/>
        <w:szCs w:val="16"/>
      </w:rPr>
      <w:t>«</w:t>
    </w:r>
    <w:r w:rsidRPr="00EA368F">
      <w:rPr>
        <w:rFonts w:cs="Arial"/>
        <w:sz w:val="16"/>
        <w:szCs w:val="16"/>
      </w:rPr>
      <w:tab/>
    </w:r>
    <w:r w:rsidRPr="00EA368F">
      <w:rPr>
        <w:rFonts w:cs="Arial"/>
        <w:sz w:val="16"/>
        <w:szCs w:val="16"/>
      </w:rPr>
      <w:tab/>
    </w:r>
  </w:p>
  <w:p w14:paraId="1DB774F4" w14:textId="77777777" w:rsidR="00E46EE2" w:rsidRPr="008D1B52" w:rsidRDefault="00E46EE2">
    <w:pPr>
      <w:pStyle w:val="Glava"/>
      <w:rPr>
        <w:rFonts w:cs="Arial"/>
        <w:sz w:val="18"/>
        <w:szCs w:val="18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C981" w14:textId="77777777" w:rsidR="0003224A" w:rsidRPr="00EA368F" w:rsidRDefault="00000000" w:rsidP="009F7055">
    <w:pPr>
      <w:pStyle w:val="Glava"/>
      <w:pBdr>
        <w:bottom w:val="single" w:sz="6" w:space="1" w:color="auto"/>
      </w:pBdr>
      <w:rPr>
        <w:rFonts w:cs="Arial"/>
        <w:sz w:val="16"/>
        <w:szCs w:val="16"/>
      </w:rPr>
    </w:pPr>
    <w:r w:rsidRPr="00F34B15">
      <w:rPr>
        <w:rFonts w:cs="Arial"/>
        <w:sz w:val="16"/>
        <w:szCs w:val="16"/>
      </w:rPr>
      <w:t>Obrazec »</w:t>
    </w:r>
    <w:r>
      <w:rPr>
        <w:rFonts w:cs="Arial"/>
        <w:sz w:val="16"/>
        <w:szCs w:val="16"/>
      </w:rPr>
      <w:t>Zavarovanje za resnost ponudbe</w:t>
    </w:r>
    <w:r w:rsidRPr="00F34B15">
      <w:rPr>
        <w:rFonts w:cs="Arial"/>
        <w:sz w:val="16"/>
        <w:szCs w:val="16"/>
      </w:rPr>
      <w:t>«</w:t>
    </w:r>
  </w:p>
  <w:p w14:paraId="5A48442F" w14:textId="77777777" w:rsidR="0003224A" w:rsidRPr="009D1B6C" w:rsidRDefault="0003224A" w:rsidP="009D1B6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FA53" w14:textId="77777777" w:rsidR="00D03E19" w:rsidRPr="0095713A" w:rsidRDefault="00D03E19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Ponudba</w:t>
    </w:r>
    <w:r w:rsidRPr="0095713A">
      <w:rPr>
        <w:sz w:val="16"/>
        <w:szCs w:val="16"/>
      </w:rPr>
      <w:t>«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30A7" w14:textId="51138C95" w:rsidR="001B51CE" w:rsidRPr="0095713A" w:rsidRDefault="001B51CE" w:rsidP="001B51CE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 w:rsidR="00961561">
      <w:rPr>
        <w:sz w:val="16"/>
        <w:szCs w:val="16"/>
      </w:rPr>
      <w:t xml:space="preserve">Popis del </w:t>
    </w:r>
    <w:r w:rsidR="00776281">
      <w:rPr>
        <w:sz w:val="16"/>
        <w:szCs w:val="16"/>
      </w:rPr>
      <w:t>–</w:t>
    </w:r>
    <w:r w:rsidR="00961561">
      <w:rPr>
        <w:sz w:val="16"/>
        <w:szCs w:val="16"/>
      </w:rPr>
      <w:t xml:space="preserve"> </w:t>
    </w:r>
    <w:r w:rsidR="00E75548">
      <w:rPr>
        <w:sz w:val="16"/>
        <w:szCs w:val="16"/>
      </w:rPr>
      <w:t>Sanacija Stožice</w:t>
    </w:r>
    <w:r w:rsidRPr="0095713A">
      <w:rPr>
        <w:sz w:val="16"/>
        <w:szCs w:val="16"/>
      </w:rPr>
      <w:t>«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B5CC7" w14:textId="26C49FC8" w:rsidR="00727ED4" w:rsidRPr="0095713A" w:rsidRDefault="00776281" w:rsidP="001B51CE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 w:rsidR="00E75548">
      <w:rPr>
        <w:sz w:val="16"/>
        <w:szCs w:val="16"/>
      </w:rPr>
      <w:t>Povzetek predračuna</w:t>
    </w:r>
    <w:r>
      <w:rPr>
        <w:sz w:val="16"/>
        <w:szCs w:val="16"/>
      </w:rPr>
      <w:t xml:space="preserve"> </w:t>
    </w:r>
    <w:r w:rsidR="00F64C58">
      <w:rPr>
        <w:sz w:val="16"/>
        <w:szCs w:val="16"/>
      </w:rPr>
      <w:t xml:space="preserve">za </w:t>
    </w:r>
    <w:r>
      <w:rPr>
        <w:sz w:val="16"/>
        <w:szCs w:val="16"/>
      </w:rPr>
      <w:t xml:space="preserve">Sklop </w:t>
    </w:r>
    <w:r w:rsidR="00E75548">
      <w:rPr>
        <w:sz w:val="16"/>
        <w:szCs w:val="16"/>
      </w:rPr>
      <w:t>1</w:t>
    </w:r>
    <w:r w:rsidRPr="0095713A">
      <w:rPr>
        <w:sz w:val="16"/>
        <w:szCs w:val="16"/>
      </w:rPr>
      <w:t>«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5F01E" w14:textId="6F6B0002" w:rsidR="00776281" w:rsidRPr="0095713A" w:rsidRDefault="00776281" w:rsidP="001B51CE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 xml:space="preserve">Povzetek predračuna za Sklop </w:t>
    </w:r>
    <w:r w:rsidR="00E75548">
      <w:rPr>
        <w:sz w:val="16"/>
        <w:szCs w:val="16"/>
      </w:rPr>
      <w:t>2</w:t>
    </w:r>
    <w:r w:rsidRPr="0095713A">
      <w:rPr>
        <w:sz w:val="16"/>
        <w:szCs w:val="16"/>
      </w:rPr>
      <w:t>«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0F3E" w14:textId="68D03AF0" w:rsidR="00A65229" w:rsidRPr="0095713A" w:rsidRDefault="00A65229" w:rsidP="001B51CE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 xml:space="preserve">Povzetek predračuna za Sklop </w:t>
    </w:r>
    <w:r w:rsidR="00E75548">
      <w:rPr>
        <w:sz w:val="16"/>
        <w:szCs w:val="16"/>
      </w:rPr>
      <w:t>3</w:t>
    </w:r>
    <w:r w:rsidRPr="0095713A">
      <w:rPr>
        <w:sz w:val="16"/>
        <w:szCs w:val="16"/>
      </w:rPr>
      <w:t>«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A5FF" w14:textId="626635CB" w:rsidR="000E4EE1" w:rsidRPr="0095713A" w:rsidRDefault="000E4EE1" w:rsidP="0095713A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>
      <w:rPr>
        <w:sz w:val="16"/>
        <w:szCs w:val="16"/>
      </w:rPr>
      <w:t>Izjava za gospodarski subjekt</w:t>
    </w:r>
    <w:r w:rsidRPr="0095713A">
      <w:rPr>
        <w:sz w:val="16"/>
        <w:szCs w:val="16"/>
      </w:rPr>
      <w:t>«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AD9E6" w14:textId="00EA8E0C" w:rsidR="00ED19EC" w:rsidRPr="0095713A" w:rsidRDefault="00ED19EC" w:rsidP="00B91F1B">
    <w:pPr>
      <w:pStyle w:val="Glava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Obrazec </w:t>
    </w:r>
    <w:r w:rsidRPr="0095713A">
      <w:rPr>
        <w:sz w:val="16"/>
        <w:szCs w:val="16"/>
      </w:rPr>
      <w:t>»</w:t>
    </w:r>
    <w:r w:rsidR="00595FEA">
      <w:rPr>
        <w:sz w:val="16"/>
        <w:szCs w:val="16"/>
      </w:rPr>
      <w:t>Izjava za gospodarski subjekt</w:t>
    </w:r>
    <w:r w:rsidRPr="0095713A">
      <w:rPr>
        <w:sz w:val="16"/>
        <w:szCs w:val="16"/>
      </w:rPr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5D9E"/>
    <w:multiLevelType w:val="multilevel"/>
    <w:tmpl w:val="D9AAF45A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tevanjestevilkami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FB07B1A"/>
    <w:multiLevelType w:val="hybridMultilevel"/>
    <w:tmpl w:val="8E7EF69C"/>
    <w:lvl w:ilvl="0" w:tplc="C9AA37B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C61DF2"/>
    <w:multiLevelType w:val="hybridMultilevel"/>
    <w:tmpl w:val="EAD8E29C"/>
    <w:lvl w:ilvl="0" w:tplc="B610009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73FFB"/>
    <w:multiLevelType w:val="hybridMultilevel"/>
    <w:tmpl w:val="3516D814"/>
    <w:lvl w:ilvl="0" w:tplc="D32E01D2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0D1FE7"/>
    <w:multiLevelType w:val="multilevel"/>
    <w:tmpl w:val="2114831E"/>
    <w:numStyleLink w:val="Headings"/>
  </w:abstractNum>
  <w:abstractNum w:abstractNumId="7" w15:restartNumberingAfterBreak="0">
    <w:nsid w:val="276578ED"/>
    <w:multiLevelType w:val="hybridMultilevel"/>
    <w:tmpl w:val="52EC904E"/>
    <w:lvl w:ilvl="0" w:tplc="3F72606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63D25"/>
    <w:multiLevelType w:val="hybridMultilevel"/>
    <w:tmpl w:val="081A2DA6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735A9F"/>
    <w:multiLevelType w:val="hybridMultilevel"/>
    <w:tmpl w:val="03FC3F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74023"/>
    <w:multiLevelType w:val="multilevel"/>
    <w:tmpl w:val="F18C4B80"/>
    <w:lvl w:ilvl="0">
      <w:start w:val="1"/>
      <w:numFmt w:val="decimal"/>
      <w:pStyle w:val="pogodbaleni"/>
      <w:lvlText w:val="%1.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cs="Times New Roman" w:hint="default"/>
      </w:rPr>
    </w:lvl>
  </w:abstractNum>
  <w:abstractNum w:abstractNumId="15" w15:restartNumberingAfterBreak="0">
    <w:nsid w:val="6C9E2E64"/>
    <w:multiLevelType w:val="hybridMultilevel"/>
    <w:tmpl w:val="07909F68"/>
    <w:lvl w:ilvl="0" w:tplc="6CF673CE">
      <w:start w:val="2"/>
      <w:numFmt w:val="bullet"/>
      <w:lvlText w:val=""/>
      <w:lvlJc w:val="left"/>
      <w:pPr>
        <w:ind w:left="717" w:hanging="360"/>
      </w:pPr>
      <w:rPr>
        <w:rFonts w:ascii="Symbol" w:eastAsia="Times New Roman" w:hAnsi="Symbol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7" w15:restartNumberingAfterBreak="0">
    <w:nsid w:val="6E77131D"/>
    <w:multiLevelType w:val="hybridMultilevel"/>
    <w:tmpl w:val="996A0FBC"/>
    <w:lvl w:ilvl="0" w:tplc="278C6E8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2E5D77"/>
    <w:multiLevelType w:val="hybridMultilevel"/>
    <w:tmpl w:val="D17C3CE0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AA2859D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pStyle w:val="Naslov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pStyle w:val="Naslov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pStyle w:val="Naslov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pStyle w:val="Naslov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46BD4"/>
    <w:multiLevelType w:val="hybridMultilevel"/>
    <w:tmpl w:val="A6FEEC9A"/>
    <w:lvl w:ilvl="0" w:tplc="E898BD96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521301">
    <w:abstractNumId w:val="16"/>
  </w:num>
  <w:num w:numId="2" w16cid:durableId="432018292">
    <w:abstractNumId w:val="6"/>
  </w:num>
  <w:num w:numId="3" w16cid:durableId="1277906698">
    <w:abstractNumId w:val="14"/>
  </w:num>
  <w:num w:numId="4" w16cid:durableId="1118330084">
    <w:abstractNumId w:val="18"/>
  </w:num>
  <w:num w:numId="5" w16cid:durableId="1459101357">
    <w:abstractNumId w:val="2"/>
  </w:num>
  <w:num w:numId="6" w16cid:durableId="44834349">
    <w:abstractNumId w:val="13"/>
  </w:num>
  <w:num w:numId="7" w16cid:durableId="508176791">
    <w:abstractNumId w:val="6"/>
  </w:num>
  <w:num w:numId="8" w16cid:durableId="766845434">
    <w:abstractNumId w:val="8"/>
  </w:num>
  <w:num w:numId="9" w16cid:durableId="421730492">
    <w:abstractNumId w:val="9"/>
  </w:num>
  <w:num w:numId="10" w16cid:durableId="1718429883">
    <w:abstractNumId w:val="10"/>
  </w:num>
  <w:num w:numId="11" w16cid:durableId="1450122944">
    <w:abstractNumId w:val="0"/>
  </w:num>
  <w:num w:numId="12" w16cid:durableId="1215777579">
    <w:abstractNumId w:val="5"/>
  </w:num>
  <w:num w:numId="13" w16cid:durableId="252595963">
    <w:abstractNumId w:val="4"/>
  </w:num>
  <w:num w:numId="14" w16cid:durableId="1439332846">
    <w:abstractNumId w:val="19"/>
  </w:num>
  <w:num w:numId="15" w16cid:durableId="1863088650">
    <w:abstractNumId w:val="12"/>
  </w:num>
  <w:num w:numId="16" w16cid:durableId="481191770">
    <w:abstractNumId w:val="7"/>
  </w:num>
  <w:num w:numId="17" w16cid:durableId="242422113">
    <w:abstractNumId w:val="11"/>
  </w:num>
  <w:num w:numId="18" w16cid:durableId="185216349">
    <w:abstractNumId w:val="9"/>
  </w:num>
  <w:num w:numId="19" w16cid:durableId="1484657939">
    <w:abstractNumId w:val="6"/>
    <w:lvlOverride w:ilvl="0">
      <w:startOverride w:val="1"/>
    </w:lvlOverride>
  </w:num>
  <w:num w:numId="20" w16cid:durableId="76749883">
    <w:abstractNumId w:val="15"/>
  </w:num>
  <w:num w:numId="21" w16cid:durableId="1515337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6133700">
    <w:abstractNumId w:val="3"/>
  </w:num>
  <w:num w:numId="23" w16cid:durableId="1818183531">
    <w:abstractNumId w:val="17"/>
  </w:num>
  <w:num w:numId="24" w16cid:durableId="1394161666">
    <w:abstractNumId w:val="6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B9"/>
    <w:rsid w:val="00000472"/>
    <w:rsid w:val="00002A2A"/>
    <w:rsid w:val="00011ADB"/>
    <w:rsid w:val="00024422"/>
    <w:rsid w:val="00024B31"/>
    <w:rsid w:val="00025FC1"/>
    <w:rsid w:val="0003224A"/>
    <w:rsid w:val="000538C1"/>
    <w:rsid w:val="00061CCD"/>
    <w:rsid w:val="00064B1A"/>
    <w:rsid w:val="000757BF"/>
    <w:rsid w:val="000833B2"/>
    <w:rsid w:val="00085F4D"/>
    <w:rsid w:val="000868C9"/>
    <w:rsid w:val="00093D68"/>
    <w:rsid w:val="00093F16"/>
    <w:rsid w:val="000A351D"/>
    <w:rsid w:val="000C38EE"/>
    <w:rsid w:val="000E2369"/>
    <w:rsid w:val="000E3006"/>
    <w:rsid w:val="000E4EE1"/>
    <w:rsid w:val="000F386D"/>
    <w:rsid w:val="000F75C6"/>
    <w:rsid w:val="0010009B"/>
    <w:rsid w:val="00107834"/>
    <w:rsid w:val="00121797"/>
    <w:rsid w:val="0013311A"/>
    <w:rsid w:val="001507EC"/>
    <w:rsid w:val="001542D6"/>
    <w:rsid w:val="00156704"/>
    <w:rsid w:val="0016204A"/>
    <w:rsid w:val="00172962"/>
    <w:rsid w:val="00190C32"/>
    <w:rsid w:val="0019468F"/>
    <w:rsid w:val="001A1504"/>
    <w:rsid w:val="001A3B11"/>
    <w:rsid w:val="001A6646"/>
    <w:rsid w:val="001A6C14"/>
    <w:rsid w:val="001B51CE"/>
    <w:rsid w:val="001E3E7D"/>
    <w:rsid w:val="00205ED9"/>
    <w:rsid w:val="002065E5"/>
    <w:rsid w:val="00210205"/>
    <w:rsid w:val="00212BCB"/>
    <w:rsid w:val="00220C1F"/>
    <w:rsid w:val="00222466"/>
    <w:rsid w:val="00224601"/>
    <w:rsid w:val="002349B9"/>
    <w:rsid w:val="0026279B"/>
    <w:rsid w:val="00264834"/>
    <w:rsid w:val="002760F5"/>
    <w:rsid w:val="0028130F"/>
    <w:rsid w:val="00282503"/>
    <w:rsid w:val="00290E1E"/>
    <w:rsid w:val="002A0D0F"/>
    <w:rsid w:val="002A3B90"/>
    <w:rsid w:val="002B1500"/>
    <w:rsid w:val="002B3C9E"/>
    <w:rsid w:val="002B5236"/>
    <w:rsid w:val="002C3508"/>
    <w:rsid w:val="002D28C6"/>
    <w:rsid w:val="002E46CF"/>
    <w:rsid w:val="002E4C52"/>
    <w:rsid w:val="002F7F9C"/>
    <w:rsid w:val="00314BF0"/>
    <w:rsid w:val="003164B2"/>
    <w:rsid w:val="0035175B"/>
    <w:rsid w:val="00357A5D"/>
    <w:rsid w:val="00371B47"/>
    <w:rsid w:val="0037588E"/>
    <w:rsid w:val="00381E34"/>
    <w:rsid w:val="00382AAE"/>
    <w:rsid w:val="003960A2"/>
    <w:rsid w:val="003973E7"/>
    <w:rsid w:val="003A2683"/>
    <w:rsid w:val="003B2A8F"/>
    <w:rsid w:val="003B6D7C"/>
    <w:rsid w:val="003C340B"/>
    <w:rsid w:val="003C4092"/>
    <w:rsid w:val="003C5A69"/>
    <w:rsid w:val="003C7DB9"/>
    <w:rsid w:val="003E40B6"/>
    <w:rsid w:val="003E592A"/>
    <w:rsid w:val="003E7930"/>
    <w:rsid w:val="003F6854"/>
    <w:rsid w:val="003F736E"/>
    <w:rsid w:val="00413384"/>
    <w:rsid w:val="00415FE8"/>
    <w:rsid w:val="00430ED4"/>
    <w:rsid w:val="00431E63"/>
    <w:rsid w:val="00434385"/>
    <w:rsid w:val="00455CB9"/>
    <w:rsid w:val="00455F3B"/>
    <w:rsid w:val="00461C38"/>
    <w:rsid w:val="00463D49"/>
    <w:rsid w:val="004676F9"/>
    <w:rsid w:val="00483979"/>
    <w:rsid w:val="004852D1"/>
    <w:rsid w:val="00485AF7"/>
    <w:rsid w:val="00492583"/>
    <w:rsid w:val="0049495F"/>
    <w:rsid w:val="004B7F76"/>
    <w:rsid w:val="004D7AFD"/>
    <w:rsid w:val="004E671F"/>
    <w:rsid w:val="004F4C00"/>
    <w:rsid w:val="004F6F04"/>
    <w:rsid w:val="00504634"/>
    <w:rsid w:val="005168B8"/>
    <w:rsid w:val="005178B0"/>
    <w:rsid w:val="00520060"/>
    <w:rsid w:val="005311BC"/>
    <w:rsid w:val="0053254E"/>
    <w:rsid w:val="00533D66"/>
    <w:rsid w:val="005378CF"/>
    <w:rsid w:val="00540A16"/>
    <w:rsid w:val="00544E43"/>
    <w:rsid w:val="0055645C"/>
    <w:rsid w:val="005615F4"/>
    <w:rsid w:val="0056195C"/>
    <w:rsid w:val="00570201"/>
    <w:rsid w:val="00572ACE"/>
    <w:rsid w:val="005924B4"/>
    <w:rsid w:val="00593058"/>
    <w:rsid w:val="00594096"/>
    <w:rsid w:val="005953AA"/>
    <w:rsid w:val="00595FEA"/>
    <w:rsid w:val="005A0407"/>
    <w:rsid w:val="005A1C07"/>
    <w:rsid w:val="005A1F42"/>
    <w:rsid w:val="005B5FE2"/>
    <w:rsid w:val="005C4CB1"/>
    <w:rsid w:val="005C4E23"/>
    <w:rsid w:val="005C55DA"/>
    <w:rsid w:val="005D3C3F"/>
    <w:rsid w:val="005F233F"/>
    <w:rsid w:val="00601371"/>
    <w:rsid w:val="0060569D"/>
    <w:rsid w:val="00607871"/>
    <w:rsid w:val="00612607"/>
    <w:rsid w:val="00620909"/>
    <w:rsid w:val="00624982"/>
    <w:rsid w:val="006376C7"/>
    <w:rsid w:val="006553B3"/>
    <w:rsid w:val="006675B6"/>
    <w:rsid w:val="006711C3"/>
    <w:rsid w:val="0067400E"/>
    <w:rsid w:val="00680FAD"/>
    <w:rsid w:val="00685336"/>
    <w:rsid w:val="006A3FD0"/>
    <w:rsid w:val="006C1D5B"/>
    <w:rsid w:val="006C40F1"/>
    <w:rsid w:val="006D551F"/>
    <w:rsid w:val="006D61B1"/>
    <w:rsid w:val="006E3834"/>
    <w:rsid w:val="006F3CDE"/>
    <w:rsid w:val="006F4A41"/>
    <w:rsid w:val="00700AF7"/>
    <w:rsid w:val="00701D0F"/>
    <w:rsid w:val="00723A1A"/>
    <w:rsid w:val="00725B4D"/>
    <w:rsid w:val="00727ED4"/>
    <w:rsid w:val="0074755C"/>
    <w:rsid w:val="00776281"/>
    <w:rsid w:val="00782C17"/>
    <w:rsid w:val="00797FD8"/>
    <w:rsid w:val="007A741A"/>
    <w:rsid w:val="007B28BD"/>
    <w:rsid w:val="007B3F23"/>
    <w:rsid w:val="007D4B7E"/>
    <w:rsid w:val="007D639F"/>
    <w:rsid w:val="007F1BDE"/>
    <w:rsid w:val="008111A0"/>
    <w:rsid w:val="00830215"/>
    <w:rsid w:val="00840AF0"/>
    <w:rsid w:val="00841320"/>
    <w:rsid w:val="008512FB"/>
    <w:rsid w:val="00886B4C"/>
    <w:rsid w:val="008A2E85"/>
    <w:rsid w:val="008C3D11"/>
    <w:rsid w:val="008E5280"/>
    <w:rsid w:val="008F3020"/>
    <w:rsid w:val="008F3C3C"/>
    <w:rsid w:val="008F53FB"/>
    <w:rsid w:val="008F611C"/>
    <w:rsid w:val="008F6BFB"/>
    <w:rsid w:val="009025AF"/>
    <w:rsid w:val="0090524C"/>
    <w:rsid w:val="0090630D"/>
    <w:rsid w:val="009120CA"/>
    <w:rsid w:val="00912BCB"/>
    <w:rsid w:val="009138E8"/>
    <w:rsid w:val="00930908"/>
    <w:rsid w:val="00944593"/>
    <w:rsid w:val="00945719"/>
    <w:rsid w:val="00946D9C"/>
    <w:rsid w:val="00951800"/>
    <w:rsid w:val="0095279E"/>
    <w:rsid w:val="0095713A"/>
    <w:rsid w:val="00961561"/>
    <w:rsid w:val="0096689D"/>
    <w:rsid w:val="00966A6D"/>
    <w:rsid w:val="00971798"/>
    <w:rsid w:val="00994371"/>
    <w:rsid w:val="00995212"/>
    <w:rsid w:val="009A0CEA"/>
    <w:rsid w:val="009B3352"/>
    <w:rsid w:val="009C4193"/>
    <w:rsid w:val="009C5811"/>
    <w:rsid w:val="009C5A1A"/>
    <w:rsid w:val="009C5AF3"/>
    <w:rsid w:val="009D2386"/>
    <w:rsid w:val="009E0EC0"/>
    <w:rsid w:val="009E22F2"/>
    <w:rsid w:val="009F2C95"/>
    <w:rsid w:val="00A0293C"/>
    <w:rsid w:val="00A061DF"/>
    <w:rsid w:val="00A211A3"/>
    <w:rsid w:val="00A269B3"/>
    <w:rsid w:val="00A31A7A"/>
    <w:rsid w:val="00A31EA3"/>
    <w:rsid w:val="00A54E04"/>
    <w:rsid w:val="00A60580"/>
    <w:rsid w:val="00A65229"/>
    <w:rsid w:val="00A66860"/>
    <w:rsid w:val="00A71C46"/>
    <w:rsid w:val="00A73B4B"/>
    <w:rsid w:val="00A84CFE"/>
    <w:rsid w:val="00A85A11"/>
    <w:rsid w:val="00A92B8E"/>
    <w:rsid w:val="00AA2551"/>
    <w:rsid w:val="00AA573B"/>
    <w:rsid w:val="00AA6B99"/>
    <w:rsid w:val="00AB2E50"/>
    <w:rsid w:val="00AB6E35"/>
    <w:rsid w:val="00AC2214"/>
    <w:rsid w:val="00AD0CC4"/>
    <w:rsid w:val="00AD5535"/>
    <w:rsid w:val="00B06BF9"/>
    <w:rsid w:val="00B144D9"/>
    <w:rsid w:val="00B26FAF"/>
    <w:rsid w:val="00B47ABC"/>
    <w:rsid w:val="00B51631"/>
    <w:rsid w:val="00B6087C"/>
    <w:rsid w:val="00B626F9"/>
    <w:rsid w:val="00B635B0"/>
    <w:rsid w:val="00B775C0"/>
    <w:rsid w:val="00B8153D"/>
    <w:rsid w:val="00B819FB"/>
    <w:rsid w:val="00B820BD"/>
    <w:rsid w:val="00B91F1B"/>
    <w:rsid w:val="00B9508F"/>
    <w:rsid w:val="00BB382D"/>
    <w:rsid w:val="00BD605A"/>
    <w:rsid w:val="00BD6D17"/>
    <w:rsid w:val="00BF4E57"/>
    <w:rsid w:val="00C06F34"/>
    <w:rsid w:val="00C15523"/>
    <w:rsid w:val="00C20791"/>
    <w:rsid w:val="00C25A1D"/>
    <w:rsid w:val="00C53401"/>
    <w:rsid w:val="00C6028B"/>
    <w:rsid w:val="00C64F8D"/>
    <w:rsid w:val="00C65EC6"/>
    <w:rsid w:val="00C72533"/>
    <w:rsid w:val="00C77601"/>
    <w:rsid w:val="00C800CF"/>
    <w:rsid w:val="00C90AAB"/>
    <w:rsid w:val="00C90CBC"/>
    <w:rsid w:val="00C93861"/>
    <w:rsid w:val="00CC3A9A"/>
    <w:rsid w:val="00CD0F98"/>
    <w:rsid w:val="00CD1232"/>
    <w:rsid w:val="00CE19C8"/>
    <w:rsid w:val="00CE44AD"/>
    <w:rsid w:val="00CF0A79"/>
    <w:rsid w:val="00CF312D"/>
    <w:rsid w:val="00D03E19"/>
    <w:rsid w:val="00D2003B"/>
    <w:rsid w:val="00D23549"/>
    <w:rsid w:val="00D25EBA"/>
    <w:rsid w:val="00D314C8"/>
    <w:rsid w:val="00D34D52"/>
    <w:rsid w:val="00D574B3"/>
    <w:rsid w:val="00D73C5F"/>
    <w:rsid w:val="00D80556"/>
    <w:rsid w:val="00D86786"/>
    <w:rsid w:val="00DA116B"/>
    <w:rsid w:val="00DA4BCD"/>
    <w:rsid w:val="00DD50EB"/>
    <w:rsid w:val="00DD610A"/>
    <w:rsid w:val="00DE3807"/>
    <w:rsid w:val="00DE4F97"/>
    <w:rsid w:val="00DE5639"/>
    <w:rsid w:val="00DE571D"/>
    <w:rsid w:val="00DF6600"/>
    <w:rsid w:val="00E25E64"/>
    <w:rsid w:val="00E33A94"/>
    <w:rsid w:val="00E33B5A"/>
    <w:rsid w:val="00E46EE2"/>
    <w:rsid w:val="00E47DFF"/>
    <w:rsid w:val="00E52A0D"/>
    <w:rsid w:val="00E6121B"/>
    <w:rsid w:val="00E75548"/>
    <w:rsid w:val="00E7577B"/>
    <w:rsid w:val="00E777AF"/>
    <w:rsid w:val="00E835F8"/>
    <w:rsid w:val="00E8536D"/>
    <w:rsid w:val="00E91782"/>
    <w:rsid w:val="00EA6A6F"/>
    <w:rsid w:val="00EB6425"/>
    <w:rsid w:val="00ED19EC"/>
    <w:rsid w:val="00ED2354"/>
    <w:rsid w:val="00EE2DA9"/>
    <w:rsid w:val="00EE7DBB"/>
    <w:rsid w:val="00EF0D79"/>
    <w:rsid w:val="00EF5B17"/>
    <w:rsid w:val="00F014F4"/>
    <w:rsid w:val="00F0628A"/>
    <w:rsid w:val="00F12C70"/>
    <w:rsid w:val="00F171A9"/>
    <w:rsid w:val="00F20662"/>
    <w:rsid w:val="00F23848"/>
    <w:rsid w:val="00F35A2F"/>
    <w:rsid w:val="00F40D14"/>
    <w:rsid w:val="00F43C69"/>
    <w:rsid w:val="00F547DB"/>
    <w:rsid w:val="00F60536"/>
    <w:rsid w:val="00F61537"/>
    <w:rsid w:val="00F64C58"/>
    <w:rsid w:val="00F928D0"/>
    <w:rsid w:val="00FB4048"/>
    <w:rsid w:val="00FB74A8"/>
    <w:rsid w:val="00FC4DD9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F77A97"/>
  <w14:defaultImageDpi w14:val="96"/>
  <w15:chartTrackingRefBased/>
  <w15:docId w15:val="{E52303DD-E322-E546-BABC-4259AB41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E571D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/>
      <w:outlineLvl w:val="0"/>
    </w:pPr>
    <w:rPr>
      <w:b/>
      <w:bCs/>
      <w:caps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620909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620909"/>
    <w:pPr>
      <w:numPr>
        <w:ilvl w:val="0"/>
        <w:numId w:val="0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FC566B"/>
    <w:pPr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  <w:numId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locked/>
    <w:rsid w:val="00DE571D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locked/>
    <w:rsid w:val="00620909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locked/>
    <w:rsid w:val="00620909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locked/>
    <w:rsid w:val="00FC566B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locked/>
    <w:rsid w:val="00002A2A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locked/>
    <w:rsid w:val="00002A2A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locked/>
    <w:rsid w:val="00002A2A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locked/>
    <w:rsid w:val="00002A2A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locked/>
    <w:rsid w:val="00002A2A"/>
    <w:rPr>
      <w:rFonts w:ascii="Arial" w:hAnsi="Arial"/>
      <w:b/>
      <w:i/>
      <w:color w:val="404040"/>
      <w:lang w:eastAsia="en-US"/>
    </w:r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aliases w:val="E-PVO-glava,body txt,Znak,Glava - napis"/>
    <w:basedOn w:val="Navaden"/>
    <w:link w:val="GlavaZnak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link w:val="Glava"/>
    <w:locked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locked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107834"/>
    <w:rPr>
      <w:rFonts w:ascii="Tahoma" w:hAnsi="Tahoma"/>
      <w:sz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AA2551"/>
    <w:pPr>
      <w:spacing w:before="120" w:after="420" w:line="240" w:lineRule="auto"/>
      <w:contextualSpacing/>
      <w:jc w:val="center"/>
    </w:pPr>
    <w:rPr>
      <w:b/>
      <w:caps/>
      <w:spacing w:val="5"/>
      <w:kern w:val="28"/>
      <w:szCs w:val="52"/>
    </w:rPr>
  </w:style>
  <w:style w:type="character" w:customStyle="1" w:styleId="NaslovZnak">
    <w:name w:val="Naslov Znak"/>
    <w:link w:val="Naslov"/>
    <w:uiPriority w:val="10"/>
    <w:locked/>
    <w:rsid w:val="00AA2551"/>
    <w:rPr>
      <w:rFonts w:ascii="Arial" w:hAnsi="Arial"/>
      <w:b/>
      <w:caps/>
      <w:spacing w:val="5"/>
      <w:kern w:val="28"/>
      <w:sz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aliases w:val="IFZ f Znak,Footnote Znak,Fußnote Znak,-E Fußnotentext Znak,Fußnotentext Ursprung Znak"/>
    <w:link w:val="Sprotnaopomba-besedilo"/>
    <w:uiPriority w:val="99"/>
    <w:locked/>
    <w:rsid w:val="000F75C6"/>
    <w:rPr>
      <w:rFonts w:ascii="Arial" w:hAnsi="Arial"/>
      <w:i/>
      <w:sz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paragraph" w:customStyle="1" w:styleId="Natevanjestevilkami1">
    <w:name w:val="Naštevanje s številkami 1"/>
    <w:qFormat/>
    <w:rsid w:val="00205ED9"/>
    <w:pPr>
      <w:numPr>
        <w:numId w:val="5"/>
      </w:numPr>
      <w:spacing w:before="120" w:line="260" w:lineRule="atLeast"/>
      <w:ind w:left="357" w:hanging="357"/>
      <w:jc w:val="both"/>
    </w:pPr>
    <w:rPr>
      <w:rFonts w:ascii="Arial" w:hAnsi="Arial"/>
      <w:bC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05ED9"/>
    <w:pPr>
      <w:numPr>
        <w:ilvl w:val="1"/>
      </w:numPr>
      <w:spacing w:before="0"/>
      <w:ind w:left="714"/>
    </w:pPr>
  </w:style>
  <w:style w:type="paragraph" w:customStyle="1" w:styleId="Natevanjestevilkami3">
    <w:name w:val="Naštevanje s številkami 3"/>
    <w:basedOn w:val="Natevanjestevilkami2"/>
    <w:qFormat/>
    <w:rsid w:val="009138E8"/>
    <w:pPr>
      <w:numPr>
        <w:ilvl w:val="2"/>
      </w:numPr>
    </w:pPr>
  </w:style>
  <w:style w:type="paragraph" w:customStyle="1" w:styleId="Natevanjestevilkami4">
    <w:name w:val="Naštevanje s številkami 4"/>
    <w:basedOn w:val="Natevanjestevilkami3"/>
    <w:qFormat/>
    <w:rsid w:val="009138E8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9138E8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9138E8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9138E8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9138E8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9138E8"/>
    <w:pPr>
      <w:numPr>
        <w:ilvl w:val="8"/>
      </w:numPr>
    </w:pPr>
  </w:style>
  <w:style w:type="paragraph" w:customStyle="1" w:styleId="pogodbaleni">
    <w:name w:val="pogodba členi"/>
    <w:next w:val="Navaden"/>
    <w:qFormat/>
    <w:rsid w:val="00BD605A"/>
    <w:pPr>
      <w:numPr>
        <w:numId w:val="6"/>
      </w:numPr>
      <w:spacing w:before="120" w:after="120" w:line="240" w:lineRule="atLeast"/>
      <w:jc w:val="center"/>
    </w:pPr>
    <w:rPr>
      <w:rFonts w:ascii="Arial" w:hAnsi="Arial"/>
      <w:szCs w:val="22"/>
      <w:lang w:eastAsia="en-US"/>
    </w:rPr>
  </w:style>
  <w:style w:type="character" w:styleId="Pripombasklic">
    <w:name w:val="annotation reference"/>
    <w:uiPriority w:val="99"/>
    <w:semiHidden/>
    <w:unhideWhenUsed/>
    <w:rsid w:val="00BD6D17"/>
    <w:rPr>
      <w:sz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D6D17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locked/>
    <w:rsid w:val="00BD6D17"/>
    <w:rPr>
      <w:rFonts w:ascii="Arial" w:eastAsia="Times New Roman" w:hAnsi="Arial"/>
      <w:sz w:val="20"/>
    </w:rPr>
  </w:style>
  <w:style w:type="paragraph" w:styleId="Odstavekseznama">
    <w:name w:val="List Paragraph"/>
    <w:aliases w:val="za tekst,Odstavek seznama_IP,Liste 1,List Paragraph1,FooterText,numbered,Paragraphe de liste1,Bulletr List Paragraph,列出段落,列出段落1,lp1,lp11,Use Case List Paragraph,Num Bullet 1,List Paragraph11,Liste à puce - Normal,List Paragraph2,b1"/>
    <w:basedOn w:val="Navaden"/>
    <w:link w:val="OdstavekseznamaZnak"/>
    <w:uiPriority w:val="34"/>
    <w:qFormat/>
    <w:rsid w:val="00024B31"/>
    <w:pPr>
      <w:ind w:left="720"/>
      <w:contextualSpacing/>
    </w:p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15FE8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locked/>
    <w:rsid w:val="00415FE8"/>
    <w:rPr>
      <w:rFonts w:ascii="Arial" w:eastAsia="Times New Roman" w:hAnsi="Arial"/>
      <w:b/>
      <w:sz w:val="20"/>
    </w:rPr>
  </w:style>
  <w:style w:type="numbering" w:customStyle="1" w:styleId="Natevanjestevilkami">
    <w:name w:val="Naštevanje s številkami"/>
    <w:rsid w:val="00AD4E8F"/>
    <w:pPr>
      <w:numPr>
        <w:numId w:val="5"/>
      </w:numPr>
    </w:pPr>
  </w:style>
  <w:style w:type="numbering" w:customStyle="1" w:styleId="Bulletsliststyle">
    <w:name w:val="Bulletslist style"/>
    <w:rsid w:val="00AD4E8F"/>
    <w:pPr>
      <w:numPr>
        <w:numId w:val="3"/>
      </w:numPr>
    </w:pPr>
  </w:style>
  <w:style w:type="numbering" w:customStyle="1" w:styleId="Headings">
    <w:name w:val="Headings"/>
    <w:rsid w:val="00AD4E8F"/>
    <w:pPr>
      <w:numPr>
        <w:numId w:val="1"/>
      </w:numPr>
    </w:pPr>
  </w:style>
  <w:style w:type="paragraph" w:customStyle="1" w:styleId="NavadenTimesNewRoman">
    <w:name w:val="Navaden Times New Roman"/>
    <w:basedOn w:val="Navaden"/>
    <w:rsid w:val="005378CF"/>
    <w:pPr>
      <w:widowControl w:val="0"/>
      <w:spacing w:line="240" w:lineRule="auto"/>
      <w:jc w:val="left"/>
    </w:pPr>
    <w:rPr>
      <w:sz w:val="22"/>
      <w:szCs w:val="20"/>
      <w:lang w:eastAsia="sl-SI"/>
    </w:rPr>
  </w:style>
  <w:style w:type="paragraph" w:styleId="Revizija">
    <w:name w:val="Revision"/>
    <w:hidden/>
    <w:uiPriority w:val="99"/>
    <w:semiHidden/>
    <w:rsid w:val="00025FC1"/>
    <w:rPr>
      <w:rFonts w:ascii="Arial" w:hAnsi="Arial"/>
      <w:szCs w:val="22"/>
      <w:lang w:eastAsia="en-US"/>
    </w:rPr>
  </w:style>
  <w:style w:type="paragraph" w:customStyle="1" w:styleId="Telobesedila34">
    <w:name w:val="Telo besedila 34"/>
    <w:basedOn w:val="Navaden"/>
    <w:rsid w:val="00DF660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uto"/>
    </w:pPr>
    <w:rPr>
      <w:rFonts w:ascii="Times New Roman" w:hAnsi="Times New Roman"/>
      <w:sz w:val="24"/>
      <w:szCs w:val="20"/>
      <w:lang w:eastAsia="sl-SI"/>
    </w:rPr>
  </w:style>
  <w:style w:type="paragraph" w:styleId="HTML-oblikovano">
    <w:name w:val="HTML Preformatted"/>
    <w:basedOn w:val="Navaden"/>
    <w:link w:val="HTML-oblikovanoZnak"/>
    <w:rsid w:val="00572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572ACE"/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OdstavekseznamaZnak">
    <w:name w:val="Odstavek seznama Znak"/>
    <w:aliases w:val="za tekst Znak,Odstavek seznama_IP Znak,Liste 1 Znak,List Paragraph1 Znak,FooterText Znak,numbered Znak,Paragraphe de liste1 Znak,Bulletr List Paragraph Znak,列出段落 Znak,列出段落1 Znak,lp1 Znak,lp11 Znak,Use Case List Paragraph Znak"/>
    <w:link w:val="Odstavekseznama"/>
    <w:uiPriority w:val="34"/>
    <w:qFormat/>
    <w:locked/>
    <w:rsid w:val="007B28BD"/>
    <w:rPr>
      <w:rFonts w:ascii="Arial" w:hAnsi="Arial"/>
      <w:szCs w:val="22"/>
      <w:lang w:eastAsia="en-US"/>
    </w:rPr>
  </w:style>
  <w:style w:type="character" w:styleId="tevilkastrani">
    <w:name w:val="page number"/>
    <w:basedOn w:val="Privzetapisavaodstavka"/>
    <w:rsid w:val="00DE4F97"/>
  </w:style>
  <w:style w:type="character" w:styleId="Hiperpovezava">
    <w:name w:val="Hyperlink"/>
    <w:uiPriority w:val="99"/>
    <w:unhideWhenUsed/>
    <w:rsid w:val="005953AA"/>
    <w:rPr>
      <w:color w:val="0000FF"/>
      <w:u w:val="single"/>
    </w:rPr>
  </w:style>
  <w:style w:type="table" w:customStyle="1" w:styleId="TableGrid">
    <w:name w:val="TableGrid"/>
    <w:rsid w:val="0090524C"/>
    <w:rPr>
      <w:rFonts w:asciiTheme="minorHAnsi" w:eastAsiaTheme="minorEastAsia" w:hAnsiTheme="minorHAnsi" w:cstheme="minorBidi"/>
      <w:sz w:val="22"/>
      <w:szCs w:val="22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header" Target="header11.xml"/><Relationship Id="rId39" Type="http://schemas.openxmlformats.org/officeDocument/2006/relationships/header" Target="header18.xml"/><Relationship Id="rId21" Type="http://schemas.openxmlformats.org/officeDocument/2006/relationships/header" Target="header8.xml"/><Relationship Id="rId34" Type="http://schemas.openxmlformats.org/officeDocument/2006/relationships/header" Target="header15.xml"/><Relationship Id="rId42" Type="http://schemas.openxmlformats.org/officeDocument/2006/relationships/footer" Target="footer16.xml"/><Relationship Id="rId47" Type="http://schemas.openxmlformats.org/officeDocument/2006/relationships/header" Target="header22.xml"/><Relationship Id="rId50" Type="http://schemas.openxmlformats.org/officeDocument/2006/relationships/footer" Target="footer20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footer" Target="footer10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4.xml"/><Relationship Id="rId40" Type="http://schemas.openxmlformats.org/officeDocument/2006/relationships/footer" Target="footer15.xml"/><Relationship Id="rId45" Type="http://schemas.openxmlformats.org/officeDocument/2006/relationships/header" Target="header21.xml"/><Relationship Id="rId53" Type="http://schemas.openxmlformats.org/officeDocument/2006/relationships/footer" Target="footer2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footer" Target="footer11.xml"/><Relationship Id="rId44" Type="http://schemas.openxmlformats.org/officeDocument/2006/relationships/footer" Target="footer17.xml"/><Relationship Id="rId52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header" Target="header13.xml"/><Relationship Id="rId35" Type="http://schemas.openxmlformats.org/officeDocument/2006/relationships/footer" Target="footer13.xml"/><Relationship Id="rId43" Type="http://schemas.openxmlformats.org/officeDocument/2006/relationships/header" Target="header20.xml"/><Relationship Id="rId48" Type="http://schemas.openxmlformats.org/officeDocument/2006/relationships/footer" Target="footer19.xml"/><Relationship Id="rId8" Type="http://schemas.openxmlformats.org/officeDocument/2006/relationships/header" Target="header1.xml"/><Relationship Id="rId51" Type="http://schemas.openxmlformats.org/officeDocument/2006/relationships/footer" Target="footer21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header" Target="header17.xml"/><Relationship Id="rId46" Type="http://schemas.openxmlformats.org/officeDocument/2006/relationships/footer" Target="footer18.xml"/><Relationship Id="rId20" Type="http://schemas.openxmlformats.org/officeDocument/2006/relationships/footer" Target="footer6.xml"/><Relationship Id="rId41" Type="http://schemas.openxmlformats.org/officeDocument/2006/relationships/header" Target="header19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header" Target="header2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e,%20ovitek,%20pregledni%20list\Predlog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3E46A38-687D-46EB-8B2C-7B0532B6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</Template>
  <TotalTime>24</TotalTime>
  <Pages>31</Pages>
  <Words>6125</Words>
  <Characters>34914</Characters>
  <Application>Microsoft Office Word</Application>
  <DocSecurity>0</DocSecurity>
  <Lines>290</Lines>
  <Paragraphs>81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40958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subject/>
  <dc:creator>Administrator</dc:creator>
  <cp:keywords/>
  <dc:description/>
  <cp:lastModifiedBy>Dejan Šebenik</cp:lastModifiedBy>
  <cp:revision>5</cp:revision>
  <cp:lastPrinted>2013-07-19T10:42:00Z</cp:lastPrinted>
  <dcterms:created xsi:type="dcterms:W3CDTF">2025-02-14T14:26:00Z</dcterms:created>
  <dcterms:modified xsi:type="dcterms:W3CDTF">2025-02-17T13:10:00Z</dcterms:modified>
</cp:coreProperties>
</file>